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89A71" w14:textId="77777777" w:rsidR="000531AE" w:rsidRPr="000356D4" w:rsidRDefault="000531AE" w:rsidP="000531AE">
      <w:pPr>
        <w:pStyle w:val="GWSectionHead"/>
        <w:spacing w:before="0"/>
      </w:pPr>
      <w:r w:rsidRPr="000356D4">
        <w:t>Grammar</w:t>
      </w:r>
    </w:p>
    <w:p w14:paraId="4EE8BB28" w14:textId="77777777" w:rsidR="00437194" w:rsidRPr="00C8301E" w:rsidRDefault="00437194" w:rsidP="00F27114">
      <w:pPr>
        <w:pStyle w:val="GWRubricBody"/>
        <w:spacing w:after="0"/>
      </w:pPr>
      <w:r>
        <w:rPr>
          <w:rStyle w:val="GWRubricNumber"/>
        </w:rPr>
        <w:t>1</w:t>
      </w:r>
      <w:r w:rsidRPr="00D76861">
        <w:tab/>
      </w:r>
      <w:r>
        <w:t xml:space="preserve">Choose the </w:t>
      </w:r>
      <w:r w:rsidR="00922522">
        <w:t>correct alternatives to complete the sentences.</w:t>
      </w:r>
    </w:p>
    <w:p w14:paraId="5160D47B" w14:textId="01F95062" w:rsidR="00922522" w:rsidRDefault="00437194" w:rsidP="00F27114">
      <w:pPr>
        <w:pStyle w:val="GWMultiChoice"/>
        <w:tabs>
          <w:tab w:val="clear" w:pos="2693"/>
          <w:tab w:val="left" w:pos="2430"/>
        </w:tabs>
        <w:spacing w:before="120" w:line="280" w:lineRule="exact"/>
        <w:ind w:left="576" w:hanging="288"/>
      </w:pPr>
      <w:r>
        <w:rPr>
          <w:rStyle w:val="GWMultiNumber"/>
        </w:rPr>
        <w:t>1</w:t>
      </w:r>
      <w:r w:rsidR="0007008C">
        <w:t xml:space="preserve"> </w:t>
      </w:r>
      <w:r w:rsidR="00774B7A">
        <w:tab/>
      </w:r>
      <w:r w:rsidR="00922522">
        <w:t xml:space="preserve">They </w:t>
      </w:r>
      <w:r w:rsidR="00922522" w:rsidRPr="00922522">
        <w:rPr>
          <w:i/>
          <w:u w:val="single"/>
        </w:rPr>
        <w:t>hasn’t/haven’t</w:t>
      </w:r>
      <w:r w:rsidR="00922522">
        <w:t xml:space="preserve"> got a television.</w:t>
      </w:r>
    </w:p>
    <w:p w14:paraId="0AC4628E" w14:textId="4AFEE7FE" w:rsidR="00922522" w:rsidRDefault="00922522" w:rsidP="00922522">
      <w:pPr>
        <w:pStyle w:val="GWMultiChoice"/>
        <w:tabs>
          <w:tab w:val="clear" w:pos="2693"/>
          <w:tab w:val="left" w:pos="2430"/>
        </w:tabs>
        <w:spacing w:before="240" w:line="280" w:lineRule="exact"/>
        <w:ind w:left="576" w:hanging="288"/>
      </w:pPr>
      <w:r>
        <w:rPr>
          <w:rStyle w:val="GWMultiNumber"/>
        </w:rPr>
        <w:t>2</w:t>
      </w:r>
      <w:r w:rsidR="0007008C">
        <w:t xml:space="preserve"> </w:t>
      </w:r>
      <w:r w:rsidR="00F27114">
        <w:tab/>
      </w:r>
      <w:r w:rsidRPr="006E16EB">
        <w:rPr>
          <w:b/>
          <w:color w:val="808080" w:themeColor="background1" w:themeShade="80"/>
        </w:rPr>
        <w:t>A:</w:t>
      </w:r>
      <w:r w:rsidR="00F27114">
        <w:tab/>
      </w:r>
      <w:r w:rsidRPr="00922522">
        <w:rPr>
          <w:i/>
          <w:u w:val="single"/>
        </w:rPr>
        <w:t>Where/What</w:t>
      </w:r>
      <w:r>
        <w:t xml:space="preserve"> is your mother?</w:t>
      </w:r>
    </w:p>
    <w:p w14:paraId="2B059C55" w14:textId="7A47A52F" w:rsidR="00922522" w:rsidRDefault="00F27114" w:rsidP="00922522">
      <w:pPr>
        <w:pStyle w:val="GWMultiChoice"/>
        <w:tabs>
          <w:tab w:val="clear" w:pos="2693"/>
          <w:tab w:val="left" w:pos="2430"/>
        </w:tabs>
        <w:spacing w:before="240" w:line="280" w:lineRule="exact"/>
        <w:ind w:left="576" w:hanging="288"/>
      </w:pPr>
      <w:r>
        <w:rPr>
          <w:b/>
          <w:color w:val="808080" w:themeColor="background1" w:themeShade="80"/>
        </w:rPr>
        <w:tab/>
      </w:r>
      <w:r w:rsidR="00922522" w:rsidRPr="006E16EB">
        <w:rPr>
          <w:b/>
          <w:color w:val="808080" w:themeColor="background1" w:themeShade="80"/>
        </w:rPr>
        <w:t>B:</w:t>
      </w:r>
      <w:r>
        <w:tab/>
      </w:r>
      <w:r w:rsidR="00922522">
        <w:t>She’s at work.</w:t>
      </w:r>
    </w:p>
    <w:p w14:paraId="114B2BF1" w14:textId="2998E580" w:rsidR="00922522" w:rsidRDefault="00922522" w:rsidP="00922522">
      <w:pPr>
        <w:pStyle w:val="GWMultiChoice"/>
        <w:tabs>
          <w:tab w:val="clear" w:pos="2693"/>
          <w:tab w:val="left" w:pos="2430"/>
        </w:tabs>
        <w:spacing w:before="240" w:line="280" w:lineRule="exact"/>
        <w:ind w:left="576" w:hanging="288"/>
      </w:pPr>
      <w:r>
        <w:rPr>
          <w:rStyle w:val="GWMultiNumber"/>
        </w:rPr>
        <w:t>3</w:t>
      </w:r>
      <w:r w:rsidR="0007008C">
        <w:t xml:space="preserve"> </w:t>
      </w:r>
      <w:r w:rsidR="00F27114">
        <w:tab/>
      </w:r>
      <w:r>
        <w:rPr>
          <w:i/>
          <w:u w:val="single"/>
        </w:rPr>
        <w:t>It</w:t>
      </w:r>
      <w:r w:rsidR="005206AA">
        <w:rPr>
          <w:i/>
          <w:u w:val="single"/>
        </w:rPr>
        <w:t>’</w:t>
      </w:r>
      <w:r>
        <w:rPr>
          <w:i/>
          <w:u w:val="single"/>
        </w:rPr>
        <w:t>s</w:t>
      </w:r>
      <w:r w:rsidRPr="00922522">
        <w:rPr>
          <w:i/>
          <w:u w:val="single"/>
        </w:rPr>
        <w:t>/</w:t>
      </w:r>
      <w:r w:rsidR="005206AA">
        <w:rPr>
          <w:i/>
          <w:u w:val="single"/>
        </w:rPr>
        <w:t>I</w:t>
      </w:r>
      <w:r>
        <w:rPr>
          <w:i/>
          <w:u w:val="single"/>
        </w:rPr>
        <w:t>s</w:t>
      </w:r>
      <w:r>
        <w:t xml:space="preserve"> not a very good book.</w:t>
      </w:r>
    </w:p>
    <w:p w14:paraId="0BE185D6" w14:textId="69A928DA" w:rsidR="00922522" w:rsidRDefault="00922522" w:rsidP="00922522">
      <w:pPr>
        <w:pStyle w:val="GWMultiChoice"/>
        <w:tabs>
          <w:tab w:val="clear" w:pos="2693"/>
          <w:tab w:val="left" w:pos="2430"/>
        </w:tabs>
        <w:spacing w:before="240" w:line="280" w:lineRule="exact"/>
        <w:ind w:left="576" w:hanging="288"/>
      </w:pPr>
      <w:r>
        <w:rPr>
          <w:rStyle w:val="GWMultiNumber"/>
        </w:rPr>
        <w:t xml:space="preserve">4 </w:t>
      </w:r>
      <w:r w:rsidR="00F27114">
        <w:rPr>
          <w:rStyle w:val="GWMultiNumber"/>
        </w:rPr>
        <w:tab/>
      </w:r>
      <w:r w:rsidR="005206AA">
        <w:t xml:space="preserve">He </w:t>
      </w:r>
      <w:r w:rsidR="005206AA">
        <w:rPr>
          <w:i/>
          <w:u w:val="single"/>
        </w:rPr>
        <w:t>d</w:t>
      </w:r>
      <w:r>
        <w:rPr>
          <w:i/>
          <w:u w:val="single"/>
        </w:rPr>
        <w:t>o</w:t>
      </w:r>
      <w:r w:rsidR="005206AA">
        <w:rPr>
          <w:i/>
          <w:u w:val="single"/>
        </w:rPr>
        <w:t>ing</w:t>
      </w:r>
      <w:r>
        <w:rPr>
          <w:i/>
          <w:u w:val="single"/>
        </w:rPr>
        <w:t>/</w:t>
      </w:r>
      <w:r w:rsidR="005206AA">
        <w:rPr>
          <w:i/>
          <w:u w:val="single"/>
        </w:rPr>
        <w:t xml:space="preserve">’s </w:t>
      </w:r>
      <w:r>
        <w:rPr>
          <w:i/>
          <w:u w:val="single"/>
        </w:rPr>
        <w:t>doing</w:t>
      </w:r>
      <w:r>
        <w:rPr>
          <w:i/>
        </w:rPr>
        <w:t xml:space="preserve"> </w:t>
      </w:r>
      <w:r>
        <w:t>his homework at the moment.</w:t>
      </w:r>
    </w:p>
    <w:p w14:paraId="2BCE0B8E" w14:textId="716DCD3C" w:rsidR="00484F41" w:rsidRDefault="00922522" w:rsidP="00F27114">
      <w:pPr>
        <w:pStyle w:val="GWMultiChoice"/>
        <w:tabs>
          <w:tab w:val="clear" w:pos="2693"/>
          <w:tab w:val="left" w:pos="2430"/>
        </w:tabs>
        <w:spacing w:before="240" w:after="120" w:line="280" w:lineRule="exact"/>
        <w:ind w:left="576" w:hanging="288"/>
      </w:pPr>
      <w:r>
        <w:rPr>
          <w:rStyle w:val="GWMultiNumber"/>
        </w:rPr>
        <w:t>5</w:t>
      </w:r>
      <w:r w:rsidR="0007008C">
        <w:rPr>
          <w:rStyle w:val="GWMultiNumber"/>
        </w:rPr>
        <w:t xml:space="preserve"> </w:t>
      </w:r>
      <w:r w:rsidR="00F27114">
        <w:rPr>
          <w:rStyle w:val="GWMultiNumber"/>
        </w:rPr>
        <w:tab/>
      </w:r>
      <w:r w:rsidR="00E65D9A">
        <w:t>She</w:t>
      </w:r>
      <w:r w:rsidR="00BB4E17">
        <w:rPr>
          <w:i/>
          <w:u w:val="single"/>
        </w:rPr>
        <w:t xml:space="preserve"> </w:t>
      </w:r>
      <w:r w:rsidR="00E65D9A">
        <w:rPr>
          <w:i/>
          <w:u w:val="single"/>
        </w:rPr>
        <w:t>can</w:t>
      </w:r>
      <w:r w:rsidR="00BB4E17">
        <w:rPr>
          <w:i/>
          <w:u w:val="single"/>
        </w:rPr>
        <w:t>/</w:t>
      </w:r>
      <w:r w:rsidR="00E65D9A">
        <w:rPr>
          <w:i/>
          <w:u w:val="single"/>
        </w:rPr>
        <w:t>can’t</w:t>
      </w:r>
      <w:r w:rsidR="00E65D9A">
        <w:t xml:space="preserve"> speak German but she speaks good French.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437194" w14:paraId="2355DD43" w14:textId="77777777" w:rsidTr="00E40315">
        <w:trPr>
          <w:trHeight w:val="210"/>
          <w:jc w:val="right"/>
        </w:trPr>
        <w:tc>
          <w:tcPr>
            <w:tcW w:w="3958" w:type="dxa"/>
          </w:tcPr>
          <w:p w14:paraId="1A9E0EBF" w14:textId="77777777" w:rsidR="00437194" w:rsidRDefault="00437194" w:rsidP="00E40315"/>
        </w:tc>
        <w:tc>
          <w:tcPr>
            <w:tcW w:w="861" w:type="dxa"/>
            <w:shd w:val="clear" w:color="auto" w:fill="D6D6D6"/>
          </w:tcPr>
          <w:p w14:paraId="3CA865CA" w14:textId="77777777" w:rsidR="00437194" w:rsidRDefault="00437194" w:rsidP="006255C9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 w:rsidR="006255C9">
              <w:rPr>
                <w:b/>
              </w:rPr>
              <w:t>5</w:t>
            </w:r>
          </w:p>
        </w:tc>
      </w:tr>
    </w:tbl>
    <w:p w14:paraId="5B4F8922" w14:textId="77777777" w:rsidR="004B7758" w:rsidRDefault="004B7758" w:rsidP="004B7758">
      <w:pPr>
        <w:pStyle w:val="GWRubricBody"/>
        <w:rPr>
          <w:rStyle w:val="GWRubricNumber"/>
        </w:rPr>
      </w:pPr>
    </w:p>
    <w:p w14:paraId="5A52179A" w14:textId="77777777" w:rsidR="006255C9" w:rsidRPr="00C8301E" w:rsidRDefault="006255C9" w:rsidP="006255C9">
      <w:pPr>
        <w:pStyle w:val="GWRubricBody"/>
      </w:pPr>
      <w:r>
        <w:rPr>
          <w:rStyle w:val="GWRubricNumber"/>
        </w:rPr>
        <w:t>2</w:t>
      </w:r>
      <w:r w:rsidRPr="00D76861">
        <w:tab/>
      </w:r>
      <w:r>
        <w:t>Complete the sentences with the correct form of the verb given.</w:t>
      </w:r>
    </w:p>
    <w:p w14:paraId="1A6057FF" w14:textId="72751804" w:rsidR="006255C9" w:rsidRDefault="006255C9" w:rsidP="006255C9">
      <w:pPr>
        <w:pStyle w:val="GWMultiChoicefill"/>
      </w:pPr>
      <w:r>
        <w:rPr>
          <w:rStyle w:val="GWMultiNumber"/>
        </w:rPr>
        <w:t>1</w:t>
      </w:r>
      <w:r w:rsidRPr="00705EAA">
        <w:tab/>
      </w:r>
      <w:r>
        <w:t xml:space="preserve">We </w:t>
      </w:r>
      <w:r w:rsidR="000C4DA2" w:rsidRPr="007D066B">
        <w:rPr>
          <w:rStyle w:val="GWFill"/>
        </w:rPr>
        <w:t>……………</w:t>
      </w:r>
      <w:r w:rsidR="000C4DA2">
        <w:rPr>
          <w:rStyle w:val="GWFill"/>
        </w:rPr>
        <w:t xml:space="preserve"> </w:t>
      </w:r>
      <w:r w:rsidR="005206AA">
        <w:t>(watch</w:t>
      </w:r>
      <w:r>
        <w:t xml:space="preserve">) </w:t>
      </w:r>
      <w:r w:rsidR="005206AA">
        <w:t>a good film</w:t>
      </w:r>
      <w:r>
        <w:t xml:space="preserve"> last night.</w:t>
      </w:r>
    </w:p>
    <w:p w14:paraId="7D1C9E6F" w14:textId="29948CE3" w:rsidR="006255C9" w:rsidRDefault="006255C9" w:rsidP="006255C9">
      <w:pPr>
        <w:pStyle w:val="GWMultiChoicefill"/>
      </w:pPr>
      <w:r>
        <w:rPr>
          <w:rStyle w:val="GWMultiNumber"/>
        </w:rPr>
        <w:t>2</w:t>
      </w:r>
      <w:r w:rsidRPr="00705EAA">
        <w:tab/>
      </w:r>
      <w:r w:rsidR="00B215F2">
        <w:t>I love</w:t>
      </w:r>
      <w:r>
        <w:t xml:space="preserve"> </w:t>
      </w:r>
      <w:r w:rsidR="000C4DA2" w:rsidRPr="007D066B">
        <w:rPr>
          <w:rStyle w:val="GWFill"/>
        </w:rPr>
        <w:t>……………</w:t>
      </w:r>
      <w:r w:rsidR="000C4DA2">
        <w:rPr>
          <w:rStyle w:val="GWFill"/>
        </w:rPr>
        <w:t xml:space="preserve"> </w:t>
      </w:r>
      <w:r>
        <w:t>(</w:t>
      </w:r>
      <w:r w:rsidR="00B215F2">
        <w:t>study</w:t>
      </w:r>
      <w:r>
        <w:t xml:space="preserve">) </w:t>
      </w:r>
      <w:r w:rsidR="00B215F2">
        <w:t>maths</w:t>
      </w:r>
      <w:r>
        <w:t>.</w:t>
      </w:r>
      <w:r w:rsidR="00B215F2">
        <w:t xml:space="preserve"> It’s my favourite subject.</w:t>
      </w:r>
    </w:p>
    <w:p w14:paraId="4DF70F7F" w14:textId="332B49DD" w:rsidR="00B215F2" w:rsidRDefault="00B215F2" w:rsidP="00B215F2">
      <w:pPr>
        <w:pStyle w:val="GWMultiChoicefill"/>
      </w:pPr>
      <w:r>
        <w:rPr>
          <w:rStyle w:val="GWMultiNumber"/>
        </w:rPr>
        <w:t>3</w:t>
      </w:r>
      <w:r w:rsidRPr="00705EAA">
        <w:tab/>
      </w:r>
      <w:r>
        <w:t xml:space="preserve">There </w:t>
      </w:r>
      <w:r w:rsidR="000C4DA2" w:rsidRPr="007D066B">
        <w:rPr>
          <w:rStyle w:val="GWFill"/>
        </w:rPr>
        <w:t>……………</w:t>
      </w:r>
      <w:r w:rsidR="000C4DA2">
        <w:rPr>
          <w:rStyle w:val="GWFill"/>
        </w:rPr>
        <w:t xml:space="preserve"> </w:t>
      </w:r>
      <w:r>
        <w:t>(</w:t>
      </w:r>
      <w:r w:rsidR="00C522E8">
        <w:t xml:space="preserve">not </w:t>
      </w:r>
      <w:r>
        <w:t xml:space="preserve">be) many </w:t>
      </w:r>
      <w:r w:rsidR="00BB4E17">
        <w:t>people</w:t>
      </w:r>
      <w:r>
        <w:t xml:space="preserve"> in class yesterday.</w:t>
      </w:r>
    </w:p>
    <w:p w14:paraId="1A1A48B1" w14:textId="0BC48C08" w:rsidR="00B215F2" w:rsidRDefault="00B215F2" w:rsidP="00B215F2">
      <w:pPr>
        <w:pStyle w:val="GWMultiChoicefill"/>
      </w:pPr>
      <w:r>
        <w:rPr>
          <w:rStyle w:val="GWMultiNumber"/>
        </w:rPr>
        <w:t>4</w:t>
      </w:r>
      <w:r w:rsidRPr="00705EAA">
        <w:tab/>
      </w:r>
      <w:r w:rsidR="000C4DA2" w:rsidRPr="007D066B">
        <w:rPr>
          <w:rStyle w:val="GWFill"/>
        </w:rPr>
        <w:t>……………</w:t>
      </w:r>
      <w:r w:rsidR="000C4DA2">
        <w:rPr>
          <w:rStyle w:val="GWFill"/>
        </w:rPr>
        <w:t xml:space="preserve"> </w:t>
      </w:r>
      <w:r>
        <w:t xml:space="preserve">you ever </w:t>
      </w:r>
      <w:r w:rsidR="000C4DA2" w:rsidRPr="007D066B">
        <w:rPr>
          <w:rStyle w:val="GWFill"/>
        </w:rPr>
        <w:t>……………</w:t>
      </w:r>
      <w:r w:rsidR="000C4DA2">
        <w:rPr>
          <w:rStyle w:val="GWFill"/>
        </w:rPr>
        <w:t xml:space="preserve"> </w:t>
      </w:r>
      <w:r>
        <w:t xml:space="preserve">(fly) in a </w:t>
      </w:r>
      <w:r w:rsidR="00C522E8">
        <w:t>helicopter</w:t>
      </w:r>
      <w:r>
        <w:t>?</w:t>
      </w:r>
    </w:p>
    <w:p w14:paraId="68A80118" w14:textId="4B955FCD" w:rsidR="00484F41" w:rsidRDefault="00B215F2" w:rsidP="00F27114">
      <w:pPr>
        <w:pStyle w:val="GWMultiChoicefill"/>
      </w:pPr>
      <w:r>
        <w:rPr>
          <w:rStyle w:val="GWMultiNumber"/>
        </w:rPr>
        <w:t>5</w:t>
      </w:r>
      <w:r w:rsidRPr="00705EAA">
        <w:tab/>
      </w:r>
      <w:r w:rsidR="000C4DA2" w:rsidRPr="007D066B">
        <w:rPr>
          <w:rStyle w:val="GWFill"/>
        </w:rPr>
        <w:t>……………</w:t>
      </w:r>
      <w:r w:rsidR="000C4DA2">
        <w:rPr>
          <w:rStyle w:val="GWFill"/>
        </w:rPr>
        <w:t xml:space="preserve"> </w:t>
      </w:r>
      <w:r>
        <w:t>(</w:t>
      </w:r>
      <w:r w:rsidR="00BB4E17">
        <w:t>open</w:t>
      </w:r>
      <w:r>
        <w:t xml:space="preserve">) </w:t>
      </w:r>
      <w:r w:rsidR="00BB4E17">
        <w:t>the window</w:t>
      </w:r>
      <w:r>
        <w:t>.</w:t>
      </w:r>
      <w:r w:rsidR="00BB4E17">
        <w:t xml:space="preserve"> It’s cold in here.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E65D9A" w14:paraId="26D3C5B0" w14:textId="77777777" w:rsidTr="0090371A">
        <w:trPr>
          <w:trHeight w:val="210"/>
          <w:jc w:val="right"/>
        </w:trPr>
        <w:tc>
          <w:tcPr>
            <w:tcW w:w="3958" w:type="dxa"/>
          </w:tcPr>
          <w:p w14:paraId="103ED34F" w14:textId="77777777" w:rsidR="00E65D9A" w:rsidRDefault="00E65D9A" w:rsidP="0090371A"/>
        </w:tc>
        <w:tc>
          <w:tcPr>
            <w:tcW w:w="861" w:type="dxa"/>
            <w:shd w:val="clear" w:color="auto" w:fill="D6D6D6"/>
          </w:tcPr>
          <w:p w14:paraId="553D2C27" w14:textId="77777777" w:rsidR="00E65D9A" w:rsidRDefault="00E65D9A" w:rsidP="0090371A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2B1B4DD4" w14:textId="77777777" w:rsidR="004B7758" w:rsidRDefault="004B7758" w:rsidP="00F27114">
      <w:pPr>
        <w:pStyle w:val="GWRubricBody"/>
        <w:rPr>
          <w:rStyle w:val="GWRubricNumber"/>
        </w:rPr>
      </w:pPr>
    </w:p>
    <w:p w14:paraId="15E85BE6" w14:textId="77777777" w:rsidR="000531AE" w:rsidRDefault="00551137" w:rsidP="00F27114">
      <w:pPr>
        <w:pStyle w:val="GWRubricBody"/>
      </w:pPr>
      <w:r>
        <w:rPr>
          <w:rStyle w:val="GWRubricNumber"/>
        </w:rPr>
        <w:t>3</w:t>
      </w:r>
      <w:r w:rsidR="000531AE" w:rsidRPr="00D76861">
        <w:tab/>
      </w:r>
      <w:r w:rsidR="000531AE">
        <w:t xml:space="preserve">Complete the </w:t>
      </w:r>
      <w:r>
        <w:t>sentences with the correct answer, A, B or C.</w:t>
      </w:r>
    </w:p>
    <w:p w14:paraId="0E1A31B7" w14:textId="77777777" w:rsidR="00551137" w:rsidRDefault="00551137" w:rsidP="00551137">
      <w:pPr>
        <w:pStyle w:val="GWMultiChoicefill"/>
      </w:pPr>
      <w:r>
        <w:rPr>
          <w:rStyle w:val="GWMultiNumber"/>
        </w:rPr>
        <w:t>1</w:t>
      </w:r>
      <w:r w:rsidRPr="00705EAA">
        <w:tab/>
      </w:r>
      <w:r>
        <w:t>There</w:t>
      </w:r>
      <w:r w:rsidR="008E06D3">
        <w:t xml:space="preserve"> aren’t</w:t>
      </w:r>
      <w:r>
        <w:t xml:space="preserve">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="00484F41">
        <w:t>good comics</w:t>
      </w:r>
      <w:r>
        <w:t xml:space="preserve"> </w:t>
      </w:r>
      <w:r w:rsidR="00484F41">
        <w:t>i</w:t>
      </w:r>
      <w:r>
        <w:t xml:space="preserve">n the </w:t>
      </w:r>
      <w:r w:rsidR="00484F41">
        <w:t>library</w:t>
      </w:r>
      <w:r>
        <w:t>.</w:t>
      </w:r>
    </w:p>
    <w:p w14:paraId="1DF204F0" w14:textId="53BA90A6" w:rsidR="00551137" w:rsidRDefault="00551137" w:rsidP="004B7758">
      <w:pPr>
        <w:pStyle w:val="GWMultiChoicefill"/>
        <w:tabs>
          <w:tab w:val="clear" w:pos="2693"/>
          <w:tab w:val="clear" w:pos="2977"/>
          <w:tab w:val="clear" w:pos="3260"/>
          <w:tab w:val="left" w:pos="2250"/>
          <w:tab w:val="left" w:pos="3780"/>
        </w:tabs>
      </w:pPr>
      <w:r>
        <w:rPr>
          <w:rStyle w:val="GWMultiNumber"/>
        </w:rPr>
        <w:tab/>
      </w:r>
      <w:r w:rsidRPr="009E38D6">
        <w:rPr>
          <w:b/>
          <w:sz w:val="16"/>
          <w:szCs w:val="16"/>
        </w:rPr>
        <w:t>A</w:t>
      </w:r>
      <w:r>
        <w:rPr>
          <w:b/>
        </w:rPr>
        <w:t xml:space="preserve"> </w:t>
      </w:r>
      <w:r>
        <w:t xml:space="preserve">some     </w:t>
      </w:r>
      <w:r w:rsidR="009E38D6">
        <w:tab/>
      </w:r>
      <w:r w:rsidRPr="009E38D6">
        <w:rPr>
          <w:b/>
          <w:sz w:val="16"/>
          <w:szCs w:val="16"/>
        </w:rPr>
        <w:t>B</w:t>
      </w:r>
      <w:r>
        <w:rPr>
          <w:b/>
        </w:rPr>
        <w:t xml:space="preserve"> </w:t>
      </w:r>
      <w:r>
        <w:t xml:space="preserve">an     </w:t>
      </w:r>
      <w:r w:rsidR="009E38D6">
        <w:tab/>
      </w:r>
      <w:r w:rsidRPr="009E38D6">
        <w:rPr>
          <w:b/>
          <w:sz w:val="16"/>
          <w:szCs w:val="16"/>
        </w:rPr>
        <w:t>C</w:t>
      </w:r>
      <w:r>
        <w:rPr>
          <w:b/>
        </w:rPr>
        <w:t xml:space="preserve"> </w:t>
      </w:r>
      <w:r>
        <w:t>any</w:t>
      </w:r>
    </w:p>
    <w:p w14:paraId="68B41B4A" w14:textId="77777777" w:rsidR="00551137" w:rsidRDefault="00551137" w:rsidP="004B7758">
      <w:pPr>
        <w:pStyle w:val="GWMultiChoicefill"/>
        <w:tabs>
          <w:tab w:val="clear" w:pos="2693"/>
          <w:tab w:val="clear" w:pos="2977"/>
          <w:tab w:val="clear" w:pos="3260"/>
          <w:tab w:val="left" w:pos="2250"/>
          <w:tab w:val="left" w:pos="3780"/>
        </w:tabs>
      </w:pPr>
      <w:r>
        <w:rPr>
          <w:rStyle w:val="GWMultiNumber"/>
        </w:rPr>
        <w:t>2</w:t>
      </w:r>
      <w:r w:rsidRPr="00705EAA">
        <w:tab/>
      </w:r>
      <w:r w:rsidR="008E06D3">
        <w:t>That’s</w:t>
      </w:r>
      <w:r>
        <w:t xml:space="preserve">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="008E06D3">
        <w:t>dog</w:t>
      </w:r>
      <w:r>
        <w:t>.</w:t>
      </w:r>
      <w:r w:rsidR="008E06D3">
        <w:t xml:space="preserve"> He’s called Frankie.</w:t>
      </w:r>
    </w:p>
    <w:p w14:paraId="6087D73F" w14:textId="7B8FBAB6" w:rsidR="00551137" w:rsidRDefault="00551137" w:rsidP="004B7758">
      <w:pPr>
        <w:pStyle w:val="GWMultiChoicefill"/>
        <w:tabs>
          <w:tab w:val="clear" w:pos="2693"/>
          <w:tab w:val="clear" w:pos="2977"/>
          <w:tab w:val="clear" w:pos="3260"/>
          <w:tab w:val="left" w:pos="2250"/>
          <w:tab w:val="left" w:pos="3780"/>
        </w:tabs>
      </w:pPr>
      <w:r>
        <w:rPr>
          <w:rStyle w:val="GWMultiNumber"/>
        </w:rPr>
        <w:tab/>
      </w:r>
      <w:r w:rsidR="009E38D6" w:rsidRPr="009E38D6">
        <w:rPr>
          <w:b/>
          <w:sz w:val="16"/>
          <w:szCs w:val="16"/>
        </w:rPr>
        <w:t>A</w:t>
      </w:r>
      <w:r w:rsidR="008E06D3">
        <w:rPr>
          <w:b/>
        </w:rPr>
        <w:t xml:space="preserve"> </w:t>
      </w:r>
      <w:r w:rsidR="008E06D3">
        <w:t>my</w:t>
      </w:r>
      <w:r>
        <w:t xml:space="preserve">     </w:t>
      </w:r>
      <w:r w:rsidR="009E38D6">
        <w:tab/>
      </w:r>
      <w:r w:rsidR="009E38D6" w:rsidRPr="009E38D6">
        <w:rPr>
          <w:b/>
          <w:sz w:val="16"/>
          <w:szCs w:val="16"/>
        </w:rPr>
        <w:t>B</w:t>
      </w:r>
      <w:r>
        <w:rPr>
          <w:b/>
        </w:rPr>
        <w:t xml:space="preserve"> </w:t>
      </w:r>
      <w:r w:rsidR="008E06D3">
        <w:t>me</w:t>
      </w:r>
      <w:r>
        <w:t xml:space="preserve">     </w:t>
      </w:r>
      <w:r w:rsidR="009E38D6">
        <w:tab/>
      </w:r>
      <w:r w:rsidR="009E38D6" w:rsidRPr="009E38D6">
        <w:rPr>
          <w:b/>
          <w:sz w:val="16"/>
          <w:szCs w:val="16"/>
        </w:rPr>
        <w:t>C</w:t>
      </w:r>
      <w:r>
        <w:rPr>
          <w:b/>
        </w:rPr>
        <w:t xml:space="preserve"> </w:t>
      </w:r>
      <w:r w:rsidR="008E06D3">
        <w:t>mine</w:t>
      </w:r>
    </w:p>
    <w:p w14:paraId="56598545" w14:textId="43E7548C" w:rsidR="008E06D3" w:rsidRDefault="008E06D3" w:rsidP="004B7758">
      <w:pPr>
        <w:pStyle w:val="GWMultiChoicefill"/>
        <w:tabs>
          <w:tab w:val="clear" w:pos="2693"/>
          <w:tab w:val="clear" w:pos="2977"/>
          <w:tab w:val="clear" w:pos="3260"/>
          <w:tab w:val="left" w:pos="2250"/>
          <w:tab w:val="left" w:pos="3780"/>
        </w:tabs>
      </w:pPr>
      <w:r>
        <w:rPr>
          <w:rStyle w:val="GWMultiNumber"/>
        </w:rPr>
        <w:t>3</w:t>
      </w:r>
      <w:r w:rsidRPr="00705EAA">
        <w:tab/>
      </w:r>
      <w:r>
        <w:t xml:space="preserve">He’s the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>
        <w:t>footballer in the world!</w:t>
      </w:r>
    </w:p>
    <w:p w14:paraId="435A8BCC" w14:textId="0DFCF453" w:rsidR="008E06D3" w:rsidRDefault="008E06D3" w:rsidP="004B7758">
      <w:pPr>
        <w:pStyle w:val="GWMultiChoicefill"/>
        <w:tabs>
          <w:tab w:val="clear" w:pos="2693"/>
          <w:tab w:val="clear" w:pos="2977"/>
          <w:tab w:val="clear" w:pos="3260"/>
          <w:tab w:val="left" w:pos="2250"/>
          <w:tab w:val="left" w:pos="3780"/>
        </w:tabs>
      </w:pPr>
      <w:r>
        <w:rPr>
          <w:rStyle w:val="GWMultiNumber"/>
        </w:rPr>
        <w:tab/>
      </w:r>
      <w:r w:rsidR="009E38D6" w:rsidRPr="009E38D6">
        <w:rPr>
          <w:b/>
          <w:sz w:val="16"/>
          <w:szCs w:val="16"/>
        </w:rPr>
        <w:t>A</w:t>
      </w:r>
      <w:r>
        <w:rPr>
          <w:b/>
        </w:rPr>
        <w:t xml:space="preserve"> </w:t>
      </w:r>
      <w:r w:rsidR="005206AA">
        <w:t xml:space="preserve">most </w:t>
      </w:r>
      <w:r>
        <w:t xml:space="preserve">bad     </w:t>
      </w:r>
      <w:r w:rsidR="009E38D6">
        <w:tab/>
      </w:r>
      <w:r w:rsidR="009E38D6" w:rsidRPr="009E38D6">
        <w:rPr>
          <w:b/>
          <w:sz w:val="16"/>
          <w:szCs w:val="16"/>
        </w:rPr>
        <w:t>B</w:t>
      </w:r>
      <w:r>
        <w:rPr>
          <w:b/>
        </w:rPr>
        <w:t xml:space="preserve"> </w:t>
      </w:r>
      <w:r>
        <w:t xml:space="preserve">worse    </w:t>
      </w:r>
      <w:r w:rsidR="009E38D6">
        <w:tab/>
      </w:r>
      <w:r w:rsidR="009E38D6" w:rsidRPr="009E38D6">
        <w:rPr>
          <w:b/>
          <w:sz w:val="16"/>
          <w:szCs w:val="16"/>
        </w:rPr>
        <w:t>C</w:t>
      </w:r>
      <w:r>
        <w:rPr>
          <w:b/>
        </w:rPr>
        <w:t xml:space="preserve"> </w:t>
      </w:r>
      <w:r>
        <w:t>worst</w:t>
      </w:r>
    </w:p>
    <w:p w14:paraId="03B1E1E3" w14:textId="2D417F66" w:rsidR="008E06D3" w:rsidRDefault="008E06D3" w:rsidP="004B7758">
      <w:pPr>
        <w:pStyle w:val="GWMultiChoicefill"/>
        <w:tabs>
          <w:tab w:val="clear" w:pos="2693"/>
          <w:tab w:val="clear" w:pos="2977"/>
          <w:tab w:val="clear" w:pos="3260"/>
          <w:tab w:val="left" w:pos="2250"/>
          <w:tab w:val="left" w:pos="3780"/>
        </w:tabs>
      </w:pPr>
      <w:r>
        <w:rPr>
          <w:rStyle w:val="GWMultiNumber"/>
        </w:rPr>
        <w:t>4</w:t>
      </w:r>
      <w:r w:rsidRPr="00705EAA">
        <w:tab/>
      </w:r>
      <w:r>
        <w:t xml:space="preserve">I’m going to make a </w:t>
      </w:r>
      <w:r w:rsidR="00C632D0">
        <w:t xml:space="preserve">cake </w:t>
      </w:r>
      <w:r w:rsidRPr="007D066B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>
        <w:t>the weekend.</w:t>
      </w:r>
    </w:p>
    <w:p w14:paraId="5A336D99" w14:textId="58843C32" w:rsidR="008E06D3" w:rsidRDefault="008E06D3" w:rsidP="004B7758">
      <w:pPr>
        <w:pStyle w:val="GWMultiChoicefill"/>
        <w:tabs>
          <w:tab w:val="clear" w:pos="2693"/>
          <w:tab w:val="clear" w:pos="2977"/>
          <w:tab w:val="clear" w:pos="3260"/>
          <w:tab w:val="left" w:pos="2250"/>
          <w:tab w:val="left" w:pos="3780"/>
        </w:tabs>
      </w:pPr>
      <w:r>
        <w:rPr>
          <w:rStyle w:val="GWMultiNumber"/>
        </w:rPr>
        <w:tab/>
      </w:r>
      <w:proofErr w:type="gramStart"/>
      <w:r w:rsidR="009E38D6" w:rsidRPr="009E38D6">
        <w:rPr>
          <w:b/>
          <w:sz w:val="16"/>
          <w:szCs w:val="16"/>
        </w:rPr>
        <w:t>A</w:t>
      </w:r>
      <w:proofErr w:type="gramEnd"/>
      <w:r>
        <w:rPr>
          <w:b/>
        </w:rPr>
        <w:t xml:space="preserve"> </w:t>
      </w:r>
      <w:r>
        <w:t xml:space="preserve">at     </w:t>
      </w:r>
      <w:r w:rsidR="009E38D6">
        <w:tab/>
      </w:r>
      <w:r w:rsidR="009E38D6" w:rsidRPr="009E38D6">
        <w:rPr>
          <w:b/>
          <w:sz w:val="16"/>
          <w:szCs w:val="16"/>
        </w:rPr>
        <w:t>B</w:t>
      </w:r>
      <w:r>
        <w:rPr>
          <w:b/>
        </w:rPr>
        <w:t xml:space="preserve"> </w:t>
      </w:r>
      <w:r>
        <w:t xml:space="preserve">on    </w:t>
      </w:r>
      <w:r w:rsidR="009E38D6">
        <w:tab/>
      </w:r>
      <w:r w:rsidR="009E38D6" w:rsidRPr="009E38D6">
        <w:rPr>
          <w:b/>
          <w:sz w:val="16"/>
          <w:szCs w:val="16"/>
        </w:rPr>
        <w:t>C</w:t>
      </w:r>
      <w:r>
        <w:rPr>
          <w:b/>
        </w:rPr>
        <w:t xml:space="preserve"> </w:t>
      </w:r>
      <w:r>
        <w:t>in</w:t>
      </w:r>
    </w:p>
    <w:p w14:paraId="02005FE7" w14:textId="77777777" w:rsidR="008E06D3" w:rsidRDefault="008E06D3" w:rsidP="004B7758">
      <w:pPr>
        <w:pStyle w:val="GWMultiChoicefill"/>
        <w:tabs>
          <w:tab w:val="clear" w:pos="2693"/>
          <w:tab w:val="clear" w:pos="2977"/>
          <w:tab w:val="clear" w:pos="3260"/>
          <w:tab w:val="left" w:pos="2250"/>
          <w:tab w:val="left" w:pos="3780"/>
        </w:tabs>
      </w:pPr>
      <w:r>
        <w:rPr>
          <w:rStyle w:val="GWMultiNumber"/>
        </w:rPr>
        <w:t>5</w:t>
      </w:r>
      <w:r w:rsidRPr="00705EAA">
        <w:tab/>
      </w:r>
      <w:r>
        <w:t>She plays tennis</w:t>
      </w:r>
      <w:r w:rsidR="00484F41">
        <w:t xml:space="preserve"> very</w:t>
      </w:r>
      <w:r>
        <w:t xml:space="preserve"> </w:t>
      </w:r>
      <w:r w:rsidRPr="007D066B">
        <w:rPr>
          <w:rStyle w:val="GWFill"/>
        </w:rPr>
        <w:t>……………………</w:t>
      </w:r>
      <w:r w:rsidR="00484F41" w:rsidRPr="007D066B">
        <w:rPr>
          <w:rStyle w:val="GWFill"/>
        </w:rPr>
        <w:t>…</w:t>
      </w:r>
      <w:r w:rsidR="00484F41">
        <w:t>. She’s never won a game.</w:t>
      </w:r>
    </w:p>
    <w:p w14:paraId="37F71870" w14:textId="5C5626C6" w:rsidR="000531AE" w:rsidRPr="00484F41" w:rsidRDefault="008E06D3" w:rsidP="004B7758">
      <w:pPr>
        <w:pStyle w:val="GWMultiChoicefill"/>
        <w:tabs>
          <w:tab w:val="clear" w:pos="2693"/>
          <w:tab w:val="clear" w:pos="2977"/>
          <w:tab w:val="clear" w:pos="3260"/>
          <w:tab w:val="left" w:pos="2250"/>
          <w:tab w:val="left" w:pos="3780"/>
        </w:tabs>
      </w:pPr>
      <w:r>
        <w:rPr>
          <w:rStyle w:val="GWMultiNumber"/>
        </w:rPr>
        <w:tab/>
      </w:r>
      <w:r w:rsidR="009E38D6" w:rsidRPr="009E38D6">
        <w:rPr>
          <w:b/>
          <w:sz w:val="16"/>
          <w:szCs w:val="16"/>
        </w:rPr>
        <w:t>A</w:t>
      </w:r>
      <w:r>
        <w:rPr>
          <w:b/>
        </w:rPr>
        <w:t xml:space="preserve"> </w:t>
      </w:r>
      <w:r w:rsidR="00484F41">
        <w:t xml:space="preserve">well     </w:t>
      </w:r>
      <w:r w:rsidR="009E38D6">
        <w:tab/>
      </w:r>
      <w:r w:rsidR="009E38D6" w:rsidRPr="009E38D6">
        <w:rPr>
          <w:b/>
          <w:sz w:val="16"/>
          <w:szCs w:val="16"/>
        </w:rPr>
        <w:t>B</w:t>
      </w:r>
      <w:r>
        <w:rPr>
          <w:b/>
        </w:rPr>
        <w:t xml:space="preserve"> </w:t>
      </w:r>
      <w:r w:rsidR="00484F41">
        <w:t xml:space="preserve">badly    </w:t>
      </w:r>
      <w:r w:rsidR="009E38D6">
        <w:tab/>
      </w:r>
      <w:r w:rsidR="009E38D6" w:rsidRPr="009E38D6">
        <w:rPr>
          <w:b/>
          <w:sz w:val="16"/>
          <w:szCs w:val="16"/>
        </w:rPr>
        <w:t>C</w:t>
      </w:r>
      <w:r>
        <w:rPr>
          <w:b/>
        </w:rPr>
        <w:t xml:space="preserve"> </w:t>
      </w:r>
      <w:r w:rsidR="00484F41">
        <w:t>bad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0531AE" w14:paraId="3791B114" w14:textId="77777777" w:rsidTr="00EF497E">
        <w:trPr>
          <w:trHeight w:val="150"/>
          <w:jc w:val="right"/>
        </w:trPr>
        <w:tc>
          <w:tcPr>
            <w:tcW w:w="3958" w:type="dxa"/>
          </w:tcPr>
          <w:p w14:paraId="1D71634C" w14:textId="77777777" w:rsidR="000531AE" w:rsidRDefault="000531AE" w:rsidP="00EF497E"/>
        </w:tc>
        <w:tc>
          <w:tcPr>
            <w:tcW w:w="861" w:type="dxa"/>
            <w:shd w:val="clear" w:color="auto" w:fill="D6D6D6"/>
          </w:tcPr>
          <w:p w14:paraId="21FB0F96" w14:textId="1CA35C73" w:rsidR="000531AE" w:rsidRPr="003B14C8" w:rsidRDefault="000531AE" w:rsidP="00BA7E15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6B431FF5" w14:textId="77777777" w:rsidR="000531AE" w:rsidRDefault="000531AE" w:rsidP="00D216BC">
      <w:pPr>
        <w:pStyle w:val="GWRubricBody"/>
        <w:spacing w:after="0"/>
        <w:ind w:left="0" w:firstLine="0"/>
        <w:rPr>
          <w:rStyle w:val="GWRubricNumber"/>
        </w:rPr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CF720E" w14:paraId="02116181" w14:textId="77777777" w:rsidTr="00E40315">
        <w:trPr>
          <w:trHeight w:val="150"/>
          <w:jc w:val="right"/>
        </w:trPr>
        <w:tc>
          <w:tcPr>
            <w:tcW w:w="3958" w:type="dxa"/>
          </w:tcPr>
          <w:p w14:paraId="092DF617" w14:textId="77777777" w:rsidR="00CF720E" w:rsidRDefault="00CF720E" w:rsidP="00E40315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43467C0A" w14:textId="77777777" w:rsidR="00CF720E" w:rsidRPr="003B14C8" w:rsidRDefault="00CF720E" w:rsidP="00E40315">
            <w:pPr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 w:rsidR="00484F41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</w:tr>
    </w:tbl>
    <w:p w14:paraId="6FD64B7B" w14:textId="77777777" w:rsidR="00437194" w:rsidRDefault="00437194" w:rsidP="000531AE">
      <w:pPr>
        <w:pStyle w:val="GWPages"/>
      </w:pPr>
    </w:p>
    <w:p w14:paraId="2FFDC61F" w14:textId="77777777" w:rsidR="00F27114" w:rsidRPr="00F27114" w:rsidRDefault="00F27114" w:rsidP="00F27114">
      <w:pPr>
        <w:spacing w:line="14" w:lineRule="exact"/>
      </w:pPr>
      <w:r>
        <w:br w:type="column"/>
      </w:r>
    </w:p>
    <w:p w14:paraId="0B1AA1AE" w14:textId="35A650DB" w:rsidR="000531AE" w:rsidRPr="000356D4" w:rsidRDefault="000531AE" w:rsidP="009E38D6">
      <w:pPr>
        <w:pStyle w:val="GWSectionHead"/>
        <w:spacing w:before="0"/>
      </w:pPr>
      <w:r w:rsidRPr="000356D4">
        <w:t>Vocabulary</w:t>
      </w:r>
    </w:p>
    <w:p w14:paraId="17B93B4C" w14:textId="4728CA17" w:rsidR="00A318AB" w:rsidRDefault="00AC3069" w:rsidP="00AC3069">
      <w:pPr>
        <w:pStyle w:val="GWRubricBody"/>
      </w:pPr>
      <w:r>
        <w:rPr>
          <w:rStyle w:val="GWRubricNumber"/>
        </w:rPr>
        <w:t>4</w:t>
      </w:r>
      <w:r w:rsidRPr="00D76861">
        <w:tab/>
      </w:r>
      <w:r w:rsidR="000C4DA2" w:rsidRPr="000C4DA2">
        <w:t>Choose</w:t>
      </w:r>
      <w:r w:rsidR="00A318AB">
        <w:t xml:space="preserve"> the correct alternatives to complete the sentences.</w:t>
      </w:r>
    </w:p>
    <w:p w14:paraId="38249718" w14:textId="77777777" w:rsidR="00A318AB" w:rsidRPr="00A318AB" w:rsidRDefault="00AC3069" w:rsidP="00AC3069">
      <w:pPr>
        <w:pStyle w:val="GWMultiChoicefill"/>
      </w:pPr>
      <w:r>
        <w:rPr>
          <w:rStyle w:val="GWMultiNumber"/>
        </w:rPr>
        <w:t>1</w:t>
      </w:r>
      <w:r w:rsidRPr="00705EAA">
        <w:tab/>
      </w:r>
      <w:r w:rsidR="00A318AB">
        <w:t xml:space="preserve">Harriet is my </w:t>
      </w:r>
      <w:r w:rsidR="00A318AB" w:rsidRPr="00A318AB">
        <w:rPr>
          <w:i/>
          <w:u w:val="single"/>
        </w:rPr>
        <w:t>sister/cousin</w:t>
      </w:r>
      <w:r w:rsidR="00A318AB">
        <w:t xml:space="preserve">. She’s my aunt’s </w:t>
      </w:r>
      <w:r w:rsidR="00A318AB" w:rsidRPr="00A318AB">
        <w:t>daughter.</w:t>
      </w:r>
    </w:p>
    <w:p w14:paraId="6EC54E4E" w14:textId="77777777" w:rsidR="00A318AB" w:rsidRDefault="00A318AB" w:rsidP="00A318AB">
      <w:pPr>
        <w:pStyle w:val="GWMultiChoicefill"/>
      </w:pPr>
      <w:r>
        <w:rPr>
          <w:rStyle w:val="GWMultiNumber"/>
        </w:rPr>
        <w:t>2</w:t>
      </w:r>
      <w:r w:rsidRPr="00705EAA">
        <w:tab/>
      </w:r>
      <w:r>
        <w:t xml:space="preserve">My mother usually has </w:t>
      </w:r>
      <w:r>
        <w:rPr>
          <w:i/>
          <w:u w:val="single"/>
        </w:rPr>
        <w:t>sugar</w:t>
      </w:r>
      <w:r w:rsidRPr="00A318AB">
        <w:rPr>
          <w:i/>
          <w:u w:val="single"/>
        </w:rPr>
        <w:t>/</w:t>
      </w:r>
      <w:r>
        <w:rPr>
          <w:i/>
          <w:u w:val="single"/>
        </w:rPr>
        <w:t>salt</w:t>
      </w:r>
      <w:r>
        <w:t xml:space="preserve"> in her coffee.</w:t>
      </w:r>
    </w:p>
    <w:p w14:paraId="2259F754" w14:textId="77777777" w:rsidR="00A318AB" w:rsidRDefault="00A318AB" w:rsidP="00A318AB">
      <w:pPr>
        <w:pStyle w:val="GWMultiChoicefill"/>
      </w:pPr>
      <w:r>
        <w:rPr>
          <w:rStyle w:val="GWMultiNumber"/>
        </w:rPr>
        <w:t>3</w:t>
      </w:r>
      <w:r w:rsidRPr="00705EAA">
        <w:tab/>
      </w:r>
      <w:r>
        <w:t xml:space="preserve">You should take an umbrella. It’s very </w:t>
      </w:r>
      <w:r>
        <w:rPr>
          <w:i/>
          <w:u w:val="single"/>
        </w:rPr>
        <w:t>windy</w:t>
      </w:r>
      <w:r w:rsidRPr="00A318AB">
        <w:rPr>
          <w:i/>
          <w:u w:val="single"/>
        </w:rPr>
        <w:t>/</w:t>
      </w:r>
      <w:r>
        <w:rPr>
          <w:i/>
          <w:u w:val="single"/>
        </w:rPr>
        <w:t>stormy</w:t>
      </w:r>
      <w:r>
        <w:t>.</w:t>
      </w:r>
    </w:p>
    <w:p w14:paraId="7072280E" w14:textId="18037EC9" w:rsidR="00A318AB" w:rsidRDefault="00A318AB" w:rsidP="00A318AB">
      <w:pPr>
        <w:pStyle w:val="GWMultiChoicefill"/>
      </w:pPr>
      <w:r>
        <w:rPr>
          <w:rStyle w:val="GWMultiNumber"/>
        </w:rPr>
        <w:t>4</w:t>
      </w:r>
      <w:r>
        <w:rPr>
          <w:rStyle w:val="GWMultiNumber"/>
        </w:rPr>
        <w:tab/>
      </w:r>
      <w:r w:rsidR="00BB21FA">
        <w:t xml:space="preserve">You have to </w:t>
      </w:r>
      <w:r w:rsidR="00C632D0">
        <w:t xml:space="preserve">use the </w:t>
      </w:r>
      <w:r w:rsidR="00C632D0" w:rsidRPr="006E16EB">
        <w:rPr>
          <w:i/>
          <w:u w:val="single"/>
        </w:rPr>
        <w:t>mouse/key</w:t>
      </w:r>
      <w:r w:rsidR="00227879" w:rsidRPr="006E16EB">
        <w:rPr>
          <w:i/>
          <w:u w:val="single"/>
        </w:rPr>
        <w:t>b</w:t>
      </w:r>
      <w:r w:rsidR="00C632D0" w:rsidRPr="006E16EB">
        <w:rPr>
          <w:i/>
          <w:u w:val="single"/>
        </w:rPr>
        <w:t>oard</w:t>
      </w:r>
      <w:r w:rsidR="00C632D0">
        <w:t xml:space="preserve"> to </w:t>
      </w:r>
      <w:r w:rsidR="00BB21FA">
        <w:t xml:space="preserve">click on the </w:t>
      </w:r>
      <w:r w:rsidR="00C632D0">
        <w:t xml:space="preserve">screen and </w:t>
      </w:r>
      <w:r w:rsidR="00BB21FA">
        <w:t>send the email.</w:t>
      </w:r>
      <w:r>
        <w:t xml:space="preserve"> </w:t>
      </w:r>
    </w:p>
    <w:p w14:paraId="6677996B" w14:textId="77777777" w:rsidR="00A318AB" w:rsidRDefault="00A318AB" w:rsidP="00A318AB">
      <w:pPr>
        <w:pStyle w:val="GWMultiChoicefill"/>
      </w:pPr>
      <w:r>
        <w:rPr>
          <w:rStyle w:val="GWMultiNumber"/>
        </w:rPr>
        <w:t>5</w:t>
      </w:r>
      <w:r>
        <w:rPr>
          <w:rStyle w:val="GWMultiNumber"/>
        </w:rPr>
        <w:tab/>
      </w:r>
      <w:r w:rsidR="00E15EF6">
        <w:t>A</w:t>
      </w:r>
      <w:r>
        <w:t xml:space="preserve"> </w:t>
      </w:r>
      <w:r w:rsidR="00E15EF6">
        <w:rPr>
          <w:i/>
          <w:u w:val="single"/>
        </w:rPr>
        <w:t>whale</w:t>
      </w:r>
      <w:r w:rsidRPr="00A318AB">
        <w:rPr>
          <w:i/>
          <w:u w:val="single"/>
        </w:rPr>
        <w:t>/</w:t>
      </w:r>
      <w:r w:rsidR="00E15EF6">
        <w:rPr>
          <w:i/>
          <w:u w:val="single"/>
        </w:rPr>
        <w:t>rhinoceros</w:t>
      </w:r>
      <w:r w:rsidR="00E15EF6">
        <w:t xml:space="preserve"> is a large animal</w:t>
      </w:r>
      <w:r>
        <w:t>.</w:t>
      </w:r>
      <w:r w:rsidR="00E15EF6">
        <w:t xml:space="preserve"> It lives in the sea.</w:t>
      </w:r>
    </w:p>
    <w:p w14:paraId="15459349" w14:textId="77777777" w:rsidR="00721CD4" w:rsidRDefault="00721CD4" w:rsidP="00A318AB">
      <w:pPr>
        <w:pStyle w:val="GWMultiChoicefill"/>
      </w:pPr>
      <w:r>
        <w:rPr>
          <w:rStyle w:val="GWMultiNumber"/>
        </w:rPr>
        <w:t>6</w:t>
      </w:r>
      <w:r>
        <w:rPr>
          <w:rStyle w:val="GWMultiNumber"/>
        </w:rPr>
        <w:tab/>
      </w:r>
      <w:r>
        <w:t xml:space="preserve">We’ve got a small </w:t>
      </w:r>
      <w:r>
        <w:rPr>
          <w:i/>
          <w:u w:val="single"/>
        </w:rPr>
        <w:t>bus</w:t>
      </w:r>
      <w:r w:rsidRPr="00A318AB">
        <w:rPr>
          <w:i/>
          <w:u w:val="single"/>
        </w:rPr>
        <w:t>/</w:t>
      </w:r>
      <w:r>
        <w:rPr>
          <w:i/>
          <w:u w:val="single"/>
        </w:rPr>
        <w:t>boat</w:t>
      </w:r>
      <w:r>
        <w:t>. We use it on the river.</w:t>
      </w:r>
    </w:p>
    <w:p w14:paraId="29302333" w14:textId="77777777" w:rsidR="00721CD4" w:rsidRDefault="00721CD4" w:rsidP="00A318AB">
      <w:pPr>
        <w:pStyle w:val="GWMultiChoicefill"/>
      </w:pPr>
      <w:r>
        <w:rPr>
          <w:rStyle w:val="GWMultiNumber"/>
        </w:rPr>
        <w:t>7</w:t>
      </w:r>
      <w:r>
        <w:rPr>
          <w:rStyle w:val="GWMultiNumber"/>
        </w:rPr>
        <w:tab/>
      </w:r>
      <w:r w:rsidR="00AC62A9">
        <w:t>She’s got long dark</w:t>
      </w:r>
      <w:r>
        <w:t xml:space="preserve"> </w:t>
      </w:r>
      <w:r w:rsidR="00AC62A9">
        <w:rPr>
          <w:i/>
          <w:u w:val="single"/>
        </w:rPr>
        <w:t>hair</w:t>
      </w:r>
      <w:r w:rsidRPr="00A318AB">
        <w:rPr>
          <w:i/>
          <w:u w:val="single"/>
        </w:rPr>
        <w:t>/</w:t>
      </w:r>
      <w:r w:rsidR="00AC62A9">
        <w:rPr>
          <w:i/>
          <w:u w:val="single"/>
        </w:rPr>
        <w:t>nose</w:t>
      </w:r>
      <w:r w:rsidR="00AC62A9">
        <w:t xml:space="preserve"> and brown eyes.</w:t>
      </w:r>
    </w:p>
    <w:p w14:paraId="76C40CC5" w14:textId="73CEC8C3" w:rsidR="00AC3069" w:rsidRDefault="00AC62A9" w:rsidP="009E38D6">
      <w:pPr>
        <w:pStyle w:val="GWMultiChoicefill"/>
      </w:pPr>
      <w:r>
        <w:rPr>
          <w:rStyle w:val="GWMultiNumber"/>
        </w:rPr>
        <w:t>8</w:t>
      </w:r>
      <w:r>
        <w:rPr>
          <w:rStyle w:val="GWMultiNumber"/>
        </w:rPr>
        <w:tab/>
      </w:r>
      <w:r>
        <w:t xml:space="preserve">He’s </w:t>
      </w:r>
      <w:r w:rsidRPr="00AC62A9">
        <w:rPr>
          <w:i/>
          <w:u w:val="single"/>
        </w:rPr>
        <w:t>painting/writing</w:t>
      </w:r>
      <w:r>
        <w:t xml:space="preserve"> a picture of his father. 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C3069" w14:paraId="5844B1BB" w14:textId="77777777" w:rsidTr="00F53EDC">
        <w:trPr>
          <w:trHeight w:val="210"/>
          <w:jc w:val="right"/>
        </w:trPr>
        <w:tc>
          <w:tcPr>
            <w:tcW w:w="3958" w:type="dxa"/>
          </w:tcPr>
          <w:p w14:paraId="5A2ADC13" w14:textId="77777777" w:rsidR="00AC3069" w:rsidRDefault="00AC3069" w:rsidP="00F53EDC"/>
        </w:tc>
        <w:tc>
          <w:tcPr>
            <w:tcW w:w="861" w:type="dxa"/>
            <w:shd w:val="clear" w:color="auto" w:fill="D6D6D6"/>
          </w:tcPr>
          <w:p w14:paraId="39499E25" w14:textId="77777777" w:rsidR="00AC3069" w:rsidRDefault="00AC3069" w:rsidP="00F53EDC">
            <w:pPr>
              <w:jc w:val="right"/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 w:rsidR="00AC62A9">
              <w:rPr>
                <w:b/>
              </w:rPr>
              <w:t>8</w:t>
            </w:r>
          </w:p>
        </w:tc>
      </w:tr>
    </w:tbl>
    <w:p w14:paraId="564B8ADE" w14:textId="77777777" w:rsidR="004B7758" w:rsidRDefault="004B7758" w:rsidP="00E15EF6">
      <w:pPr>
        <w:pStyle w:val="GWRubricBody"/>
        <w:rPr>
          <w:rStyle w:val="GWRubricNumber"/>
        </w:rPr>
      </w:pPr>
    </w:p>
    <w:p w14:paraId="1CD943B1" w14:textId="77777777" w:rsidR="00E15EF6" w:rsidRDefault="00E15EF6" w:rsidP="00E15EF6">
      <w:pPr>
        <w:pStyle w:val="GWRubricBody"/>
      </w:pPr>
      <w:r>
        <w:rPr>
          <w:rStyle w:val="GWRubricNumber"/>
        </w:rPr>
        <w:t>5</w:t>
      </w:r>
      <w:r w:rsidRPr="00D76861">
        <w:tab/>
      </w:r>
      <w:r w:rsidR="0071499C">
        <w:t>Complete the sentences with these words</w:t>
      </w:r>
      <w:r>
        <w:t>.</w:t>
      </w:r>
    </w:p>
    <w:p w14:paraId="56069EDD" w14:textId="5CB0CAA9" w:rsidR="0071499C" w:rsidRDefault="000C4DA2" w:rsidP="00C570FD">
      <w:pPr>
        <w:pStyle w:val="GWWordsBox"/>
        <w:ind w:left="432"/>
        <w:rPr>
          <w:rStyle w:val="GWMultiNumber"/>
          <w:b w:val="0"/>
          <w:color w:val="auto"/>
        </w:rPr>
      </w:pPr>
      <w:r>
        <w:rPr>
          <w:rStyle w:val="GWMultiNumber"/>
          <w:b w:val="0"/>
          <w:color w:val="auto"/>
        </w:rPr>
        <w:t>bakery</w:t>
      </w:r>
      <w:r>
        <w:t xml:space="preserve">   </w:t>
      </w:r>
      <w:r w:rsidRPr="00ED64DF">
        <w:rPr>
          <w:color w:val="767171" w:themeColor="background2" w:themeShade="80"/>
        </w:rPr>
        <w:t>•</w:t>
      </w:r>
      <w:r>
        <w:t xml:space="preserve">   </w:t>
      </w:r>
      <w:r>
        <w:rPr>
          <w:rStyle w:val="GWMultiNumber"/>
          <w:b w:val="0"/>
          <w:color w:val="auto"/>
        </w:rPr>
        <w:t>bathroom</w:t>
      </w:r>
      <w:r>
        <w:rPr>
          <w:color w:val="767171" w:themeColor="background2" w:themeShade="80"/>
        </w:rPr>
        <w:t xml:space="preserve">   </w:t>
      </w:r>
      <w:r w:rsidRPr="00ED64DF">
        <w:rPr>
          <w:color w:val="767171" w:themeColor="background2" w:themeShade="80"/>
        </w:rPr>
        <w:t>•</w:t>
      </w:r>
      <w:r>
        <w:t xml:space="preserve">   </w:t>
      </w:r>
      <w:r w:rsidR="00160022">
        <w:rPr>
          <w:rStyle w:val="GWMultiNumber"/>
          <w:b w:val="0"/>
          <w:color w:val="auto"/>
        </w:rPr>
        <w:t>desert</w:t>
      </w:r>
      <w:r w:rsidR="00C570FD" w:rsidRPr="00ED64DF">
        <w:t xml:space="preserve">   </w:t>
      </w:r>
      <w:r w:rsidRPr="00ED64DF">
        <w:rPr>
          <w:color w:val="767171" w:themeColor="background2" w:themeShade="80"/>
        </w:rPr>
        <w:t>•</w:t>
      </w:r>
      <w:r w:rsidRPr="00ED64DF">
        <w:t xml:space="preserve">  </w:t>
      </w:r>
      <w:r>
        <w:t xml:space="preserve"> </w:t>
      </w:r>
      <w:r>
        <w:rPr>
          <w:rStyle w:val="GWMultiNumber"/>
          <w:b w:val="0"/>
          <w:color w:val="auto"/>
        </w:rPr>
        <w:t>feet</w:t>
      </w:r>
      <w:r w:rsidRPr="00ED64DF">
        <w:t xml:space="preserve">   </w:t>
      </w:r>
      <w:r w:rsidRPr="00ED64DF">
        <w:rPr>
          <w:color w:val="767171" w:themeColor="background2" w:themeShade="80"/>
        </w:rPr>
        <w:t>•</w:t>
      </w:r>
      <w:r w:rsidRPr="00ED64DF">
        <w:t xml:space="preserve">  </w:t>
      </w:r>
      <w:r>
        <w:t xml:space="preserve"> </w:t>
      </w:r>
      <w:r>
        <w:rPr>
          <w:rStyle w:val="GWMultiNumber"/>
          <w:b w:val="0"/>
          <w:color w:val="auto"/>
        </w:rPr>
        <w:t>kind</w:t>
      </w:r>
      <w:r w:rsidRPr="00ED64DF">
        <w:t xml:space="preserve">   </w:t>
      </w:r>
      <w:r>
        <w:rPr>
          <w:color w:val="767171" w:themeColor="background2" w:themeShade="80"/>
        </w:rPr>
        <w:br/>
      </w:r>
      <w:r w:rsidRPr="00ED64DF">
        <w:t xml:space="preserve"> </w:t>
      </w:r>
      <w:r>
        <w:t xml:space="preserve"> </w:t>
      </w:r>
      <w:r w:rsidR="0071499C">
        <w:rPr>
          <w:rStyle w:val="GWMultiNumber"/>
          <w:b w:val="0"/>
          <w:color w:val="auto"/>
        </w:rPr>
        <w:t>lunch</w:t>
      </w:r>
      <w:r w:rsidRPr="00ED64DF">
        <w:t xml:space="preserve">   </w:t>
      </w:r>
      <w:r w:rsidRPr="00ED64DF">
        <w:rPr>
          <w:color w:val="767171" w:themeColor="background2" w:themeShade="80"/>
        </w:rPr>
        <w:t>•</w:t>
      </w:r>
      <w:r w:rsidRPr="00ED64DF">
        <w:t xml:space="preserve">  </w:t>
      </w:r>
      <w:r>
        <w:t xml:space="preserve"> </w:t>
      </w:r>
      <w:r>
        <w:rPr>
          <w:rStyle w:val="GWMultiNumber"/>
          <w:b w:val="0"/>
          <w:color w:val="auto"/>
        </w:rPr>
        <w:t>prize</w:t>
      </w:r>
      <w:r w:rsidR="00C570FD" w:rsidRPr="00ED64DF">
        <w:t xml:space="preserve"> </w:t>
      </w:r>
    </w:p>
    <w:p w14:paraId="1D0DE791" w14:textId="38D2E6D6" w:rsidR="00E15EF6" w:rsidRPr="00A318AB" w:rsidRDefault="00E15EF6" w:rsidP="00E15EF6">
      <w:pPr>
        <w:pStyle w:val="GWMultiChoicefill"/>
      </w:pPr>
      <w:r>
        <w:rPr>
          <w:rStyle w:val="GWMultiNumber"/>
        </w:rPr>
        <w:t>1</w:t>
      </w:r>
      <w:r w:rsidRPr="00705EAA">
        <w:tab/>
      </w:r>
      <w:r w:rsidR="0071499C">
        <w:t>We</w:t>
      </w:r>
      <w:r>
        <w:t xml:space="preserve"> have a sh</w:t>
      </w:r>
      <w:r w:rsidR="0071499C">
        <w:t>ower,</w:t>
      </w:r>
      <w:r w:rsidR="00721CD4">
        <w:t xml:space="preserve"> toilet</w:t>
      </w:r>
      <w:r w:rsidR="0071499C">
        <w:t xml:space="preserve"> and sink</w:t>
      </w:r>
      <w:r w:rsidR="00721CD4">
        <w:t xml:space="preserve"> in </w:t>
      </w:r>
      <w:r w:rsidR="0071499C">
        <w:t xml:space="preserve">our </w:t>
      </w:r>
      <w:r w:rsidR="0071499C" w:rsidRPr="007D066B">
        <w:rPr>
          <w:rStyle w:val="GWFill"/>
        </w:rPr>
        <w:t>………………………</w:t>
      </w:r>
      <w:r w:rsidR="000C4DA2">
        <w:t>.</w:t>
      </w:r>
    </w:p>
    <w:p w14:paraId="39796D9C" w14:textId="77777777" w:rsidR="00E15EF6" w:rsidRDefault="00E15EF6" w:rsidP="00E15EF6">
      <w:pPr>
        <w:pStyle w:val="GWMultiChoicefill"/>
      </w:pPr>
      <w:r>
        <w:rPr>
          <w:rStyle w:val="GWMultiNumber"/>
        </w:rPr>
        <w:t>2</w:t>
      </w:r>
      <w:r w:rsidRPr="00705EAA">
        <w:tab/>
      </w:r>
      <w:r w:rsidR="0071499C">
        <w:t xml:space="preserve">He’s got big </w:t>
      </w:r>
      <w:r w:rsidR="00AC62A9" w:rsidRPr="007D066B">
        <w:rPr>
          <w:rStyle w:val="GWFill"/>
        </w:rPr>
        <w:t>………………………</w:t>
      </w:r>
      <w:r w:rsidR="0071499C">
        <w:rPr>
          <w:rStyle w:val="GWFill"/>
        </w:rPr>
        <w:t xml:space="preserve"> </w:t>
      </w:r>
      <w:r w:rsidR="0071499C">
        <w:t>so he needs big trainers.</w:t>
      </w:r>
    </w:p>
    <w:p w14:paraId="026EBB8A" w14:textId="0DEE7E01" w:rsidR="00E15EF6" w:rsidRDefault="00E15EF6" w:rsidP="00E15EF6">
      <w:pPr>
        <w:pStyle w:val="GWMultiChoicefill"/>
      </w:pPr>
      <w:r>
        <w:rPr>
          <w:rStyle w:val="GWMultiNumber"/>
        </w:rPr>
        <w:t>3</w:t>
      </w:r>
      <w:r w:rsidRPr="00705EAA">
        <w:tab/>
      </w:r>
      <w:r w:rsidR="0071499C">
        <w:t xml:space="preserve">They have some </w:t>
      </w:r>
      <w:r w:rsidR="00160022">
        <w:t>lovely cakes in that</w:t>
      </w:r>
      <w:r w:rsidR="00AC62A9">
        <w:t xml:space="preserve"> </w:t>
      </w:r>
      <w:r w:rsidR="00AC62A9" w:rsidRPr="007D066B">
        <w:rPr>
          <w:rStyle w:val="GWFill"/>
        </w:rPr>
        <w:t>………………………</w:t>
      </w:r>
      <w:r w:rsidR="000C4DA2">
        <w:t>.</w:t>
      </w:r>
      <w:r w:rsidR="0071499C">
        <w:rPr>
          <w:rStyle w:val="GWFill"/>
        </w:rPr>
        <w:t xml:space="preserve"> </w:t>
      </w:r>
    </w:p>
    <w:p w14:paraId="6D1D43A5" w14:textId="733B2EBE" w:rsidR="00E15EF6" w:rsidRDefault="00E15EF6" w:rsidP="00E15EF6">
      <w:pPr>
        <w:pStyle w:val="GWMultiChoicefill"/>
      </w:pPr>
      <w:r>
        <w:rPr>
          <w:rStyle w:val="GWMultiNumber"/>
        </w:rPr>
        <w:t>4</w:t>
      </w:r>
      <w:r>
        <w:rPr>
          <w:rStyle w:val="GWMultiNumber"/>
        </w:rPr>
        <w:tab/>
      </w:r>
      <w:r w:rsidR="00160022">
        <w:t xml:space="preserve">I have </w:t>
      </w:r>
      <w:r w:rsidR="00160022" w:rsidRPr="007D066B">
        <w:rPr>
          <w:rStyle w:val="GWFill"/>
        </w:rPr>
        <w:t>………………………</w:t>
      </w:r>
      <w:r w:rsidR="00160022">
        <w:rPr>
          <w:rStyle w:val="GWFill"/>
        </w:rPr>
        <w:t xml:space="preserve"> </w:t>
      </w:r>
      <w:r w:rsidR="007F2D97">
        <w:t>at one o’clock. I</w:t>
      </w:r>
      <w:r w:rsidR="0071499C">
        <w:t xml:space="preserve"> usually </w:t>
      </w:r>
      <w:r w:rsidR="007F2D97">
        <w:t>have</w:t>
      </w:r>
      <w:r w:rsidR="00160022">
        <w:t xml:space="preserve"> sandwiches</w:t>
      </w:r>
      <w:r w:rsidR="009A40F7">
        <w:t>.</w:t>
      </w:r>
      <w:r w:rsidR="00160022">
        <w:t xml:space="preserve"> </w:t>
      </w:r>
    </w:p>
    <w:p w14:paraId="16B8F8B9" w14:textId="77777777" w:rsidR="0071499C" w:rsidRDefault="00E15EF6" w:rsidP="00AC3069">
      <w:pPr>
        <w:pStyle w:val="GWMultiChoicefill"/>
      </w:pPr>
      <w:r>
        <w:rPr>
          <w:rStyle w:val="GWMultiNumber"/>
        </w:rPr>
        <w:t>5</w:t>
      </w:r>
      <w:r>
        <w:rPr>
          <w:rStyle w:val="GWMultiNumber"/>
        </w:rPr>
        <w:tab/>
      </w:r>
      <w:r w:rsidR="0071499C">
        <w:t xml:space="preserve">The Sahara is a big </w:t>
      </w:r>
      <w:r w:rsidR="0071499C" w:rsidRPr="007D066B">
        <w:rPr>
          <w:rStyle w:val="GWFill"/>
        </w:rPr>
        <w:t>………………………</w:t>
      </w:r>
      <w:r w:rsidR="0071499C">
        <w:rPr>
          <w:rStyle w:val="GWFill"/>
        </w:rPr>
        <w:t xml:space="preserve"> </w:t>
      </w:r>
      <w:r w:rsidR="0071499C">
        <w:t xml:space="preserve">in Africa. It can </w:t>
      </w:r>
      <w:r w:rsidR="00160022">
        <w:t>get</w:t>
      </w:r>
      <w:r w:rsidR="0071499C">
        <w:t xml:space="preserve"> very hot.</w:t>
      </w:r>
    </w:p>
    <w:p w14:paraId="512A8B47" w14:textId="421E563C" w:rsidR="00160022" w:rsidRDefault="00160022" w:rsidP="00160022">
      <w:pPr>
        <w:pStyle w:val="GWMultiChoicefill"/>
      </w:pPr>
      <w:r>
        <w:rPr>
          <w:rStyle w:val="GWMultiNumber"/>
        </w:rPr>
        <w:t>6</w:t>
      </w:r>
      <w:r>
        <w:rPr>
          <w:rStyle w:val="GWMultiNumber"/>
        </w:rPr>
        <w:tab/>
      </w:r>
      <w:r>
        <w:t xml:space="preserve">Andrew is very </w:t>
      </w:r>
      <w:r w:rsidRPr="007D066B">
        <w:rPr>
          <w:rStyle w:val="GWFill"/>
        </w:rPr>
        <w:t>………………………</w:t>
      </w:r>
      <w:r>
        <w:t>. He often helps his mother.</w:t>
      </w:r>
    </w:p>
    <w:p w14:paraId="45F153A8" w14:textId="43DB0758" w:rsidR="00160022" w:rsidRPr="00484F41" w:rsidRDefault="00160022" w:rsidP="00F51884">
      <w:pPr>
        <w:pStyle w:val="GWMultiChoicefill"/>
      </w:pPr>
      <w:r>
        <w:rPr>
          <w:rStyle w:val="GWMultiNumber"/>
        </w:rPr>
        <w:t>7</w:t>
      </w:r>
      <w:r>
        <w:rPr>
          <w:rStyle w:val="GWMultiNumber"/>
        </w:rPr>
        <w:tab/>
      </w:r>
      <w:r>
        <w:t xml:space="preserve">Last </w:t>
      </w:r>
      <w:proofErr w:type="gramStart"/>
      <w:r>
        <w:t>year</w:t>
      </w:r>
      <w:proofErr w:type="gramEnd"/>
      <w:r>
        <w:t xml:space="preserve"> she won first </w:t>
      </w:r>
      <w:r w:rsidRPr="007D066B">
        <w:rPr>
          <w:rStyle w:val="GWFill"/>
        </w:rPr>
        <w:t>………………………</w:t>
      </w:r>
      <w:r w:rsidRPr="00160022">
        <w:t xml:space="preserve"> </w:t>
      </w:r>
      <w:r>
        <w:t xml:space="preserve">in the </w:t>
      </w:r>
      <w:r w:rsidR="007F2D97">
        <w:t xml:space="preserve">gymnastics </w:t>
      </w:r>
      <w:r>
        <w:t>competition</w:t>
      </w:r>
    </w:p>
    <w:tbl>
      <w:tblPr>
        <w:tblW w:w="4819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C3069" w14:paraId="3C424EC9" w14:textId="77777777" w:rsidTr="00F53EDC">
        <w:trPr>
          <w:trHeight w:val="150"/>
          <w:jc w:val="right"/>
        </w:trPr>
        <w:tc>
          <w:tcPr>
            <w:tcW w:w="3958" w:type="dxa"/>
          </w:tcPr>
          <w:p w14:paraId="56231CDC" w14:textId="77777777" w:rsidR="00AC3069" w:rsidRDefault="00AC3069" w:rsidP="00F53EDC"/>
        </w:tc>
        <w:tc>
          <w:tcPr>
            <w:tcW w:w="861" w:type="dxa"/>
            <w:shd w:val="clear" w:color="auto" w:fill="D6D6D6"/>
          </w:tcPr>
          <w:p w14:paraId="1C17130B" w14:textId="77777777" w:rsidR="00AC3069" w:rsidRPr="003B14C8" w:rsidRDefault="00AC3069" w:rsidP="00F53EDC">
            <w:pPr>
              <w:jc w:val="right"/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 w:rsidR="00160022">
              <w:rPr>
                <w:b/>
              </w:rPr>
              <w:t>7</w:t>
            </w:r>
          </w:p>
        </w:tc>
      </w:tr>
    </w:tbl>
    <w:p w14:paraId="4B99459C" w14:textId="77777777" w:rsidR="00662996" w:rsidRDefault="00662996" w:rsidP="00071385">
      <w:pPr>
        <w:pStyle w:val="GWMultiChoice"/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A61A5E" w14:paraId="0FFC4FF7" w14:textId="77777777" w:rsidTr="00EF497E">
        <w:trPr>
          <w:trHeight w:val="150"/>
          <w:jc w:val="right"/>
        </w:trPr>
        <w:tc>
          <w:tcPr>
            <w:tcW w:w="3958" w:type="dxa"/>
          </w:tcPr>
          <w:p w14:paraId="4D4281FE" w14:textId="77777777" w:rsidR="00A61A5E" w:rsidRDefault="00A61A5E" w:rsidP="00EF497E">
            <w:pPr>
              <w:jc w:val="right"/>
            </w:pPr>
            <w:r w:rsidRPr="000356D4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0B81DCB2" w14:textId="77777777" w:rsidR="00A61A5E" w:rsidRPr="003B14C8" w:rsidRDefault="00A61A5E" w:rsidP="00A61A5E">
            <w:pPr>
              <w:rPr>
                <w:b/>
              </w:rPr>
            </w:pPr>
            <w:r>
              <w:t xml:space="preserve">      </w:t>
            </w:r>
            <w:r w:rsidRPr="003B14C8">
              <w:rPr>
                <w:b/>
              </w:rPr>
              <w:t xml:space="preserve">/ </w:t>
            </w:r>
            <w:r w:rsidR="00160022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</w:tr>
    </w:tbl>
    <w:p w14:paraId="163557FF" w14:textId="0046C1AC" w:rsidR="004D5573" w:rsidRDefault="004D5573" w:rsidP="001109E2"/>
    <w:p w14:paraId="40950CEC" w14:textId="77777777" w:rsidR="00DE769B" w:rsidRDefault="00DE769B">
      <w:pPr>
        <w:spacing w:line="240" w:lineRule="auto"/>
        <w:sectPr w:rsidR="00DE769B" w:rsidSect="000531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334BC7D6" w14:textId="77777777" w:rsidR="001109E2" w:rsidRPr="001109E2" w:rsidRDefault="001109E2" w:rsidP="001109E2">
      <w:pPr>
        <w:spacing w:line="14" w:lineRule="exact"/>
        <w:sectPr w:rsidR="001109E2" w:rsidRPr="001109E2" w:rsidSect="00DE769B"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  <w:r>
        <w:lastRenderedPageBreak/>
        <w:br w:type="column"/>
      </w:r>
    </w:p>
    <w:p w14:paraId="28E89B25" w14:textId="170B9B26" w:rsidR="00662996" w:rsidRPr="00D76861" w:rsidRDefault="00662996" w:rsidP="001109E2">
      <w:pPr>
        <w:pStyle w:val="GWSectionHead"/>
        <w:spacing w:before="0"/>
      </w:pPr>
      <w:r>
        <w:lastRenderedPageBreak/>
        <w:t>Use of English</w:t>
      </w:r>
    </w:p>
    <w:p w14:paraId="57E036DE" w14:textId="77777777" w:rsidR="001109E2" w:rsidRDefault="001109E2" w:rsidP="00662996">
      <w:pPr>
        <w:pStyle w:val="GWRubricBody"/>
        <w:rPr>
          <w:rStyle w:val="GWRubricNumber"/>
        </w:rPr>
        <w:sectPr w:rsidR="001109E2" w:rsidSect="001109E2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787BDBE7" w14:textId="7D3E3E12" w:rsidR="000531AE" w:rsidRDefault="000531AE" w:rsidP="001109E2">
      <w:pPr>
        <w:pStyle w:val="GWRubricBody"/>
        <w:spacing w:after="240"/>
      </w:pPr>
      <w:r>
        <w:rPr>
          <w:rStyle w:val="GWRubricNumber"/>
        </w:rPr>
        <w:lastRenderedPageBreak/>
        <w:t>6</w:t>
      </w:r>
      <w:r w:rsidRPr="00D76861">
        <w:tab/>
      </w:r>
      <w:r>
        <w:t xml:space="preserve">Complete the </w:t>
      </w:r>
      <w:r w:rsidR="00662996">
        <w:t>email with one word in each space.</w:t>
      </w:r>
    </w:p>
    <w:p w14:paraId="5D4EB4C0" w14:textId="77777777" w:rsidR="001109E2" w:rsidRDefault="001109E2" w:rsidP="00F51884">
      <w:pPr>
        <w:pStyle w:val="BodyTextIndent"/>
        <w:sectPr w:rsidR="001109E2" w:rsidSect="000531AE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55CEA5F4" w14:textId="2C052AFB" w:rsidR="00662996" w:rsidRPr="006E16EB" w:rsidRDefault="00662996" w:rsidP="00C570FD">
      <w:pPr>
        <w:pStyle w:val="GWWordsBox"/>
        <w:pBdr>
          <w:top w:val="single" w:sz="4" w:space="7" w:color="auto"/>
          <w:bottom w:val="single" w:sz="4" w:space="10" w:color="auto"/>
        </w:pBdr>
        <w:ind w:left="432" w:right="1152"/>
        <w:jc w:val="left"/>
      </w:pPr>
      <w:r w:rsidRPr="006E16EB">
        <w:lastRenderedPageBreak/>
        <w:t>Hi Erica,</w:t>
      </w:r>
    </w:p>
    <w:p w14:paraId="0C435B6E" w14:textId="77777777" w:rsidR="000C4DA2" w:rsidRDefault="00662996" w:rsidP="00C570FD">
      <w:pPr>
        <w:pStyle w:val="GWWordsBox"/>
        <w:pBdr>
          <w:top w:val="single" w:sz="4" w:space="7" w:color="auto"/>
          <w:bottom w:val="single" w:sz="4" w:space="10" w:color="auto"/>
        </w:pBdr>
        <w:ind w:left="432" w:right="1152"/>
        <w:jc w:val="left"/>
      </w:pPr>
      <w:r w:rsidRPr="006E16EB">
        <w:t>I</w:t>
      </w:r>
      <w:r w:rsidR="00215A03" w:rsidRPr="006E16EB">
        <w:t xml:space="preserve"> (1) </w:t>
      </w:r>
      <w:r w:rsidR="001109E2" w:rsidRPr="007D066B">
        <w:rPr>
          <w:rStyle w:val="GWFill"/>
        </w:rPr>
        <w:t>………………………</w:t>
      </w:r>
      <w:r w:rsidR="001109E2">
        <w:rPr>
          <w:rStyle w:val="GWFill"/>
        </w:rPr>
        <w:t xml:space="preserve"> </w:t>
      </w:r>
      <w:r w:rsidRPr="006E16EB">
        <w:t xml:space="preserve">on holiday with my sister. We’re staying in </w:t>
      </w:r>
      <w:r w:rsidR="00215A03" w:rsidRPr="006E16EB">
        <w:t xml:space="preserve">(2) </w:t>
      </w:r>
      <w:r w:rsidR="001109E2" w:rsidRPr="007D066B">
        <w:rPr>
          <w:rStyle w:val="GWFill"/>
        </w:rPr>
        <w:t>………………………</w:t>
      </w:r>
      <w:r w:rsidR="001109E2">
        <w:rPr>
          <w:rStyle w:val="GWFill"/>
        </w:rPr>
        <w:t xml:space="preserve"> </w:t>
      </w:r>
      <w:r w:rsidRPr="006E16EB">
        <w:t xml:space="preserve">apartment in Budapest. </w:t>
      </w:r>
      <w:r w:rsidR="00215A03" w:rsidRPr="006E16EB">
        <w:t xml:space="preserve">The weather isn’t very good (3) </w:t>
      </w:r>
      <w:r w:rsidR="001109E2" w:rsidRPr="007D066B">
        <w:rPr>
          <w:rStyle w:val="GWFill"/>
        </w:rPr>
        <w:t>………………………</w:t>
      </w:r>
      <w:r w:rsidR="001109E2">
        <w:rPr>
          <w:rStyle w:val="GWFill"/>
        </w:rPr>
        <w:t xml:space="preserve"> </w:t>
      </w:r>
      <w:r w:rsidRPr="006E16EB">
        <w:t>that’</w:t>
      </w:r>
      <w:r w:rsidR="00D57763" w:rsidRPr="006E16EB">
        <w:t xml:space="preserve">s </w:t>
      </w:r>
      <w:r w:rsidR="000C4DA2">
        <w:t>OK</w:t>
      </w:r>
      <w:r w:rsidR="00D57763" w:rsidRPr="006E16EB">
        <w:t xml:space="preserve"> because t</w:t>
      </w:r>
      <w:r w:rsidRPr="006E16EB">
        <w:t>here</w:t>
      </w:r>
      <w:r w:rsidR="00D57763" w:rsidRPr="006E16EB">
        <w:t xml:space="preserve"> are</w:t>
      </w:r>
      <w:r w:rsidR="0091330D" w:rsidRPr="006E16EB">
        <w:t xml:space="preserve"> a lot</w:t>
      </w:r>
      <w:r w:rsidRPr="006E16EB">
        <w:t xml:space="preserve"> </w:t>
      </w:r>
      <w:r w:rsidR="00D57763" w:rsidRPr="006E16EB">
        <w:t xml:space="preserve">of things </w:t>
      </w:r>
      <w:r w:rsidRPr="006E16EB">
        <w:t xml:space="preserve">to do. </w:t>
      </w:r>
      <w:r w:rsidR="00215A03" w:rsidRPr="006E16EB">
        <w:t xml:space="preserve">Yesterday we </w:t>
      </w:r>
      <w:r w:rsidR="000C4DA2">
        <w:br/>
      </w:r>
      <w:r w:rsidR="00215A03" w:rsidRPr="006E16EB">
        <w:t xml:space="preserve">(4) </w:t>
      </w:r>
      <w:r w:rsidR="001109E2" w:rsidRPr="007D066B">
        <w:rPr>
          <w:rStyle w:val="GWFill"/>
        </w:rPr>
        <w:t>………………………</w:t>
      </w:r>
      <w:r w:rsidR="001109E2">
        <w:rPr>
          <w:rStyle w:val="GWFill"/>
        </w:rPr>
        <w:t xml:space="preserve"> </w:t>
      </w:r>
      <w:r w:rsidR="00D57763" w:rsidRPr="006E16EB">
        <w:t>to Buda castle</w:t>
      </w:r>
      <w:r w:rsidRPr="006E16EB">
        <w:t>.</w:t>
      </w:r>
      <w:r w:rsidR="00D57763" w:rsidRPr="006E16EB">
        <w:t xml:space="preserve"> It was very interesting. </w:t>
      </w:r>
      <w:r w:rsidRPr="006E16EB">
        <w:t>We’re</w:t>
      </w:r>
      <w:r w:rsidR="00215A03" w:rsidRPr="006E16EB">
        <w:t xml:space="preserve"> going (5) </w:t>
      </w:r>
      <w:r w:rsidR="001109E2" w:rsidRPr="007D066B">
        <w:rPr>
          <w:rStyle w:val="GWFill"/>
        </w:rPr>
        <w:t>………………………</w:t>
      </w:r>
      <w:r w:rsidR="001109E2">
        <w:rPr>
          <w:rStyle w:val="GWFill"/>
        </w:rPr>
        <w:t xml:space="preserve"> </w:t>
      </w:r>
      <w:r w:rsidRPr="006E16EB">
        <w:t xml:space="preserve">the famous </w:t>
      </w:r>
      <w:proofErr w:type="spellStart"/>
      <w:r w:rsidRPr="006E16EB">
        <w:t>Széchenyi</w:t>
      </w:r>
      <w:proofErr w:type="spellEnd"/>
      <w:r w:rsidRPr="006E16EB">
        <w:t xml:space="preserve"> swimming pool this afternoon. </w:t>
      </w:r>
    </w:p>
    <w:p w14:paraId="2F719D5C" w14:textId="0F1740FD" w:rsidR="00662996" w:rsidRPr="006E16EB" w:rsidRDefault="00662996" w:rsidP="00C570FD">
      <w:pPr>
        <w:pStyle w:val="GWWordsBox"/>
        <w:pBdr>
          <w:top w:val="single" w:sz="4" w:space="7" w:color="auto"/>
          <w:bottom w:val="single" w:sz="4" w:space="10" w:color="auto"/>
        </w:pBdr>
        <w:ind w:left="432" w:right="1152"/>
        <w:jc w:val="left"/>
      </w:pPr>
      <w:r w:rsidRPr="006E16EB">
        <w:t>See you soon.</w:t>
      </w:r>
    </w:p>
    <w:p w14:paraId="5309ACD1" w14:textId="522BA2E7" w:rsidR="001109E2" w:rsidRDefault="00662996" w:rsidP="00C570FD">
      <w:pPr>
        <w:pStyle w:val="GWWordsBox"/>
        <w:pBdr>
          <w:top w:val="single" w:sz="4" w:space="7" w:color="auto"/>
          <w:bottom w:val="single" w:sz="4" w:space="10" w:color="auto"/>
        </w:pBdr>
        <w:ind w:left="432" w:right="1152"/>
        <w:jc w:val="left"/>
        <w:sectPr w:rsidR="001109E2" w:rsidSect="001109E2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  <w:r w:rsidRPr="006E16EB">
        <w:t xml:space="preserve">Love </w:t>
      </w:r>
      <w:r w:rsidR="0091330D" w:rsidRPr="006E16EB">
        <w:t>Tom</w:t>
      </w:r>
      <w:r w:rsidR="0007008C">
        <w:t xml:space="preserve"> </w:t>
      </w:r>
    </w:p>
    <w:p w14:paraId="6ED46F74" w14:textId="2F791439" w:rsidR="00215A03" w:rsidRPr="00215A03" w:rsidRDefault="00215A03" w:rsidP="00215A03">
      <w:pPr>
        <w:pStyle w:val="NoSpacing"/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531AE" w14:paraId="4E3AC94E" w14:textId="77777777" w:rsidTr="00EF497E">
        <w:trPr>
          <w:trHeight w:val="150"/>
          <w:jc w:val="right"/>
        </w:trPr>
        <w:tc>
          <w:tcPr>
            <w:tcW w:w="3977" w:type="dxa"/>
          </w:tcPr>
          <w:p w14:paraId="5B251710" w14:textId="77777777" w:rsidR="000531AE" w:rsidRPr="00215A03" w:rsidRDefault="000531AE" w:rsidP="00EF497E"/>
        </w:tc>
        <w:tc>
          <w:tcPr>
            <w:tcW w:w="861" w:type="dxa"/>
            <w:shd w:val="clear" w:color="auto" w:fill="D6D6D6"/>
          </w:tcPr>
          <w:p w14:paraId="38F29B40" w14:textId="76FD6D22" w:rsidR="000531AE" w:rsidRDefault="000531AE" w:rsidP="00BA7E15">
            <w:pPr>
              <w:jc w:val="right"/>
            </w:pPr>
            <w:r w:rsidRPr="00215A03">
              <w:t xml:space="preserve">      </w:t>
            </w:r>
            <w:r w:rsidRPr="00215A03">
              <w:rPr>
                <w:b/>
              </w:rPr>
              <w:t xml:space="preserve">/ </w:t>
            </w:r>
            <w:r w:rsidR="00215A03">
              <w:rPr>
                <w:b/>
              </w:rPr>
              <w:t>5</w:t>
            </w:r>
          </w:p>
        </w:tc>
      </w:tr>
    </w:tbl>
    <w:p w14:paraId="61C43A7B" w14:textId="77777777" w:rsidR="000531AE" w:rsidRDefault="000531AE" w:rsidP="000531AE">
      <w:pPr>
        <w:pStyle w:val="GWSectionHead"/>
        <w:rPr>
          <w:rStyle w:val="GWRubricNumber"/>
        </w:rPr>
        <w:sectPr w:rsidR="000531AE" w:rsidSect="000531AE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40047CFD" w14:textId="77777777" w:rsidR="000531AE" w:rsidRPr="003B14C8" w:rsidRDefault="000531AE" w:rsidP="001109E2">
      <w:pPr>
        <w:pStyle w:val="GWSectionHead"/>
        <w:spacing w:before="720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lastRenderedPageBreak/>
        <w:t>Reading</w:t>
      </w:r>
    </w:p>
    <w:p w14:paraId="073BDCDE" w14:textId="586F9B97" w:rsidR="000531AE" w:rsidRDefault="000531AE" w:rsidP="00BD3DEF">
      <w:pPr>
        <w:pStyle w:val="GWRubricBody"/>
        <w:spacing w:after="240"/>
      </w:pPr>
      <w:r>
        <w:rPr>
          <w:rStyle w:val="GWRubricNumber"/>
        </w:rPr>
        <w:t>7</w:t>
      </w:r>
      <w:r>
        <w:tab/>
        <w:t>Read the article about</w:t>
      </w:r>
      <w:r w:rsidR="005219D8">
        <w:t xml:space="preserve"> unusual animals</w:t>
      </w:r>
      <w:r>
        <w:t xml:space="preserve">. </w:t>
      </w:r>
      <w:r w:rsidR="00BB210F">
        <w:t>Match the animals, A</w:t>
      </w:r>
      <w:r w:rsidR="0007008C">
        <w:t>–</w:t>
      </w:r>
      <w:r w:rsidR="00BB210F">
        <w:t>D, with the sentences.</w:t>
      </w:r>
    </w:p>
    <w:p w14:paraId="1E94D3CB" w14:textId="2A80D72D" w:rsidR="000531AE" w:rsidRPr="006E16EB" w:rsidRDefault="00EC157B" w:rsidP="00793662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b/>
          <w:sz w:val="24"/>
          <w:szCs w:val="28"/>
        </w:rPr>
      </w:pPr>
      <w:r w:rsidRPr="006E16EB">
        <w:rPr>
          <w:rFonts w:ascii="Arial" w:hAnsi="Arial" w:cs="Arial"/>
          <w:b/>
          <w:sz w:val="24"/>
          <w:szCs w:val="28"/>
        </w:rPr>
        <w:t xml:space="preserve">Unusual </w:t>
      </w:r>
      <w:r w:rsidR="007A076E" w:rsidRPr="006E16EB">
        <w:rPr>
          <w:rFonts w:ascii="Arial" w:hAnsi="Arial" w:cs="Arial"/>
          <w:b/>
          <w:sz w:val="24"/>
          <w:szCs w:val="28"/>
        </w:rPr>
        <w:t>animals</w:t>
      </w:r>
    </w:p>
    <w:p w14:paraId="4E8DCD7D" w14:textId="05B4E938" w:rsidR="000531AE" w:rsidRPr="006E16EB" w:rsidRDefault="005B0B08" w:rsidP="00793662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sz w:val="18"/>
          <w:szCs w:val="18"/>
        </w:rPr>
      </w:pPr>
      <w:r w:rsidRPr="006E16EB">
        <w:rPr>
          <w:rFonts w:ascii="Arial" w:hAnsi="Arial" w:cs="Arial"/>
          <w:sz w:val="18"/>
          <w:szCs w:val="18"/>
        </w:rPr>
        <w:t>No one</w:t>
      </w:r>
      <w:r w:rsidR="005219D8" w:rsidRPr="006E16EB">
        <w:rPr>
          <w:rFonts w:ascii="Arial" w:hAnsi="Arial" w:cs="Arial"/>
          <w:sz w:val="18"/>
          <w:szCs w:val="18"/>
        </w:rPr>
        <w:t xml:space="preserve"> knows how many </w:t>
      </w:r>
      <w:r w:rsidR="00BB210F" w:rsidRPr="006E16EB">
        <w:rPr>
          <w:rFonts w:ascii="Arial" w:hAnsi="Arial" w:cs="Arial"/>
          <w:sz w:val="18"/>
          <w:szCs w:val="18"/>
        </w:rPr>
        <w:t>species</w:t>
      </w:r>
      <w:r w:rsidR="005219D8" w:rsidRPr="006E16EB">
        <w:rPr>
          <w:rFonts w:ascii="Arial" w:hAnsi="Arial" w:cs="Arial"/>
          <w:sz w:val="18"/>
          <w:szCs w:val="18"/>
        </w:rPr>
        <w:t xml:space="preserve"> of animal</w:t>
      </w:r>
      <w:r w:rsidRPr="006E16EB">
        <w:rPr>
          <w:rFonts w:ascii="Arial" w:hAnsi="Arial" w:cs="Arial"/>
          <w:sz w:val="18"/>
          <w:szCs w:val="18"/>
        </w:rPr>
        <w:t xml:space="preserve"> there are in the world. Some</w:t>
      </w:r>
      <w:r w:rsidR="00842737" w:rsidRPr="006E16EB">
        <w:rPr>
          <w:rFonts w:ascii="Arial" w:hAnsi="Arial" w:cs="Arial"/>
          <w:sz w:val="18"/>
          <w:szCs w:val="18"/>
        </w:rPr>
        <w:t xml:space="preserve"> people say there are </w:t>
      </w:r>
      <w:r w:rsidR="00BD5933">
        <w:rPr>
          <w:rFonts w:ascii="Arial" w:hAnsi="Arial" w:cs="Arial"/>
          <w:sz w:val="18"/>
          <w:szCs w:val="18"/>
        </w:rPr>
        <w:t xml:space="preserve">over </w:t>
      </w:r>
      <w:r w:rsidRPr="006E16EB">
        <w:rPr>
          <w:rFonts w:ascii="Arial" w:hAnsi="Arial" w:cs="Arial"/>
          <w:sz w:val="18"/>
          <w:szCs w:val="18"/>
        </w:rPr>
        <w:t>one million and</w:t>
      </w:r>
      <w:r w:rsidR="00BD5933">
        <w:rPr>
          <w:rFonts w:ascii="Arial" w:hAnsi="Arial" w:cs="Arial"/>
          <w:sz w:val="18"/>
          <w:szCs w:val="18"/>
        </w:rPr>
        <w:t xml:space="preserve"> now</w:t>
      </w:r>
      <w:r w:rsidRPr="006E16EB">
        <w:rPr>
          <w:rFonts w:ascii="Arial" w:hAnsi="Arial" w:cs="Arial"/>
          <w:sz w:val="18"/>
          <w:szCs w:val="18"/>
        </w:rPr>
        <w:t xml:space="preserve"> </w:t>
      </w:r>
      <w:r w:rsidR="00303563" w:rsidRPr="006E16EB">
        <w:rPr>
          <w:rFonts w:ascii="Arial" w:hAnsi="Arial" w:cs="Arial"/>
          <w:sz w:val="18"/>
          <w:szCs w:val="18"/>
        </w:rPr>
        <w:t xml:space="preserve">others say eight million! </w:t>
      </w:r>
      <w:r w:rsidR="000445B9" w:rsidRPr="006E16EB">
        <w:rPr>
          <w:rFonts w:ascii="Arial" w:hAnsi="Arial" w:cs="Arial"/>
          <w:sz w:val="18"/>
          <w:szCs w:val="18"/>
        </w:rPr>
        <w:t xml:space="preserve">There are also lots of unusual animals. </w:t>
      </w:r>
      <w:r w:rsidR="005E50D0" w:rsidRPr="006E16EB">
        <w:rPr>
          <w:rFonts w:ascii="Arial" w:hAnsi="Arial" w:cs="Arial"/>
          <w:sz w:val="18"/>
          <w:szCs w:val="18"/>
        </w:rPr>
        <w:t>Here are some of the most unusual animals in the world</w:t>
      </w:r>
      <w:r w:rsidRPr="006E16EB">
        <w:rPr>
          <w:rFonts w:ascii="Arial" w:hAnsi="Arial" w:cs="Arial"/>
          <w:sz w:val="18"/>
          <w:szCs w:val="18"/>
        </w:rPr>
        <w:t xml:space="preserve"> …</w:t>
      </w:r>
    </w:p>
    <w:p w14:paraId="0DB3EFC0" w14:textId="77777777" w:rsidR="005B0B08" w:rsidRPr="006E16EB" w:rsidRDefault="005B0B08" w:rsidP="00793662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sz w:val="18"/>
          <w:szCs w:val="18"/>
        </w:rPr>
      </w:pPr>
    </w:p>
    <w:p w14:paraId="0DE0A2BC" w14:textId="1AFC654F" w:rsidR="005B0B08" w:rsidRPr="006E16EB" w:rsidRDefault="00BB210F" w:rsidP="005B0B08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Style w:val="GWFill"/>
          <w:rFonts w:ascii="Arial" w:hAnsi="Arial" w:cs="Arial"/>
          <w:b/>
          <w:sz w:val="18"/>
          <w:szCs w:val="18"/>
        </w:rPr>
      </w:pPr>
      <w:r w:rsidRPr="006E16EB">
        <w:rPr>
          <w:rFonts w:ascii="Arial" w:hAnsi="Arial" w:cs="Arial"/>
          <w:b/>
          <w:color w:val="808080" w:themeColor="background1" w:themeShade="80"/>
          <w:sz w:val="18"/>
          <w:szCs w:val="18"/>
        </w:rPr>
        <w:t>A</w:t>
      </w:r>
      <w:r w:rsidRPr="006E16EB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AC04CC" w:rsidRPr="006E16EB">
        <w:rPr>
          <w:rFonts w:ascii="Arial" w:hAnsi="Arial" w:cs="Arial"/>
          <w:b/>
          <w:sz w:val="18"/>
          <w:szCs w:val="18"/>
        </w:rPr>
        <w:t>Blobfish</w:t>
      </w:r>
      <w:proofErr w:type="spellEnd"/>
    </w:p>
    <w:p w14:paraId="29D5E5E1" w14:textId="77108B48" w:rsidR="005B0B08" w:rsidRPr="006E16EB" w:rsidRDefault="006A6253" w:rsidP="00793662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sz w:val="18"/>
          <w:szCs w:val="18"/>
        </w:rPr>
      </w:pPr>
      <w:proofErr w:type="spellStart"/>
      <w:r w:rsidRPr="006E16EB">
        <w:rPr>
          <w:rFonts w:ascii="Arial" w:hAnsi="Arial" w:cs="Arial"/>
          <w:sz w:val="18"/>
          <w:szCs w:val="18"/>
        </w:rPr>
        <w:t>Blobfish</w:t>
      </w:r>
      <w:proofErr w:type="spellEnd"/>
      <w:r w:rsidR="00F206B3" w:rsidRPr="006E16EB">
        <w:rPr>
          <w:rFonts w:ascii="Arial" w:hAnsi="Arial" w:cs="Arial"/>
          <w:sz w:val="18"/>
          <w:szCs w:val="18"/>
        </w:rPr>
        <w:t xml:space="preserve"> live deep in the sea near Australia</w:t>
      </w:r>
      <w:r w:rsidR="006C06B5" w:rsidRPr="006E16EB">
        <w:rPr>
          <w:rFonts w:ascii="Arial" w:hAnsi="Arial" w:cs="Arial"/>
          <w:sz w:val="18"/>
          <w:szCs w:val="18"/>
        </w:rPr>
        <w:t xml:space="preserve">. </w:t>
      </w:r>
      <w:r w:rsidR="003B1AAE" w:rsidRPr="006E16EB">
        <w:rPr>
          <w:rFonts w:ascii="Arial" w:hAnsi="Arial" w:cs="Arial"/>
          <w:sz w:val="18"/>
          <w:szCs w:val="18"/>
        </w:rPr>
        <w:t>In the sea, t</w:t>
      </w:r>
      <w:r w:rsidR="006C06B5" w:rsidRPr="006E16EB">
        <w:rPr>
          <w:rFonts w:ascii="Arial" w:hAnsi="Arial" w:cs="Arial"/>
          <w:sz w:val="18"/>
          <w:szCs w:val="18"/>
        </w:rPr>
        <w:t xml:space="preserve">hey look like normal fish </w:t>
      </w:r>
      <w:r w:rsidR="003B1AAE" w:rsidRPr="006E16EB">
        <w:rPr>
          <w:rFonts w:ascii="Arial" w:hAnsi="Arial" w:cs="Arial"/>
          <w:sz w:val="18"/>
          <w:szCs w:val="18"/>
        </w:rPr>
        <w:t>but t</w:t>
      </w:r>
      <w:r w:rsidR="00746A57" w:rsidRPr="006E16EB">
        <w:rPr>
          <w:rFonts w:ascii="Arial" w:hAnsi="Arial" w:cs="Arial"/>
          <w:sz w:val="18"/>
          <w:szCs w:val="18"/>
        </w:rPr>
        <w:t>he</w:t>
      </w:r>
      <w:r w:rsidR="00D75D3B" w:rsidRPr="006E16EB">
        <w:rPr>
          <w:rFonts w:ascii="Arial" w:hAnsi="Arial" w:cs="Arial"/>
          <w:sz w:val="18"/>
          <w:szCs w:val="18"/>
        </w:rPr>
        <w:t xml:space="preserve">y look </w:t>
      </w:r>
      <w:r w:rsidR="003B1AAE" w:rsidRPr="006E16EB">
        <w:rPr>
          <w:rFonts w:ascii="Arial" w:hAnsi="Arial" w:cs="Arial"/>
          <w:sz w:val="18"/>
          <w:szCs w:val="18"/>
        </w:rPr>
        <w:t>different</w:t>
      </w:r>
      <w:r w:rsidR="00D75D3B" w:rsidRPr="006E16EB">
        <w:rPr>
          <w:rFonts w:ascii="Arial" w:hAnsi="Arial" w:cs="Arial"/>
          <w:sz w:val="18"/>
          <w:szCs w:val="18"/>
        </w:rPr>
        <w:t xml:space="preserve"> out of the water. They look like old men with big noses and </w:t>
      </w:r>
      <w:r w:rsidR="00024C69" w:rsidRPr="006E16EB">
        <w:rPr>
          <w:rFonts w:ascii="Arial" w:hAnsi="Arial" w:cs="Arial"/>
          <w:sz w:val="18"/>
          <w:szCs w:val="18"/>
        </w:rPr>
        <w:t>sad faces</w:t>
      </w:r>
      <w:r w:rsidR="00D75D3B" w:rsidRPr="006E16EB">
        <w:rPr>
          <w:rFonts w:ascii="Arial" w:hAnsi="Arial" w:cs="Arial"/>
          <w:sz w:val="18"/>
          <w:szCs w:val="18"/>
        </w:rPr>
        <w:t>!</w:t>
      </w:r>
      <w:r w:rsidR="00EC157B" w:rsidRPr="006E16EB">
        <w:rPr>
          <w:rFonts w:ascii="Arial" w:hAnsi="Arial" w:cs="Arial"/>
          <w:sz w:val="18"/>
          <w:szCs w:val="18"/>
        </w:rPr>
        <w:t xml:space="preserve"> </w:t>
      </w:r>
    </w:p>
    <w:p w14:paraId="296BBCB6" w14:textId="77777777" w:rsidR="00D75D3B" w:rsidRPr="006E16EB" w:rsidRDefault="00D75D3B" w:rsidP="00793662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sz w:val="18"/>
          <w:szCs w:val="18"/>
        </w:rPr>
      </w:pPr>
    </w:p>
    <w:p w14:paraId="39AF5FDA" w14:textId="5FC757F2" w:rsidR="00D75D3B" w:rsidRPr="006E16EB" w:rsidRDefault="00BB210F" w:rsidP="00D75D3B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Style w:val="GWFill"/>
          <w:rFonts w:ascii="Arial" w:hAnsi="Arial" w:cs="Arial"/>
          <w:b/>
          <w:sz w:val="18"/>
          <w:szCs w:val="18"/>
        </w:rPr>
      </w:pPr>
      <w:r w:rsidRPr="006E16EB">
        <w:rPr>
          <w:rFonts w:ascii="Arial" w:hAnsi="Arial" w:cs="Arial"/>
          <w:b/>
          <w:color w:val="808080" w:themeColor="background1" w:themeShade="80"/>
          <w:sz w:val="18"/>
          <w:szCs w:val="18"/>
        </w:rPr>
        <w:t>B</w:t>
      </w:r>
      <w:r w:rsidRPr="006E16EB">
        <w:rPr>
          <w:rFonts w:ascii="Arial" w:hAnsi="Arial" w:cs="Arial"/>
          <w:b/>
          <w:sz w:val="18"/>
          <w:szCs w:val="18"/>
        </w:rPr>
        <w:t xml:space="preserve"> </w:t>
      </w:r>
      <w:r w:rsidR="0058701E" w:rsidRPr="006E16EB">
        <w:rPr>
          <w:rFonts w:ascii="Arial" w:hAnsi="Arial" w:cs="Arial"/>
          <w:b/>
          <w:sz w:val="18"/>
          <w:szCs w:val="18"/>
        </w:rPr>
        <w:t>G</w:t>
      </w:r>
      <w:r w:rsidR="00AC04CC" w:rsidRPr="006E16EB">
        <w:rPr>
          <w:rFonts w:ascii="Arial" w:hAnsi="Arial" w:cs="Arial"/>
          <w:b/>
          <w:sz w:val="18"/>
          <w:szCs w:val="18"/>
        </w:rPr>
        <w:t>lass frog</w:t>
      </w:r>
    </w:p>
    <w:p w14:paraId="4B014542" w14:textId="6292CDFE" w:rsidR="005B0B08" w:rsidRPr="006E16EB" w:rsidRDefault="000B703B" w:rsidP="00793662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sz w:val="18"/>
          <w:szCs w:val="18"/>
        </w:rPr>
      </w:pPr>
      <w:r w:rsidRPr="006E16EB">
        <w:rPr>
          <w:rFonts w:ascii="Arial" w:hAnsi="Arial" w:cs="Arial"/>
          <w:sz w:val="18"/>
          <w:szCs w:val="18"/>
        </w:rPr>
        <w:t>This</w:t>
      </w:r>
      <w:r w:rsidR="00303563" w:rsidRPr="006E16EB">
        <w:rPr>
          <w:rFonts w:ascii="Arial" w:hAnsi="Arial" w:cs="Arial"/>
          <w:sz w:val="18"/>
          <w:szCs w:val="18"/>
        </w:rPr>
        <w:t xml:space="preserve"> frog</w:t>
      </w:r>
      <w:r w:rsidRPr="006E16EB">
        <w:rPr>
          <w:rFonts w:ascii="Arial" w:hAnsi="Arial" w:cs="Arial"/>
          <w:sz w:val="18"/>
          <w:szCs w:val="18"/>
        </w:rPr>
        <w:t xml:space="preserve"> usually lives in trees</w:t>
      </w:r>
      <w:r w:rsidR="00303563" w:rsidRPr="006E16EB">
        <w:rPr>
          <w:rFonts w:ascii="Arial" w:hAnsi="Arial" w:cs="Arial"/>
          <w:sz w:val="18"/>
          <w:szCs w:val="18"/>
        </w:rPr>
        <w:t xml:space="preserve"> near the lakes and rivers of South America</w:t>
      </w:r>
      <w:r w:rsidR="00F206B3" w:rsidRPr="006E16EB">
        <w:rPr>
          <w:rFonts w:ascii="Arial" w:hAnsi="Arial" w:cs="Arial"/>
          <w:sz w:val="18"/>
          <w:szCs w:val="18"/>
        </w:rPr>
        <w:t xml:space="preserve">. It looks like a normal frog but there is one difference. </w:t>
      </w:r>
      <w:r w:rsidR="00EC157B" w:rsidRPr="006E16EB">
        <w:rPr>
          <w:rFonts w:ascii="Arial" w:hAnsi="Arial" w:cs="Arial"/>
          <w:sz w:val="18"/>
          <w:szCs w:val="18"/>
        </w:rPr>
        <w:t>Y</w:t>
      </w:r>
      <w:r w:rsidR="00F206B3" w:rsidRPr="006E16EB">
        <w:rPr>
          <w:rFonts w:ascii="Arial" w:hAnsi="Arial" w:cs="Arial"/>
          <w:sz w:val="18"/>
          <w:szCs w:val="18"/>
        </w:rPr>
        <w:t xml:space="preserve">ou can see </w:t>
      </w:r>
      <w:r w:rsidR="00CA5303" w:rsidRPr="006E16EB">
        <w:rPr>
          <w:rFonts w:ascii="Arial" w:hAnsi="Arial" w:cs="Arial"/>
          <w:sz w:val="18"/>
          <w:szCs w:val="18"/>
        </w:rPr>
        <w:t>inside</w:t>
      </w:r>
      <w:r w:rsidR="00EC157B" w:rsidRPr="006E16EB">
        <w:rPr>
          <w:rFonts w:ascii="Arial" w:hAnsi="Arial" w:cs="Arial"/>
          <w:sz w:val="18"/>
          <w:szCs w:val="18"/>
        </w:rPr>
        <w:t xml:space="preserve"> this</w:t>
      </w:r>
      <w:r w:rsidR="00F206B3" w:rsidRPr="006E16EB">
        <w:rPr>
          <w:rFonts w:ascii="Arial" w:hAnsi="Arial" w:cs="Arial"/>
          <w:sz w:val="18"/>
          <w:szCs w:val="18"/>
        </w:rPr>
        <w:t xml:space="preserve"> frog</w:t>
      </w:r>
      <w:r w:rsidR="00EC157B" w:rsidRPr="006E16EB">
        <w:rPr>
          <w:rFonts w:ascii="Arial" w:hAnsi="Arial" w:cs="Arial"/>
          <w:sz w:val="18"/>
          <w:szCs w:val="18"/>
        </w:rPr>
        <w:t>. You can see its heart and its stomach!</w:t>
      </w:r>
    </w:p>
    <w:p w14:paraId="597B67EC" w14:textId="77777777" w:rsidR="00F206B3" w:rsidRPr="006E16EB" w:rsidRDefault="00F206B3" w:rsidP="00793662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sz w:val="18"/>
          <w:szCs w:val="18"/>
        </w:rPr>
      </w:pPr>
    </w:p>
    <w:p w14:paraId="24CEEE95" w14:textId="7D85CD5B" w:rsidR="00F206B3" w:rsidRPr="006E16EB" w:rsidRDefault="00BB210F" w:rsidP="00F206B3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Style w:val="GWFill"/>
          <w:rFonts w:ascii="Arial" w:hAnsi="Arial" w:cs="Arial"/>
          <w:b/>
          <w:sz w:val="18"/>
          <w:szCs w:val="18"/>
        </w:rPr>
      </w:pPr>
      <w:r w:rsidRPr="006E16EB">
        <w:rPr>
          <w:rFonts w:ascii="Arial" w:hAnsi="Arial" w:cs="Arial"/>
          <w:b/>
          <w:color w:val="808080" w:themeColor="background1" w:themeShade="80"/>
          <w:sz w:val="18"/>
          <w:szCs w:val="18"/>
        </w:rPr>
        <w:t>C</w:t>
      </w:r>
      <w:r w:rsidRPr="006E16EB">
        <w:rPr>
          <w:rFonts w:ascii="Arial" w:hAnsi="Arial" w:cs="Arial"/>
          <w:b/>
          <w:sz w:val="18"/>
          <w:szCs w:val="18"/>
        </w:rPr>
        <w:t xml:space="preserve"> </w:t>
      </w:r>
      <w:r w:rsidR="00AC04CC" w:rsidRPr="006E16EB">
        <w:rPr>
          <w:rFonts w:ascii="Arial" w:hAnsi="Arial" w:cs="Arial"/>
          <w:b/>
          <w:sz w:val="18"/>
          <w:szCs w:val="18"/>
        </w:rPr>
        <w:t>Jerboa</w:t>
      </w:r>
      <w:r w:rsidR="00F206B3" w:rsidRPr="006E16EB">
        <w:rPr>
          <w:rStyle w:val="GWFill"/>
          <w:rFonts w:ascii="Arial" w:hAnsi="Arial" w:cs="Arial"/>
          <w:b/>
          <w:sz w:val="18"/>
          <w:szCs w:val="18"/>
        </w:rPr>
        <w:t xml:space="preserve"> </w:t>
      </w:r>
    </w:p>
    <w:p w14:paraId="59A18743" w14:textId="3575C07E" w:rsidR="00F206B3" w:rsidRPr="006E16EB" w:rsidRDefault="00AC04CC" w:rsidP="00F206B3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sz w:val="18"/>
          <w:szCs w:val="18"/>
        </w:rPr>
      </w:pPr>
      <w:r w:rsidRPr="006E16EB">
        <w:rPr>
          <w:rFonts w:ascii="Arial" w:hAnsi="Arial" w:cs="Arial"/>
          <w:sz w:val="18"/>
          <w:szCs w:val="18"/>
        </w:rPr>
        <w:t>Th</w:t>
      </w:r>
      <w:r w:rsidR="004A66C1" w:rsidRPr="006E16EB">
        <w:rPr>
          <w:rFonts w:ascii="Arial" w:hAnsi="Arial" w:cs="Arial"/>
          <w:sz w:val="18"/>
          <w:szCs w:val="18"/>
        </w:rPr>
        <w:t>e</w:t>
      </w:r>
      <w:r w:rsidR="00024C69" w:rsidRPr="006E16EB">
        <w:rPr>
          <w:rFonts w:ascii="Arial" w:hAnsi="Arial" w:cs="Arial"/>
          <w:sz w:val="18"/>
          <w:szCs w:val="18"/>
        </w:rPr>
        <w:t xml:space="preserve"> </w:t>
      </w:r>
      <w:r w:rsidR="00303563" w:rsidRPr="006E16EB">
        <w:rPr>
          <w:rFonts w:ascii="Arial" w:hAnsi="Arial" w:cs="Arial"/>
          <w:sz w:val="18"/>
          <w:szCs w:val="18"/>
        </w:rPr>
        <w:t>Jerboa</w:t>
      </w:r>
      <w:r w:rsidR="00024C69" w:rsidRPr="006E16EB">
        <w:rPr>
          <w:rFonts w:ascii="Arial" w:hAnsi="Arial" w:cs="Arial"/>
          <w:sz w:val="18"/>
          <w:szCs w:val="18"/>
        </w:rPr>
        <w:t xml:space="preserve"> lives in deserts around the world. </w:t>
      </w:r>
      <w:r w:rsidR="00B813C5" w:rsidRPr="006E16EB">
        <w:rPr>
          <w:rFonts w:ascii="Arial" w:hAnsi="Arial" w:cs="Arial"/>
          <w:sz w:val="18"/>
          <w:szCs w:val="18"/>
        </w:rPr>
        <w:t xml:space="preserve">It lives in very hot places but it doesn’t drink water. </w:t>
      </w:r>
      <w:r w:rsidR="00024C69" w:rsidRPr="006E16EB">
        <w:rPr>
          <w:rFonts w:ascii="Arial" w:hAnsi="Arial" w:cs="Arial"/>
          <w:sz w:val="18"/>
          <w:szCs w:val="18"/>
        </w:rPr>
        <w:t>It looks like a small kangaroo</w:t>
      </w:r>
      <w:r w:rsidR="006A6253" w:rsidRPr="006E16EB">
        <w:rPr>
          <w:rFonts w:ascii="Arial" w:hAnsi="Arial" w:cs="Arial"/>
          <w:sz w:val="18"/>
          <w:szCs w:val="18"/>
        </w:rPr>
        <w:t xml:space="preserve"> but it isn’t one. It has</w:t>
      </w:r>
      <w:r w:rsidR="00024C69" w:rsidRPr="006E16EB">
        <w:rPr>
          <w:rFonts w:ascii="Arial" w:hAnsi="Arial" w:cs="Arial"/>
          <w:sz w:val="18"/>
          <w:szCs w:val="18"/>
        </w:rPr>
        <w:t xml:space="preserve"> long back leg</w:t>
      </w:r>
      <w:r w:rsidR="00EC157B" w:rsidRPr="006E16EB">
        <w:rPr>
          <w:rFonts w:ascii="Arial" w:hAnsi="Arial" w:cs="Arial"/>
          <w:sz w:val="18"/>
          <w:szCs w:val="18"/>
        </w:rPr>
        <w:t>s and</w:t>
      </w:r>
      <w:r w:rsidR="00BB210F" w:rsidRPr="006E16EB">
        <w:rPr>
          <w:rFonts w:ascii="Arial" w:hAnsi="Arial" w:cs="Arial"/>
          <w:sz w:val="18"/>
          <w:szCs w:val="18"/>
        </w:rPr>
        <w:t xml:space="preserve"> </w:t>
      </w:r>
      <w:r w:rsidR="006A6253" w:rsidRPr="006E16EB">
        <w:rPr>
          <w:rFonts w:ascii="Arial" w:hAnsi="Arial" w:cs="Arial"/>
          <w:sz w:val="18"/>
          <w:szCs w:val="18"/>
        </w:rPr>
        <w:t xml:space="preserve">a </w:t>
      </w:r>
      <w:r w:rsidR="00BB210F" w:rsidRPr="006E16EB">
        <w:rPr>
          <w:rFonts w:ascii="Arial" w:hAnsi="Arial" w:cs="Arial"/>
          <w:sz w:val="18"/>
          <w:szCs w:val="18"/>
        </w:rPr>
        <w:t>long tail</w:t>
      </w:r>
      <w:r w:rsidR="00EC157B" w:rsidRPr="006E16EB">
        <w:rPr>
          <w:rFonts w:ascii="Arial" w:hAnsi="Arial" w:cs="Arial"/>
          <w:sz w:val="18"/>
          <w:szCs w:val="18"/>
        </w:rPr>
        <w:t>.</w:t>
      </w:r>
      <w:r w:rsidR="00BB210F" w:rsidRPr="006E16EB">
        <w:rPr>
          <w:rFonts w:ascii="Arial" w:hAnsi="Arial" w:cs="Arial"/>
          <w:sz w:val="18"/>
          <w:szCs w:val="18"/>
        </w:rPr>
        <w:t xml:space="preserve"> </w:t>
      </w:r>
      <w:r w:rsidR="006A6253" w:rsidRPr="006E16EB">
        <w:rPr>
          <w:rFonts w:ascii="Arial" w:hAnsi="Arial" w:cs="Arial"/>
          <w:sz w:val="18"/>
          <w:szCs w:val="18"/>
        </w:rPr>
        <w:t>It</w:t>
      </w:r>
      <w:r w:rsidR="00EC157B" w:rsidRPr="006E16EB">
        <w:rPr>
          <w:rFonts w:ascii="Arial" w:hAnsi="Arial" w:cs="Arial"/>
          <w:sz w:val="18"/>
          <w:szCs w:val="18"/>
        </w:rPr>
        <w:t xml:space="preserve"> can </w:t>
      </w:r>
      <w:r w:rsidR="00024C69" w:rsidRPr="006E16EB">
        <w:rPr>
          <w:rFonts w:ascii="Arial" w:hAnsi="Arial" w:cs="Arial"/>
          <w:sz w:val="18"/>
          <w:szCs w:val="18"/>
        </w:rPr>
        <w:t>jump</w:t>
      </w:r>
      <w:r w:rsidR="00EC157B" w:rsidRPr="006E16EB">
        <w:rPr>
          <w:rFonts w:ascii="Arial" w:hAnsi="Arial" w:cs="Arial"/>
          <w:sz w:val="18"/>
          <w:szCs w:val="18"/>
        </w:rPr>
        <w:t xml:space="preserve"> well</w:t>
      </w:r>
      <w:r w:rsidR="00024C69" w:rsidRPr="006E16EB">
        <w:rPr>
          <w:rFonts w:ascii="Arial" w:hAnsi="Arial" w:cs="Arial"/>
          <w:sz w:val="18"/>
          <w:szCs w:val="18"/>
        </w:rPr>
        <w:t xml:space="preserve"> and </w:t>
      </w:r>
      <w:r w:rsidR="006A6253" w:rsidRPr="006E16EB">
        <w:rPr>
          <w:rFonts w:ascii="Arial" w:hAnsi="Arial" w:cs="Arial"/>
          <w:sz w:val="18"/>
          <w:szCs w:val="18"/>
        </w:rPr>
        <w:t xml:space="preserve">it </w:t>
      </w:r>
      <w:r w:rsidR="00024C69" w:rsidRPr="006E16EB">
        <w:rPr>
          <w:rFonts w:ascii="Arial" w:hAnsi="Arial" w:cs="Arial"/>
          <w:sz w:val="18"/>
          <w:szCs w:val="18"/>
        </w:rPr>
        <w:t>can run</w:t>
      </w:r>
      <w:r w:rsidR="00BB210F" w:rsidRPr="006E16EB">
        <w:rPr>
          <w:rFonts w:ascii="Arial" w:hAnsi="Arial" w:cs="Arial"/>
          <w:sz w:val="18"/>
          <w:szCs w:val="18"/>
        </w:rPr>
        <w:t xml:space="preserve"> very</w:t>
      </w:r>
      <w:r w:rsidR="00024C69" w:rsidRPr="006E16EB">
        <w:rPr>
          <w:rFonts w:ascii="Arial" w:hAnsi="Arial" w:cs="Arial"/>
          <w:sz w:val="18"/>
          <w:szCs w:val="18"/>
        </w:rPr>
        <w:t xml:space="preserve"> fast. </w:t>
      </w:r>
    </w:p>
    <w:p w14:paraId="3543BBDB" w14:textId="77777777" w:rsidR="00024C69" w:rsidRPr="006E16EB" w:rsidRDefault="00024C69" w:rsidP="00F206B3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sz w:val="18"/>
          <w:szCs w:val="18"/>
        </w:rPr>
      </w:pPr>
    </w:p>
    <w:p w14:paraId="4ACE1FF4" w14:textId="01666D3B" w:rsidR="00024C69" w:rsidRPr="006E16EB" w:rsidRDefault="00BB210F" w:rsidP="00024C69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Style w:val="GWFill"/>
          <w:rFonts w:ascii="Arial" w:hAnsi="Arial" w:cs="Arial"/>
          <w:b/>
          <w:sz w:val="18"/>
          <w:szCs w:val="18"/>
        </w:rPr>
      </w:pPr>
      <w:r w:rsidRPr="006E16EB">
        <w:rPr>
          <w:rFonts w:ascii="Arial" w:hAnsi="Arial" w:cs="Arial"/>
          <w:b/>
          <w:color w:val="808080" w:themeColor="background1" w:themeShade="80"/>
          <w:sz w:val="18"/>
          <w:szCs w:val="18"/>
        </w:rPr>
        <w:t>D</w:t>
      </w:r>
      <w:r w:rsidRPr="006E16EB">
        <w:rPr>
          <w:rFonts w:ascii="Arial" w:hAnsi="Arial" w:cs="Arial"/>
          <w:b/>
          <w:sz w:val="18"/>
          <w:szCs w:val="18"/>
        </w:rPr>
        <w:t xml:space="preserve"> </w:t>
      </w:r>
      <w:r w:rsidR="00C847FB" w:rsidRPr="006E16EB">
        <w:rPr>
          <w:rFonts w:ascii="Arial" w:hAnsi="Arial" w:cs="Arial"/>
          <w:b/>
          <w:sz w:val="18"/>
          <w:szCs w:val="18"/>
        </w:rPr>
        <w:t xml:space="preserve">Three-toed </w:t>
      </w:r>
      <w:r w:rsidR="0007008C">
        <w:rPr>
          <w:rFonts w:ascii="Arial" w:hAnsi="Arial" w:cs="Arial"/>
          <w:b/>
          <w:sz w:val="18"/>
          <w:szCs w:val="18"/>
        </w:rPr>
        <w:t>s</w:t>
      </w:r>
      <w:r w:rsidR="00C847FB" w:rsidRPr="006E16EB">
        <w:rPr>
          <w:rFonts w:ascii="Arial" w:hAnsi="Arial" w:cs="Arial"/>
          <w:b/>
          <w:sz w:val="18"/>
          <w:szCs w:val="18"/>
        </w:rPr>
        <w:t>loth</w:t>
      </w:r>
    </w:p>
    <w:p w14:paraId="0C1A3530" w14:textId="51792089" w:rsidR="00F206B3" w:rsidRPr="006E16EB" w:rsidRDefault="00EA7D65" w:rsidP="00793662">
      <w:pPr>
        <w:pStyle w:val="GWfacscal"/>
        <w:pBdr>
          <w:top w:val="single" w:sz="4" w:space="9" w:color="auto"/>
          <w:bottom w:val="single" w:sz="4" w:space="11" w:color="auto"/>
        </w:pBdr>
        <w:shd w:val="clear" w:color="auto" w:fill="F2F2F2" w:themeFill="background1" w:themeFillShade="F2"/>
        <w:ind w:left="432" w:right="1152"/>
        <w:rPr>
          <w:rFonts w:ascii="Arial" w:hAnsi="Arial" w:cs="Arial"/>
          <w:sz w:val="18"/>
          <w:szCs w:val="18"/>
        </w:rPr>
      </w:pPr>
      <w:r w:rsidRPr="006E16EB">
        <w:rPr>
          <w:rFonts w:ascii="Arial" w:hAnsi="Arial" w:cs="Arial"/>
          <w:sz w:val="18"/>
          <w:szCs w:val="18"/>
        </w:rPr>
        <w:t>Th</w:t>
      </w:r>
      <w:r w:rsidR="00C847FB" w:rsidRPr="006E16EB">
        <w:rPr>
          <w:rFonts w:ascii="Arial" w:hAnsi="Arial" w:cs="Arial"/>
          <w:sz w:val="18"/>
          <w:szCs w:val="18"/>
        </w:rPr>
        <w:t xml:space="preserve">is animal </w:t>
      </w:r>
      <w:r w:rsidRPr="006E16EB">
        <w:rPr>
          <w:rFonts w:ascii="Arial" w:hAnsi="Arial" w:cs="Arial"/>
          <w:sz w:val="18"/>
          <w:szCs w:val="18"/>
        </w:rPr>
        <w:t xml:space="preserve">lives in </w:t>
      </w:r>
      <w:r w:rsidR="00C847FB" w:rsidRPr="006E16EB">
        <w:rPr>
          <w:rFonts w:ascii="Arial" w:hAnsi="Arial" w:cs="Arial"/>
          <w:sz w:val="18"/>
          <w:szCs w:val="18"/>
        </w:rPr>
        <w:t>the rainforests of South America</w:t>
      </w:r>
      <w:r w:rsidRPr="006E16EB">
        <w:rPr>
          <w:rFonts w:ascii="Arial" w:hAnsi="Arial" w:cs="Arial"/>
          <w:sz w:val="18"/>
          <w:szCs w:val="18"/>
        </w:rPr>
        <w:t xml:space="preserve">. </w:t>
      </w:r>
      <w:r w:rsidR="00C847FB" w:rsidRPr="006E16EB">
        <w:rPr>
          <w:rFonts w:ascii="Arial" w:hAnsi="Arial" w:cs="Arial"/>
          <w:sz w:val="18"/>
          <w:szCs w:val="18"/>
        </w:rPr>
        <w:t>It is famous because it’s very slow. It has long fingers and it uses them to climb</w:t>
      </w:r>
      <w:r w:rsidR="000445B9" w:rsidRPr="006E16EB">
        <w:rPr>
          <w:rFonts w:ascii="Arial" w:hAnsi="Arial" w:cs="Arial"/>
          <w:sz w:val="18"/>
          <w:szCs w:val="18"/>
        </w:rPr>
        <w:t xml:space="preserve"> trees</w:t>
      </w:r>
      <w:r w:rsidR="00C847FB" w:rsidRPr="006E16EB">
        <w:rPr>
          <w:rFonts w:ascii="Arial" w:hAnsi="Arial" w:cs="Arial"/>
          <w:sz w:val="18"/>
          <w:szCs w:val="18"/>
        </w:rPr>
        <w:t>. Sloths can also swim very well.</w:t>
      </w:r>
    </w:p>
    <w:p w14:paraId="2BC046B8" w14:textId="0D85B58C" w:rsidR="000531AE" w:rsidRPr="00F0030E" w:rsidRDefault="00C435B5" w:rsidP="00C570FD">
      <w:pPr>
        <w:pStyle w:val="GWMultiChoice"/>
        <w:spacing w:before="120" w:line="280" w:lineRule="exact"/>
        <w:ind w:left="576" w:hanging="288"/>
      </w:pPr>
      <w:r>
        <w:rPr>
          <w:rStyle w:val="GWMultiNumber"/>
        </w:rPr>
        <w:t>1</w:t>
      </w:r>
      <w:r>
        <w:tab/>
        <w:t xml:space="preserve">This </w:t>
      </w:r>
      <w:r w:rsidR="000B703B">
        <w:t>is a sea animal</w:t>
      </w:r>
      <w:r>
        <w:t xml:space="preserve">. </w:t>
      </w:r>
      <w:r w:rsidR="0007008C">
        <w:tab/>
      </w:r>
      <w:r w:rsidR="0007008C">
        <w:tab/>
      </w:r>
      <w:r w:rsidR="0007008C">
        <w:tab/>
      </w:r>
      <w:r w:rsidR="0007008C">
        <w:tab/>
      </w:r>
      <w:r w:rsidR="00C570FD" w:rsidRPr="00C620CC">
        <w:rPr>
          <w:rStyle w:val="GWFill"/>
        </w:rPr>
        <w:t>…………</w:t>
      </w:r>
    </w:p>
    <w:p w14:paraId="0A65C03D" w14:textId="70DBB228" w:rsidR="000531AE" w:rsidRPr="00F0030E" w:rsidRDefault="00C435B5" w:rsidP="00C570FD">
      <w:pPr>
        <w:pStyle w:val="GWMultiChoice"/>
        <w:spacing w:line="280" w:lineRule="exact"/>
        <w:ind w:left="576" w:hanging="288"/>
      </w:pPr>
      <w:r>
        <w:rPr>
          <w:rStyle w:val="GWMultiNumber"/>
        </w:rPr>
        <w:t>2</w:t>
      </w:r>
      <w:r w:rsidR="000531AE" w:rsidRPr="00F0030E">
        <w:tab/>
      </w:r>
      <w:r>
        <w:t>This animal can move quickly.</w:t>
      </w:r>
      <w:r w:rsidR="000531AE" w:rsidRPr="00F0030E">
        <w:tab/>
      </w:r>
      <w:r>
        <w:t xml:space="preserve"> </w:t>
      </w:r>
      <w:r w:rsidR="0007008C">
        <w:tab/>
      </w:r>
      <w:r w:rsidR="0007008C">
        <w:tab/>
      </w:r>
      <w:r w:rsidR="00C570FD" w:rsidRPr="00C620CC">
        <w:rPr>
          <w:rStyle w:val="GWFill"/>
        </w:rPr>
        <w:t>…………</w:t>
      </w:r>
    </w:p>
    <w:p w14:paraId="7C8C9665" w14:textId="5F0B0D49" w:rsidR="000531AE" w:rsidRPr="00F0030E" w:rsidRDefault="00C435B5" w:rsidP="00C570FD">
      <w:pPr>
        <w:pStyle w:val="GWMultiChoice"/>
        <w:spacing w:line="280" w:lineRule="exact"/>
        <w:ind w:left="576" w:hanging="288"/>
      </w:pPr>
      <w:r>
        <w:rPr>
          <w:rStyle w:val="GWMultiNumber"/>
        </w:rPr>
        <w:t>3</w:t>
      </w:r>
      <w:r w:rsidR="000531AE" w:rsidRPr="00F0030E">
        <w:tab/>
      </w:r>
      <w:r>
        <w:t xml:space="preserve">This </w:t>
      </w:r>
      <w:r w:rsidR="00303563">
        <w:t>animal</w:t>
      </w:r>
      <w:r w:rsidR="00C847FB">
        <w:t xml:space="preserve"> doesn’t</w:t>
      </w:r>
      <w:r w:rsidR="00303563">
        <w:t xml:space="preserve"> live near water</w:t>
      </w:r>
      <w:r>
        <w:t xml:space="preserve">. </w:t>
      </w:r>
      <w:r w:rsidR="0007008C">
        <w:tab/>
      </w:r>
      <w:r w:rsidR="00C570FD" w:rsidRPr="00C620CC">
        <w:rPr>
          <w:rStyle w:val="GWFill"/>
        </w:rPr>
        <w:t>…………</w:t>
      </w:r>
    </w:p>
    <w:p w14:paraId="3872AC05" w14:textId="771245CE" w:rsidR="000531AE" w:rsidRPr="00F0030E" w:rsidRDefault="00C435B5" w:rsidP="00C570FD">
      <w:pPr>
        <w:pStyle w:val="GWMultiChoice"/>
        <w:spacing w:line="280" w:lineRule="exact"/>
        <w:ind w:left="576" w:hanging="288"/>
      </w:pPr>
      <w:r>
        <w:rPr>
          <w:rStyle w:val="GWMultiNumber"/>
        </w:rPr>
        <w:t>4</w:t>
      </w:r>
      <w:r w:rsidR="000531AE" w:rsidRPr="00F0030E">
        <w:tab/>
      </w:r>
      <w:r w:rsidR="006C06B5">
        <w:t>This animal is not very fast</w:t>
      </w:r>
      <w:r>
        <w:t>.</w:t>
      </w:r>
      <w:r w:rsidR="0007008C">
        <w:tab/>
      </w:r>
      <w:r w:rsidR="0007008C">
        <w:tab/>
      </w:r>
      <w:r w:rsidR="0007008C">
        <w:tab/>
      </w:r>
      <w:r w:rsidR="00C570FD" w:rsidRPr="00C620CC">
        <w:rPr>
          <w:rStyle w:val="GWFill"/>
        </w:rPr>
        <w:t>…………</w:t>
      </w:r>
    </w:p>
    <w:p w14:paraId="75B8E30D" w14:textId="544C4A77" w:rsidR="000531AE" w:rsidRDefault="000B703B" w:rsidP="004D5573">
      <w:pPr>
        <w:pStyle w:val="GWMultiChoice"/>
        <w:spacing w:line="280" w:lineRule="exact"/>
        <w:ind w:left="576" w:hanging="288"/>
      </w:pPr>
      <w:r>
        <w:rPr>
          <w:rStyle w:val="GWMultiNumber"/>
        </w:rPr>
        <w:t>5</w:t>
      </w:r>
      <w:r w:rsidR="000531AE" w:rsidRPr="00F0030E">
        <w:tab/>
      </w:r>
      <w:r>
        <w:t xml:space="preserve">This animal looks like a person. </w:t>
      </w:r>
      <w:r w:rsidR="0007008C">
        <w:tab/>
      </w:r>
      <w:r w:rsidR="0007008C">
        <w:tab/>
      </w:r>
      <w:r w:rsidR="00C570FD" w:rsidRPr="00C620CC">
        <w:rPr>
          <w:rStyle w:val="GWFill"/>
        </w:rPr>
        <w:t>…………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531AE" w14:paraId="02A31A39" w14:textId="77777777" w:rsidTr="00EF497E">
        <w:trPr>
          <w:trHeight w:val="150"/>
          <w:jc w:val="right"/>
        </w:trPr>
        <w:tc>
          <w:tcPr>
            <w:tcW w:w="3977" w:type="dxa"/>
          </w:tcPr>
          <w:p w14:paraId="50EB504C" w14:textId="77777777" w:rsidR="000531AE" w:rsidRDefault="000531AE" w:rsidP="00EF497E"/>
        </w:tc>
        <w:tc>
          <w:tcPr>
            <w:tcW w:w="861" w:type="dxa"/>
            <w:shd w:val="clear" w:color="auto" w:fill="D6D6D6"/>
          </w:tcPr>
          <w:p w14:paraId="6E746712" w14:textId="3C3C6A28" w:rsidR="000531AE" w:rsidRDefault="000531AE" w:rsidP="00BA7E1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 w:rsidR="000B703B">
              <w:rPr>
                <w:b/>
              </w:rPr>
              <w:t>5</w:t>
            </w:r>
          </w:p>
        </w:tc>
      </w:tr>
    </w:tbl>
    <w:p w14:paraId="543DBC65" w14:textId="77777777" w:rsidR="00DE769B" w:rsidRDefault="00DE769B" w:rsidP="001109E2">
      <w:pPr>
        <w:pStyle w:val="GWRubricBody"/>
        <w:rPr>
          <w:rStyle w:val="GWRubricNumber"/>
        </w:rPr>
        <w:sectPr w:rsidR="00DE769B" w:rsidSect="00A61A5E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23309DC9" w14:textId="0A24DBF7" w:rsidR="000531AE" w:rsidRDefault="000531AE" w:rsidP="001109E2">
      <w:pPr>
        <w:pStyle w:val="GWRubricBody"/>
      </w:pPr>
      <w:r>
        <w:rPr>
          <w:rStyle w:val="GWRubricNumber"/>
        </w:rPr>
        <w:lastRenderedPageBreak/>
        <w:t>8</w:t>
      </w:r>
      <w:r>
        <w:tab/>
        <w:t xml:space="preserve">Read the article again. </w:t>
      </w:r>
      <w:r w:rsidR="00842737">
        <w:t>Are these statements True (T)</w:t>
      </w:r>
      <w:r w:rsidR="0007008C">
        <w:t>,</w:t>
      </w:r>
      <w:r w:rsidR="00842737">
        <w:t xml:space="preserve"> False (F)</w:t>
      </w:r>
      <w:r w:rsidR="0007008C">
        <w:t xml:space="preserve"> or is the information Not Mentioned (NM)</w:t>
      </w:r>
      <w:r w:rsidR="00842737">
        <w:t>?</w:t>
      </w:r>
    </w:p>
    <w:p w14:paraId="1B21F6C6" w14:textId="77777777" w:rsidR="00A61A5E" w:rsidRDefault="00A61A5E" w:rsidP="000531AE">
      <w:pPr>
        <w:pStyle w:val="GWMultiChoice"/>
        <w:rPr>
          <w:rStyle w:val="GWMultiNumber"/>
        </w:rPr>
        <w:sectPr w:rsidR="00A61A5E" w:rsidSect="00DE769B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104B9BD" w14:textId="52B29679" w:rsidR="000531AE" w:rsidRPr="0061320E" w:rsidRDefault="000531AE" w:rsidP="006E16EB">
      <w:pPr>
        <w:pStyle w:val="GWMultiChoice"/>
        <w:tabs>
          <w:tab w:val="left" w:pos="4320"/>
        </w:tabs>
        <w:ind w:left="569" w:hanging="285"/>
      </w:pPr>
      <w:r>
        <w:rPr>
          <w:rStyle w:val="GWMultiNumber"/>
        </w:rPr>
        <w:lastRenderedPageBreak/>
        <w:t>1</w:t>
      </w:r>
      <w:r w:rsidRPr="00705EAA">
        <w:tab/>
      </w:r>
      <w:r w:rsidR="00842737">
        <w:t xml:space="preserve">There are one million species of animal in </w:t>
      </w:r>
      <w:r w:rsidR="001109E2">
        <w:br/>
      </w:r>
      <w:r w:rsidR="00842737">
        <w:t xml:space="preserve">the world. </w:t>
      </w:r>
      <w:r w:rsidR="001109E2">
        <w:tab/>
      </w:r>
      <w:r w:rsidR="001109E2">
        <w:tab/>
      </w:r>
      <w:r w:rsidR="001109E2">
        <w:tab/>
      </w:r>
      <w:r w:rsidR="001109E2">
        <w:tab/>
      </w:r>
      <w:r w:rsidRPr="0061320E">
        <w:t>T/</w:t>
      </w:r>
      <w:r w:rsidRPr="00F553D9">
        <w:t>F</w:t>
      </w:r>
      <w:r w:rsidR="00842737">
        <w:t>/NM</w:t>
      </w:r>
    </w:p>
    <w:p w14:paraId="2D5636CB" w14:textId="681B8C8F" w:rsidR="000531AE" w:rsidRPr="0061320E" w:rsidRDefault="000531AE" w:rsidP="00A61A5E">
      <w:pPr>
        <w:pStyle w:val="GWMultiChoice"/>
        <w:tabs>
          <w:tab w:val="left" w:pos="4320"/>
        </w:tabs>
      </w:pPr>
      <w:r>
        <w:rPr>
          <w:rStyle w:val="GWMultiNumber"/>
        </w:rPr>
        <w:t>2</w:t>
      </w:r>
      <w:r w:rsidRPr="00705EAA">
        <w:tab/>
      </w:r>
      <w:r w:rsidR="003B1AAE">
        <w:t xml:space="preserve">The </w:t>
      </w:r>
      <w:proofErr w:type="spellStart"/>
      <w:r w:rsidR="003B1AAE">
        <w:t>blobfish</w:t>
      </w:r>
      <w:proofErr w:type="spellEnd"/>
      <w:r w:rsidR="003B1AAE">
        <w:t xml:space="preserve"> is </w:t>
      </w:r>
      <w:r w:rsidR="000445B9">
        <w:t>the oldest animal in the sea.</w:t>
      </w:r>
      <w:r w:rsidR="003B1AAE">
        <w:tab/>
      </w:r>
      <w:r w:rsidRPr="0061320E">
        <w:t>T/</w:t>
      </w:r>
      <w:r w:rsidRPr="00F553D9">
        <w:t>F</w:t>
      </w:r>
      <w:r w:rsidR="00842737">
        <w:t>/NM</w:t>
      </w:r>
    </w:p>
    <w:p w14:paraId="5F80C6E3" w14:textId="65CBEDC6" w:rsidR="000531AE" w:rsidRPr="0061320E" w:rsidRDefault="000531AE" w:rsidP="00A61A5E">
      <w:pPr>
        <w:pStyle w:val="GWMultiChoice"/>
        <w:tabs>
          <w:tab w:val="left" w:pos="4320"/>
        </w:tabs>
      </w:pPr>
      <w:r>
        <w:rPr>
          <w:rStyle w:val="GWMultiNumber"/>
        </w:rPr>
        <w:t>3</w:t>
      </w:r>
      <w:r w:rsidRPr="00705EAA">
        <w:tab/>
      </w:r>
      <w:r w:rsidR="00842737">
        <w:t>You can see everything inside a glass frog.</w:t>
      </w:r>
      <w:r w:rsidR="00A61A5E">
        <w:tab/>
      </w:r>
      <w:r w:rsidRPr="0061320E">
        <w:t>T/</w:t>
      </w:r>
      <w:r w:rsidRPr="00F553D9">
        <w:t>F</w:t>
      </w:r>
      <w:r w:rsidR="00842737">
        <w:t>/NM</w:t>
      </w:r>
    </w:p>
    <w:p w14:paraId="6A5AE032" w14:textId="18F72216" w:rsidR="000531AE" w:rsidRPr="0061320E" w:rsidRDefault="00A61A5E" w:rsidP="00A61A5E">
      <w:pPr>
        <w:pStyle w:val="GWMultiChoice"/>
        <w:tabs>
          <w:tab w:val="left" w:pos="4320"/>
        </w:tabs>
      </w:pPr>
      <w:r>
        <w:rPr>
          <w:rStyle w:val="GWMultiNumber"/>
        </w:rPr>
        <w:br w:type="column"/>
      </w:r>
      <w:r w:rsidR="000531AE">
        <w:rPr>
          <w:rStyle w:val="GWMultiNumber"/>
        </w:rPr>
        <w:lastRenderedPageBreak/>
        <w:t>4</w:t>
      </w:r>
      <w:r w:rsidR="000531AE" w:rsidRPr="00705EAA">
        <w:tab/>
      </w:r>
      <w:r w:rsidR="00842737">
        <w:t xml:space="preserve">The </w:t>
      </w:r>
      <w:r w:rsidR="00F31923">
        <w:t>j</w:t>
      </w:r>
      <w:r w:rsidR="00842737">
        <w:t xml:space="preserve">erboa is a type of </w:t>
      </w:r>
      <w:r w:rsidR="000445B9">
        <w:t>kangaroo</w:t>
      </w:r>
      <w:r w:rsidR="00842737">
        <w:t>.</w:t>
      </w:r>
      <w:r w:rsidR="00842737">
        <w:tab/>
      </w:r>
      <w:r w:rsidR="000531AE" w:rsidRPr="0061320E">
        <w:tab/>
        <w:t>T/</w:t>
      </w:r>
      <w:r w:rsidR="000531AE" w:rsidRPr="00F553D9">
        <w:t>F</w:t>
      </w:r>
      <w:r w:rsidR="00842737">
        <w:t>/NM</w:t>
      </w:r>
    </w:p>
    <w:p w14:paraId="3B57CBB6" w14:textId="2E5E4B34" w:rsidR="000531AE" w:rsidRPr="00011DEB" w:rsidRDefault="000531AE" w:rsidP="00A61A5E">
      <w:pPr>
        <w:pStyle w:val="GWMultiChoice"/>
        <w:tabs>
          <w:tab w:val="left" w:pos="4320"/>
        </w:tabs>
        <w:spacing w:after="120"/>
      </w:pPr>
      <w:r>
        <w:rPr>
          <w:rStyle w:val="GWMultiNumber"/>
        </w:rPr>
        <w:t>5</w:t>
      </w:r>
      <w:r w:rsidRPr="00705EAA">
        <w:tab/>
      </w:r>
      <w:r w:rsidRPr="000445B9">
        <w:t>The</w:t>
      </w:r>
      <w:r w:rsidR="00A82635" w:rsidRPr="000445B9">
        <w:t xml:space="preserve"> </w:t>
      </w:r>
      <w:r w:rsidR="000445B9">
        <w:t>sloth’s long fingers help it climb trees.</w:t>
      </w:r>
      <w:r w:rsidR="000445B9">
        <w:tab/>
      </w:r>
      <w:r w:rsidRPr="0061320E">
        <w:t>T/</w:t>
      </w:r>
      <w:r w:rsidRPr="00F553D9">
        <w:t>F</w:t>
      </w:r>
      <w:r w:rsidR="00A82635">
        <w:t>/NM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0531AE" w14:paraId="1EDE00F3" w14:textId="77777777" w:rsidTr="00EF497E">
        <w:trPr>
          <w:trHeight w:val="150"/>
          <w:jc w:val="right"/>
        </w:trPr>
        <w:tc>
          <w:tcPr>
            <w:tcW w:w="3977" w:type="dxa"/>
          </w:tcPr>
          <w:p w14:paraId="322ECE06" w14:textId="77777777" w:rsidR="000531AE" w:rsidRDefault="000531AE" w:rsidP="00EF497E"/>
        </w:tc>
        <w:tc>
          <w:tcPr>
            <w:tcW w:w="861" w:type="dxa"/>
            <w:shd w:val="clear" w:color="auto" w:fill="D6D6D6"/>
          </w:tcPr>
          <w:p w14:paraId="48A28BE7" w14:textId="77777777" w:rsidR="000531AE" w:rsidRDefault="000531AE" w:rsidP="00BA7E15">
            <w:pPr>
              <w:jc w:val="right"/>
            </w:pPr>
            <w:r>
              <w:t xml:space="preserve">     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5</w:t>
            </w:r>
          </w:p>
        </w:tc>
      </w:tr>
    </w:tbl>
    <w:p w14:paraId="13BB38F8" w14:textId="77777777" w:rsidR="00A61A5E" w:rsidRDefault="00A61A5E" w:rsidP="001109E2">
      <w:pPr>
        <w:pStyle w:val="GWRubricBody"/>
        <w:spacing w:after="0"/>
        <w:rPr>
          <w:rStyle w:val="GWRubricNumber"/>
        </w:rPr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376A8F" w:rsidRPr="003B14C8" w14:paraId="7797A92D" w14:textId="77777777" w:rsidTr="00FB5E45">
        <w:trPr>
          <w:trHeight w:val="150"/>
          <w:jc w:val="right"/>
        </w:trPr>
        <w:tc>
          <w:tcPr>
            <w:tcW w:w="3958" w:type="dxa"/>
          </w:tcPr>
          <w:p w14:paraId="41922281" w14:textId="77777777" w:rsidR="00376A8F" w:rsidRPr="00376A8F" w:rsidRDefault="00376A8F" w:rsidP="00FB5E45">
            <w:pPr>
              <w:jc w:val="right"/>
            </w:pPr>
            <w:r w:rsidRPr="00376A8F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1E427BE4" w14:textId="77777777" w:rsidR="00376A8F" w:rsidRPr="00376A8F" w:rsidRDefault="00376A8F" w:rsidP="00FB5E45">
            <w:pPr>
              <w:jc w:val="right"/>
              <w:rPr>
                <w:b/>
              </w:rPr>
            </w:pPr>
            <w:r w:rsidRPr="00376A8F">
              <w:t xml:space="preserve">      </w:t>
            </w:r>
            <w:r w:rsidRPr="00376A8F">
              <w:rPr>
                <w:b/>
              </w:rPr>
              <w:t>/ 10</w:t>
            </w:r>
          </w:p>
        </w:tc>
      </w:tr>
    </w:tbl>
    <w:p w14:paraId="648AF2D1" w14:textId="77777777" w:rsidR="00376A8F" w:rsidRDefault="00376A8F" w:rsidP="000531AE">
      <w:pPr>
        <w:pStyle w:val="GWRubricBody"/>
        <w:rPr>
          <w:rStyle w:val="GWRubricNumber"/>
        </w:rPr>
        <w:sectPr w:rsidR="00376A8F" w:rsidSect="000531AE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6842FD9E" w14:textId="77777777" w:rsidR="000531AE" w:rsidRPr="00C51494" w:rsidRDefault="000531AE" w:rsidP="001F277A">
      <w:pPr>
        <w:pStyle w:val="GWSectionHead"/>
        <w:spacing w:before="720"/>
        <w:outlineLvl w:val="0"/>
      </w:pPr>
      <w:r w:rsidRPr="00C51494">
        <w:lastRenderedPageBreak/>
        <w:t xml:space="preserve">Listening </w:t>
      </w:r>
    </w:p>
    <w:p w14:paraId="63C2591D" w14:textId="77777777" w:rsidR="001109E2" w:rsidRDefault="001109E2" w:rsidP="000531AE">
      <w:pPr>
        <w:pStyle w:val="GWRubricBody"/>
        <w:rPr>
          <w:rStyle w:val="GWRubricNumber"/>
        </w:rPr>
        <w:sectPr w:rsidR="001109E2" w:rsidSect="00EF497E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6D0885F7" w14:textId="36EA8978" w:rsidR="000531AE" w:rsidRPr="00C51494" w:rsidRDefault="00381306" w:rsidP="000531AE">
      <w:pPr>
        <w:pStyle w:val="GWRubricBody"/>
      </w:pPr>
      <w:r>
        <w:rPr>
          <w:rStyle w:val="GWRubricNumber"/>
        </w:rPr>
        <w:lastRenderedPageBreak/>
        <w:t>9</w:t>
      </w:r>
      <w:r w:rsidR="00BD5933">
        <w:t xml:space="preserve"> </w:t>
      </w:r>
      <w:r w:rsidR="000531AE" w:rsidRPr="00C51494">
        <w:rPr>
          <w:noProof/>
          <w:lang w:val="en-US"/>
        </w:rPr>
        <w:drawing>
          <wp:inline distT="0" distB="0" distL="0" distR="0" wp14:anchorId="6C45E30F" wp14:editId="50249EF9">
            <wp:extent cx="106415" cy="106415"/>
            <wp:effectExtent l="0" t="0" r="0" b="0"/>
            <wp:docPr id="2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31AE" w:rsidRPr="00C51494">
        <w:rPr>
          <w:rStyle w:val="GWRubricNumber"/>
        </w:rPr>
        <w:t xml:space="preserve"> </w:t>
      </w:r>
      <w:r w:rsidR="000531AE" w:rsidRPr="00C51494">
        <w:t xml:space="preserve">Listen to </w:t>
      </w:r>
      <w:r w:rsidR="00406350" w:rsidRPr="00C51494">
        <w:t>a conversation.</w:t>
      </w:r>
      <w:r w:rsidR="000531AE" w:rsidRPr="00C51494">
        <w:t xml:space="preserve"> Choose the </w:t>
      </w:r>
      <w:r w:rsidR="000C4DA2" w:rsidRPr="000C4DA2">
        <w:t>correct</w:t>
      </w:r>
      <w:r w:rsidR="00BB59B7">
        <w:t xml:space="preserve"> answer</w:t>
      </w:r>
      <w:r w:rsidR="000531AE" w:rsidRPr="00C51494">
        <w:t>, A, B or C.</w:t>
      </w:r>
    </w:p>
    <w:p w14:paraId="0698AA11" w14:textId="30D751B5" w:rsidR="000531AE" w:rsidRPr="00406350" w:rsidRDefault="000531AE" w:rsidP="00437194">
      <w:pPr>
        <w:pStyle w:val="GWMultiChoice"/>
        <w:spacing w:line="280" w:lineRule="exact"/>
      </w:pPr>
      <w:r w:rsidRPr="00406350">
        <w:rPr>
          <w:rStyle w:val="GWMultiNumber"/>
        </w:rPr>
        <w:t>1</w:t>
      </w:r>
      <w:r w:rsidRPr="00406350">
        <w:tab/>
      </w:r>
      <w:r w:rsidR="00406350" w:rsidRPr="00406350">
        <w:t>Who is the woman?</w:t>
      </w:r>
    </w:p>
    <w:p w14:paraId="29C0EFAC" w14:textId="3A88CA20" w:rsidR="000531AE" w:rsidRPr="00406350" w:rsidRDefault="00A61A5E" w:rsidP="00437194">
      <w:pPr>
        <w:pStyle w:val="GWMultiChoice"/>
        <w:spacing w:line="280" w:lineRule="exact"/>
      </w:pPr>
      <w:r w:rsidRPr="00406350">
        <w:rPr>
          <w:b/>
          <w:sz w:val="16"/>
          <w:szCs w:val="16"/>
        </w:rPr>
        <w:tab/>
        <w:t>A</w:t>
      </w:r>
      <w:r w:rsidR="000531AE" w:rsidRPr="00406350">
        <w:tab/>
      </w:r>
      <w:r w:rsidR="00406350" w:rsidRPr="00406350">
        <w:t>the boy’s mother</w:t>
      </w:r>
    </w:p>
    <w:p w14:paraId="69B75460" w14:textId="3874278F" w:rsidR="000531AE" w:rsidRPr="00406350" w:rsidRDefault="00A61A5E" w:rsidP="00437194">
      <w:pPr>
        <w:pStyle w:val="GWMultiChoice"/>
        <w:spacing w:line="280" w:lineRule="exact"/>
      </w:pPr>
      <w:r w:rsidRPr="00406350">
        <w:rPr>
          <w:b/>
          <w:sz w:val="16"/>
          <w:szCs w:val="16"/>
        </w:rPr>
        <w:tab/>
        <w:t>B</w:t>
      </w:r>
      <w:r w:rsidR="000531AE" w:rsidRPr="00406350">
        <w:tab/>
      </w:r>
      <w:r w:rsidR="00406350" w:rsidRPr="00406350">
        <w:t>a teacher</w:t>
      </w:r>
    </w:p>
    <w:p w14:paraId="392CDE3D" w14:textId="36AB6926" w:rsidR="000531AE" w:rsidRPr="00406350" w:rsidRDefault="00A61A5E" w:rsidP="00437194">
      <w:pPr>
        <w:pStyle w:val="GWMultiChoice"/>
        <w:spacing w:line="280" w:lineRule="exact"/>
      </w:pPr>
      <w:r w:rsidRPr="00406350">
        <w:rPr>
          <w:b/>
          <w:sz w:val="16"/>
          <w:szCs w:val="16"/>
        </w:rPr>
        <w:tab/>
        <w:t>C</w:t>
      </w:r>
      <w:r w:rsidR="000531AE" w:rsidRPr="00406350">
        <w:tab/>
      </w:r>
      <w:r w:rsidR="00406350" w:rsidRPr="00406350">
        <w:t>a journalist</w:t>
      </w:r>
    </w:p>
    <w:p w14:paraId="09568B34" w14:textId="7277DB7C" w:rsidR="000531AE" w:rsidRPr="00C51494" w:rsidRDefault="000531AE" w:rsidP="00437194">
      <w:pPr>
        <w:pStyle w:val="GWMultiChoice"/>
        <w:spacing w:line="280" w:lineRule="exact"/>
      </w:pPr>
      <w:r w:rsidRPr="00C51494">
        <w:rPr>
          <w:rStyle w:val="GWMultiNumber"/>
        </w:rPr>
        <w:t>2</w:t>
      </w:r>
      <w:r w:rsidRPr="00C51494">
        <w:tab/>
      </w:r>
      <w:r w:rsidR="00E5132B">
        <w:t>What</w:t>
      </w:r>
      <w:r w:rsidR="00E5132B" w:rsidRPr="00C51494">
        <w:t xml:space="preserve"> </w:t>
      </w:r>
      <w:r w:rsidR="00C51494" w:rsidRPr="00C51494">
        <w:t xml:space="preserve">does the boy </w:t>
      </w:r>
      <w:r w:rsidR="006A6EDC">
        <w:t>say about his school uniform</w:t>
      </w:r>
      <w:r w:rsidR="00C51494" w:rsidRPr="00C51494">
        <w:t>?</w:t>
      </w:r>
    </w:p>
    <w:p w14:paraId="5826F07A" w14:textId="495B48B2" w:rsidR="000531AE" w:rsidRPr="00C51494" w:rsidRDefault="00A61A5E" w:rsidP="00437194">
      <w:pPr>
        <w:pStyle w:val="GWMultiChoice"/>
        <w:spacing w:line="280" w:lineRule="exact"/>
      </w:pPr>
      <w:r w:rsidRPr="00C51494">
        <w:rPr>
          <w:b/>
          <w:sz w:val="16"/>
          <w:szCs w:val="16"/>
        </w:rPr>
        <w:tab/>
        <w:t>A</w:t>
      </w:r>
      <w:r w:rsidR="000531AE" w:rsidRPr="00C51494">
        <w:tab/>
      </w:r>
      <w:r w:rsidR="006A6EDC">
        <w:t>He likes wearing it.</w:t>
      </w:r>
    </w:p>
    <w:p w14:paraId="68E46710" w14:textId="7B2C1CD4" w:rsidR="000531AE" w:rsidRPr="00C51494" w:rsidRDefault="00A61A5E" w:rsidP="00437194">
      <w:pPr>
        <w:pStyle w:val="GWMultiChoice"/>
        <w:spacing w:line="280" w:lineRule="exact"/>
      </w:pPr>
      <w:r w:rsidRPr="00C51494">
        <w:rPr>
          <w:b/>
          <w:sz w:val="16"/>
          <w:szCs w:val="16"/>
        </w:rPr>
        <w:tab/>
        <w:t>B</w:t>
      </w:r>
      <w:r w:rsidR="000531AE" w:rsidRPr="00C51494">
        <w:tab/>
      </w:r>
      <w:r w:rsidR="006A6EDC">
        <w:t xml:space="preserve">He </w:t>
      </w:r>
      <w:r w:rsidR="00CA5303">
        <w:t>isn’t mad about</w:t>
      </w:r>
      <w:r w:rsidR="006A6EDC">
        <w:t xml:space="preserve"> wearing it.</w:t>
      </w:r>
    </w:p>
    <w:p w14:paraId="1D52BC7D" w14:textId="665AE9B9" w:rsidR="000531AE" w:rsidRPr="00C51494" w:rsidRDefault="00A61A5E" w:rsidP="00437194">
      <w:pPr>
        <w:pStyle w:val="GWMultiChoice"/>
        <w:spacing w:line="280" w:lineRule="exact"/>
      </w:pPr>
      <w:r w:rsidRPr="00C51494">
        <w:rPr>
          <w:b/>
          <w:sz w:val="16"/>
          <w:szCs w:val="16"/>
        </w:rPr>
        <w:tab/>
        <w:t>C</w:t>
      </w:r>
      <w:r w:rsidR="000531AE" w:rsidRPr="00C51494">
        <w:tab/>
      </w:r>
      <w:r w:rsidR="006A6EDC">
        <w:t xml:space="preserve">He </w:t>
      </w:r>
      <w:r w:rsidR="00CA5303">
        <w:t xml:space="preserve">can’t stand </w:t>
      </w:r>
      <w:r w:rsidR="006A6EDC">
        <w:t>wearing it.</w:t>
      </w:r>
    </w:p>
    <w:p w14:paraId="0A15BB90" w14:textId="5DCF7C43" w:rsidR="000531AE" w:rsidRPr="00C51494" w:rsidRDefault="000531AE" w:rsidP="00437194">
      <w:pPr>
        <w:pStyle w:val="GWMultiChoice"/>
        <w:spacing w:line="280" w:lineRule="exact"/>
      </w:pPr>
      <w:r w:rsidRPr="00C51494">
        <w:rPr>
          <w:rStyle w:val="GWMultiNumber"/>
        </w:rPr>
        <w:t>3</w:t>
      </w:r>
      <w:r w:rsidRPr="00C51494">
        <w:tab/>
      </w:r>
      <w:r w:rsidR="009813D8">
        <w:t>What does the boy have to wear to school</w:t>
      </w:r>
      <w:r w:rsidR="00C51494" w:rsidRPr="00C51494">
        <w:t>?</w:t>
      </w:r>
    </w:p>
    <w:p w14:paraId="7EC946F8" w14:textId="435CAE97" w:rsidR="000531AE" w:rsidRPr="00C51494" w:rsidRDefault="00A61A5E" w:rsidP="00437194">
      <w:pPr>
        <w:pStyle w:val="GWMultiChoice"/>
        <w:spacing w:line="280" w:lineRule="exact"/>
      </w:pPr>
      <w:r w:rsidRPr="00C51494">
        <w:rPr>
          <w:b/>
          <w:sz w:val="16"/>
          <w:szCs w:val="16"/>
        </w:rPr>
        <w:tab/>
        <w:t>A</w:t>
      </w:r>
      <w:r w:rsidR="000531AE" w:rsidRPr="00C51494">
        <w:tab/>
      </w:r>
      <w:r w:rsidR="009813D8">
        <w:t>a special jumper</w:t>
      </w:r>
    </w:p>
    <w:p w14:paraId="0AB49920" w14:textId="36FDD4DA" w:rsidR="000531AE" w:rsidRPr="00C51494" w:rsidRDefault="00A61A5E" w:rsidP="00437194">
      <w:pPr>
        <w:pStyle w:val="GWMultiChoice"/>
        <w:spacing w:line="280" w:lineRule="exact"/>
      </w:pPr>
      <w:r w:rsidRPr="00C51494">
        <w:rPr>
          <w:b/>
          <w:sz w:val="16"/>
          <w:szCs w:val="16"/>
        </w:rPr>
        <w:tab/>
        <w:t>B</w:t>
      </w:r>
      <w:r w:rsidR="000531AE" w:rsidRPr="00C51494">
        <w:tab/>
      </w:r>
      <w:r w:rsidR="009813D8">
        <w:t>jeans and t-shirt</w:t>
      </w:r>
    </w:p>
    <w:p w14:paraId="4D630C02" w14:textId="34F202A8" w:rsidR="000531AE" w:rsidRPr="00C51494" w:rsidRDefault="00A61A5E" w:rsidP="00437194">
      <w:pPr>
        <w:pStyle w:val="GWMultiChoice"/>
        <w:spacing w:line="280" w:lineRule="exact"/>
      </w:pPr>
      <w:r w:rsidRPr="00C51494">
        <w:rPr>
          <w:b/>
          <w:sz w:val="16"/>
          <w:szCs w:val="16"/>
        </w:rPr>
        <w:tab/>
        <w:t>C</w:t>
      </w:r>
      <w:r w:rsidR="000531AE" w:rsidRPr="00C51494">
        <w:tab/>
      </w:r>
      <w:r w:rsidR="009813D8">
        <w:t>trainers</w:t>
      </w:r>
    </w:p>
    <w:p w14:paraId="6BD08915" w14:textId="022738B9" w:rsidR="000531AE" w:rsidRPr="00A84B17" w:rsidRDefault="000531AE" w:rsidP="00437194">
      <w:pPr>
        <w:pStyle w:val="GWMultiChoice"/>
        <w:spacing w:line="280" w:lineRule="exact"/>
      </w:pPr>
      <w:r w:rsidRPr="00A84B17">
        <w:rPr>
          <w:rStyle w:val="GWMultiNumber"/>
        </w:rPr>
        <w:t>4</w:t>
      </w:r>
      <w:r w:rsidRPr="00A84B17">
        <w:tab/>
      </w:r>
      <w:r w:rsidR="009813D8">
        <w:t>Who buys the boy’s school uniform</w:t>
      </w:r>
      <w:r w:rsidR="00A84B17" w:rsidRPr="00A84B17">
        <w:t>?</w:t>
      </w:r>
    </w:p>
    <w:p w14:paraId="3A27DB19" w14:textId="50674235" w:rsidR="000531AE" w:rsidRPr="00A84B17" w:rsidRDefault="00A61A5E" w:rsidP="00437194">
      <w:pPr>
        <w:pStyle w:val="GWMultiChoice"/>
        <w:spacing w:line="280" w:lineRule="exact"/>
      </w:pPr>
      <w:r w:rsidRPr="00A84B17">
        <w:rPr>
          <w:b/>
          <w:sz w:val="16"/>
          <w:szCs w:val="16"/>
        </w:rPr>
        <w:tab/>
        <w:t>A</w:t>
      </w:r>
      <w:r w:rsidR="000531AE" w:rsidRPr="00A84B17">
        <w:tab/>
      </w:r>
      <w:r w:rsidR="009813D8">
        <w:t>the boy</w:t>
      </w:r>
    </w:p>
    <w:p w14:paraId="260D1A49" w14:textId="60684263" w:rsidR="000531AE" w:rsidRPr="00A84B17" w:rsidRDefault="00A61A5E" w:rsidP="00437194">
      <w:pPr>
        <w:pStyle w:val="GWMultiChoice"/>
        <w:spacing w:line="280" w:lineRule="exact"/>
      </w:pPr>
      <w:r w:rsidRPr="00A84B17">
        <w:rPr>
          <w:b/>
          <w:sz w:val="16"/>
          <w:szCs w:val="16"/>
        </w:rPr>
        <w:tab/>
        <w:t>B</w:t>
      </w:r>
      <w:r w:rsidR="009813D8">
        <w:tab/>
        <w:t>his parents</w:t>
      </w:r>
    </w:p>
    <w:p w14:paraId="5FB631F1" w14:textId="7CF76565" w:rsidR="000531AE" w:rsidRPr="00A84B17" w:rsidRDefault="00A61A5E" w:rsidP="00437194">
      <w:pPr>
        <w:pStyle w:val="GWMultiChoice"/>
        <w:spacing w:line="280" w:lineRule="exact"/>
      </w:pPr>
      <w:r w:rsidRPr="00A84B17">
        <w:rPr>
          <w:b/>
          <w:sz w:val="16"/>
          <w:szCs w:val="16"/>
        </w:rPr>
        <w:tab/>
        <w:t>C</w:t>
      </w:r>
      <w:r w:rsidR="000531AE" w:rsidRPr="00A84B17">
        <w:tab/>
      </w:r>
      <w:r w:rsidR="009813D8">
        <w:t>his grandparents</w:t>
      </w:r>
    </w:p>
    <w:p w14:paraId="6BA6D911" w14:textId="406B0821" w:rsidR="000531AE" w:rsidRPr="00A84B17" w:rsidRDefault="000531AE" w:rsidP="00437194">
      <w:pPr>
        <w:pStyle w:val="GWMultiChoice"/>
        <w:spacing w:line="280" w:lineRule="exact"/>
      </w:pPr>
      <w:r w:rsidRPr="00A84B17">
        <w:rPr>
          <w:rStyle w:val="GWMultiNumber"/>
        </w:rPr>
        <w:t>5</w:t>
      </w:r>
      <w:r w:rsidRPr="00A84B17">
        <w:tab/>
      </w:r>
      <w:r w:rsidR="00A84B17" w:rsidRPr="00A84B17">
        <w:t xml:space="preserve">What does the boy’s mother buy </w:t>
      </w:r>
      <w:r w:rsidR="009813D8">
        <w:t>online</w:t>
      </w:r>
      <w:r w:rsidRPr="00A84B17">
        <w:t>?</w:t>
      </w:r>
    </w:p>
    <w:p w14:paraId="7AE25E4E" w14:textId="362B9CC6" w:rsidR="000531AE" w:rsidRPr="00A84B17" w:rsidRDefault="00A61A5E" w:rsidP="00437194">
      <w:pPr>
        <w:pStyle w:val="GWMultiChoice"/>
        <w:spacing w:line="280" w:lineRule="exact"/>
        <w:ind w:left="851" w:hanging="567"/>
      </w:pPr>
      <w:r w:rsidRPr="00A84B17">
        <w:rPr>
          <w:b/>
          <w:sz w:val="16"/>
          <w:szCs w:val="16"/>
        </w:rPr>
        <w:tab/>
        <w:t>A</w:t>
      </w:r>
      <w:r w:rsidR="000531AE" w:rsidRPr="00A84B17">
        <w:tab/>
      </w:r>
      <w:r w:rsidR="009813D8">
        <w:t xml:space="preserve">the boy’s trainers </w:t>
      </w:r>
    </w:p>
    <w:p w14:paraId="5948BD5C" w14:textId="13E03D54" w:rsidR="000531AE" w:rsidRPr="00A84B17" w:rsidRDefault="00A61A5E" w:rsidP="00437194">
      <w:pPr>
        <w:pStyle w:val="GWMultiChoice"/>
        <w:spacing w:line="280" w:lineRule="exact"/>
      </w:pPr>
      <w:r w:rsidRPr="00A84B17">
        <w:rPr>
          <w:b/>
          <w:sz w:val="16"/>
          <w:szCs w:val="16"/>
        </w:rPr>
        <w:tab/>
        <w:t>B</w:t>
      </w:r>
      <w:r w:rsidR="000531AE" w:rsidRPr="00A84B17">
        <w:tab/>
      </w:r>
      <w:r w:rsidR="009813D8">
        <w:t>her clothes</w:t>
      </w:r>
    </w:p>
    <w:p w14:paraId="56956955" w14:textId="7E3B8A29" w:rsidR="000531AE" w:rsidRPr="00A84B17" w:rsidRDefault="00A61A5E" w:rsidP="00437194">
      <w:pPr>
        <w:pStyle w:val="GWMultiChoice"/>
        <w:spacing w:after="120" w:line="280" w:lineRule="exact"/>
      </w:pPr>
      <w:r w:rsidRPr="00A84B17">
        <w:rPr>
          <w:b/>
          <w:sz w:val="16"/>
          <w:szCs w:val="16"/>
        </w:rPr>
        <w:tab/>
        <w:t>C</w:t>
      </w:r>
      <w:r w:rsidR="000531AE" w:rsidRPr="00A84B17">
        <w:tab/>
      </w:r>
      <w:r w:rsidR="009813D8">
        <w:t>the boy’s school uniform</w:t>
      </w: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A61A5E" w:rsidRPr="000322CD" w14:paraId="298E9F95" w14:textId="77777777" w:rsidTr="00EF497E">
        <w:trPr>
          <w:trHeight w:val="150"/>
          <w:jc w:val="right"/>
        </w:trPr>
        <w:tc>
          <w:tcPr>
            <w:tcW w:w="3977" w:type="dxa"/>
          </w:tcPr>
          <w:p w14:paraId="3CF6C5D5" w14:textId="77777777" w:rsidR="00A61A5E" w:rsidRPr="000322CD" w:rsidRDefault="00A61A5E" w:rsidP="00EF497E">
            <w:pPr>
              <w:rPr>
                <w:highlight w:val="yellow"/>
              </w:rPr>
            </w:pPr>
          </w:p>
        </w:tc>
        <w:tc>
          <w:tcPr>
            <w:tcW w:w="861" w:type="dxa"/>
            <w:shd w:val="clear" w:color="auto" w:fill="D6D6D6"/>
          </w:tcPr>
          <w:p w14:paraId="6210620E" w14:textId="77777777" w:rsidR="00A61A5E" w:rsidRPr="000322CD" w:rsidRDefault="00A61A5E" w:rsidP="00BA7E15">
            <w:pPr>
              <w:jc w:val="right"/>
              <w:rPr>
                <w:highlight w:val="yellow"/>
              </w:rPr>
            </w:pPr>
            <w:r w:rsidRPr="00C620CC">
              <w:t xml:space="preserve">        </w:t>
            </w:r>
            <w:r w:rsidRPr="00C620CC">
              <w:rPr>
                <w:b/>
              </w:rPr>
              <w:t>/ 5</w:t>
            </w:r>
          </w:p>
        </w:tc>
      </w:tr>
    </w:tbl>
    <w:p w14:paraId="43CA2DDA" w14:textId="77777777" w:rsidR="001109E2" w:rsidRDefault="001109E2" w:rsidP="000531AE">
      <w:pPr>
        <w:pStyle w:val="GWRubricBody"/>
        <w:rPr>
          <w:rStyle w:val="GWRubricNumber"/>
        </w:rPr>
      </w:pPr>
    </w:p>
    <w:p w14:paraId="7CA026B7" w14:textId="7C7FEC35" w:rsidR="000531AE" w:rsidRPr="00C620CC" w:rsidRDefault="001109E2" w:rsidP="000531AE">
      <w:pPr>
        <w:pStyle w:val="GWRubricBody"/>
      </w:pPr>
      <w:r>
        <w:rPr>
          <w:rStyle w:val="GWRubricNumber"/>
        </w:rPr>
        <w:br w:type="column"/>
      </w:r>
      <w:r w:rsidR="000531AE" w:rsidRPr="00C620CC">
        <w:rPr>
          <w:rStyle w:val="GWRubricNumber"/>
        </w:rPr>
        <w:lastRenderedPageBreak/>
        <w:t>1</w:t>
      </w:r>
      <w:r w:rsidR="00381306" w:rsidRPr="00C620CC">
        <w:rPr>
          <w:rStyle w:val="GWRubricNumber"/>
        </w:rPr>
        <w:t>0</w:t>
      </w:r>
      <w:r w:rsidR="000531AE" w:rsidRPr="00C620CC">
        <w:tab/>
      </w:r>
      <w:r w:rsidR="000531AE" w:rsidRPr="00C620CC">
        <w:rPr>
          <w:noProof/>
          <w:lang w:val="en-US"/>
        </w:rPr>
        <w:drawing>
          <wp:inline distT="0" distB="0" distL="0" distR="0" wp14:anchorId="27F39F49" wp14:editId="48326B6A">
            <wp:extent cx="106415" cy="106415"/>
            <wp:effectExtent l="0" t="0" r="0" b="0"/>
            <wp:docPr id="7" name="Picture 6" descr="but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50" cy="11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31AE" w:rsidRPr="00C620CC">
        <w:rPr>
          <w:rStyle w:val="GWRubricNumber"/>
        </w:rPr>
        <w:t xml:space="preserve"> </w:t>
      </w:r>
      <w:r w:rsidR="000531AE" w:rsidRPr="00C620CC">
        <w:t xml:space="preserve">Listen again and complete the </w:t>
      </w:r>
      <w:r w:rsidR="000C4DA2" w:rsidRPr="000C4DA2">
        <w:t>sentences</w:t>
      </w:r>
      <w:r w:rsidR="000531AE" w:rsidRPr="00C620CC">
        <w:t xml:space="preserve"> with </w:t>
      </w:r>
      <w:r w:rsidR="000C4DA2" w:rsidRPr="000C4DA2">
        <w:t>one</w:t>
      </w:r>
      <w:r w:rsidR="000C4DA2">
        <w:t xml:space="preserve"> word</w:t>
      </w:r>
      <w:r w:rsidR="000531AE" w:rsidRPr="00C620CC">
        <w:t xml:space="preserve"> in each </w:t>
      </w:r>
      <w:r w:rsidR="000C4DA2" w:rsidRPr="000C4DA2">
        <w:t>space</w:t>
      </w:r>
      <w:r w:rsidR="000531AE" w:rsidRPr="00C620CC">
        <w:t>.</w:t>
      </w:r>
      <w:r w:rsidR="00D01368" w:rsidRPr="00C620CC">
        <w:t xml:space="preserve"> </w:t>
      </w:r>
    </w:p>
    <w:p w14:paraId="578F41D9" w14:textId="7DABF2FB" w:rsidR="000531AE" w:rsidRPr="00C620CC" w:rsidRDefault="00C620CC" w:rsidP="000531AE">
      <w:pPr>
        <w:pStyle w:val="GWMultiChoicefill"/>
      </w:pPr>
      <w:r w:rsidRPr="006E16EB">
        <w:rPr>
          <w:b/>
          <w:color w:val="808080" w:themeColor="background1" w:themeShade="80"/>
        </w:rPr>
        <w:t>1</w:t>
      </w:r>
      <w:r w:rsidRPr="00C620CC">
        <w:t xml:space="preserve"> </w:t>
      </w:r>
      <w:r w:rsidR="00C570FD">
        <w:tab/>
      </w:r>
      <w:r w:rsidR="000531AE" w:rsidRPr="00C620CC">
        <w:t xml:space="preserve">The </w:t>
      </w:r>
      <w:r w:rsidRPr="00C620CC">
        <w:t>woman is writing an</w:t>
      </w:r>
      <w:r w:rsidR="000531AE" w:rsidRPr="00C620CC">
        <w:t xml:space="preserve"> </w:t>
      </w:r>
      <w:r w:rsidR="000531AE" w:rsidRPr="00C620CC">
        <w:rPr>
          <w:rStyle w:val="GWFill"/>
        </w:rPr>
        <w:t xml:space="preserve">……………………… </w:t>
      </w:r>
      <w:r w:rsidRPr="00C620CC">
        <w:t>for a newspaper.</w:t>
      </w:r>
    </w:p>
    <w:p w14:paraId="3B59E123" w14:textId="48958FDA" w:rsidR="000531AE" w:rsidRPr="00C620CC" w:rsidRDefault="00C620CC" w:rsidP="000531AE">
      <w:pPr>
        <w:pStyle w:val="GWMultiChoicefill"/>
      </w:pPr>
      <w:r w:rsidRPr="006E16EB">
        <w:rPr>
          <w:b/>
          <w:color w:val="808080" w:themeColor="background1" w:themeShade="80"/>
        </w:rPr>
        <w:t>2</w:t>
      </w:r>
      <w:r w:rsidRPr="00C620CC">
        <w:t xml:space="preserve"> </w:t>
      </w:r>
      <w:r w:rsidR="00C570FD">
        <w:tab/>
      </w:r>
      <w:r w:rsidR="00C175EF">
        <w:t xml:space="preserve">Students have to wear a jumper with the name of the </w:t>
      </w:r>
      <w:r w:rsidR="00C175EF" w:rsidRPr="00C620CC">
        <w:rPr>
          <w:rStyle w:val="GWFill"/>
        </w:rPr>
        <w:t>………………………</w:t>
      </w:r>
      <w:r w:rsidR="00C175EF">
        <w:rPr>
          <w:rStyle w:val="GWFill"/>
        </w:rPr>
        <w:t xml:space="preserve"> </w:t>
      </w:r>
      <w:r w:rsidR="00C175EF">
        <w:t>on it.</w:t>
      </w:r>
    </w:p>
    <w:p w14:paraId="021EBEC8" w14:textId="2CBC8406" w:rsidR="000531AE" w:rsidRDefault="00C620CC" w:rsidP="000531AE">
      <w:pPr>
        <w:pStyle w:val="GWMultiChoicefill"/>
      </w:pPr>
      <w:r w:rsidRPr="006E16EB">
        <w:rPr>
          <w:b/>
          <w:color w:val="808080" w:themeColor="background1" w:themeShade="80"/>
        </w:rPr>
        <w:t>3</w:t>
      </w:r>
      <w:r w:rsidRPr="00C620CC">
        <w:t xml:space="preserve"> </w:t>
      </w:r>
      <w:r w:rsidR="00C570FD">
        <w:tab/>
      </w:r>
      <w:r>
        <w:t xml:space="preserve">The boy </w:t>
      </w:r>
      <w:r w:rsidR="00C175EF">
        <w:t>prefers to wear</w:t>
      </w:r>
      <w:r>
        <w:t xml:space="preserve"> </w:t>
      </w:r>
      <w:r w:rsidRPr="00C620CC">
        <w:rPr>
          <w:rStyle w:val="GWFill"/>
        </w:rPr>
        <w:t>………………………</w:t>
      </w:r>
      <w:r>
        <w:rPr>
          <w:rStyle w:val="GWFill"/>
        </w:rPr>
        <w:t xml:space="preserve"> </w:t>
      </w:r>
      <w:r w:rsidR="00C175EF">
        <w:t>clothes at home.</w:t>
      </w:r>
    </w:p>
    <w:p w14:paraId="3E23F808" w14:textId="5721AE40" w:rsidR="00C620CC" w:rsidRDefault="00C620CC" w:rsidP="00C620CC">
      <w:pPr>
        <w:pStyle w:val="GWMultiChoicefill"/>
      </w:pPr>
      <w:r w:rsidRPr="006E16EB">
        <w:rPr>
          <w:b/>
          <w:color w:val="808080" w:themeColor="background1" w:themeShade="80"/>
        </w:rPr>
        <w:t>4</w:t>
      </w:r>
      <w:r w:rsidRPr="00C620CC">
        <w:t xml:space="preserve"> </w:t>
      </w:r>
      <w:r w:rsidR="00C570FD">
        <w:tab/>
      </w:r>
      <w:r w:rsidR="00C175EF">
        <w:t xml:space="preserve">The boy gets money when he does </w:t>
      </w:r>
      <w:r w:rsidRPr="00C620CC">
        <w:rPr>
          <w:rStyle w:val="GWFill"/>
        </w:rPr>
        <w:t>………………………</w:t>
      </w:r>
      <w:r w:rsidR="00C175EF">
        <w:t xml:space="preserve"> at home.</w:t>
      </w:r>
    </w:p>
    <w:p w14:paraId="3F04E747" w14:textId="42269F72" w:rsidR="00C620CC" w:rsidRPr="00C620CC" w:rsidRDefault="00C620CC" w:rsidP="00C620CC">
      <w:pPr>
        <w:pStyle w:val="GWMultiChoicefill"/>
      </w:pPr>
      <w:r w:rsidRPr="006E16EB">
        <w:rPr>
          <w:b/>
          <w:color w:val="808080" w:themeColor="background1" w:themeShade="80"/>
        </w:rPr>
        <w:t>5</w:t>
      </w:r>
      <w:r w:rsidRPr="00C620CC">
        <w:t xml:space="preserve"> </w:t>
      </w:r>
      <w:r w:rsidR="00C570FD">
        <w:tab/>
      </w:r>
      <w:r w:rsidR="009813D8">
        <w:t xml:space="preserve">The boy’s mother thinks that </w:t>
      </w:r>
      <w:r w:rsidR="00BF3612">
        <w:t xml:space="preserve">school </w:t>
      </w:r>
      <w:r w:rsidR="009813D8">
        <w:t xml:space="preserve">clothes </w:t>
      </w:r>
      <w:proofErr w:type="gramStart"/>
      <w:r w:rsidR="009813D8">
        <w:t xml:space="preserve">are </w:t>
      </w:r>
      <w:r>
        <w:t xml:space="preserve"> </w:t>
      </w:r>
      <w:r w:rsidRPr="00C620CC">
        <w:rPr>
          <w:rStyle w:val="GWFill"/>
        </w:rPr>
        <w:t>…</w:t>
      </w:r>
      <w:proofErr w:type="gramEnd"/>
      <w:r w:rsidRPr="00C620CC">
        <w:rPr>
          <w:rStyle w:val="GWFill"/>
        </w:rPr>
        <w:t>……………………</w:t>
      </w:r>
      <w:r>
        <w:rPr>
          <w:rStyle w:val="GWFill"/>
        </w:rPr>
        <w:t xml:space="preserve"> </w:t>
      </w:r>
      <w:r w:rsidR="009813D8">
        <w:t xml:space="preserve">on the </w:t>
      </w:r>
      <w:r w:rsidR="00BD5933">
        <w:t>I</w:t>
      </w:r>
      <w:r w:rsidR="009813D8">
        <w:t>nternet</w:t>
      </w:r>
      <w:r w:rsidRPr="00C620CC">
        <w:t>.</w:t>
      </w:r>
    </w:p>
    <w:p w14:paraId="72445A36" w14:textId="77777777" w:rsidR="000531AE" w:rsidRPr="000322CD" w:rsidRDefault="000531AE" w:rsidP="00A61A5E">
      <w:pPr>
        <w:rPr>
          <w:highlight w:val="yellow"/>
        </w:rPr>
      </w:pPr>
    </w:p>
    <w:tbl>
      <w:tblPr>
        <w:tblW w:w="4838" w:type="dxa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861"/>
      </w:tblGrid>
      <w:tr w:rsidR="0046112F" w:rsidRPr="000322CD" w14:paraId="22F1F3B5" w14:textId="77777777" w:rsidTr="00E40315">
        <w:trPr>
          <w:trHeight w:val="150"/>
          <w:jc w:val="right"/>
        </w:trPr>
        <w:tc>
          <w:tcPr>
            <w:tcW w:w="3977" w:type="dxa"/>
          </w:tcPr>
          <w:p w14:paraId="4345AC4C" w14:textId="77777777" w:rsidR="0046112F" w:rsidRPr="000322CD" w:rsidRDefault="0046112F" w:rsidP="00E40315">
            <w:pPr>
              <w:rPr>
                <w:highlight w:val="yellow"/>
              </w:rPr>
            </w:pPr>
          </w:p>
        </w:tc>
        <w:tc>
          <w:tcPr>
            <w:tcW w:w="861" w:type="dxa"/>
            <w:shd w:val="clear" w:color="auto" w:fill="D6D6D6"/>
          </w:tcPr>
          <w:p w14:paraId="62EFC1FD" w14:textId="77777777" w:rsidR="0046112F" w:rsidRPr="000322CD" w:rsidRDefault="0046112F" w:rsidP="00BA7E15">
            <w:pPr>
              <w:jc w:val="right"/>
              <w:rPr>
                <w:highlight w:val="yellow"/>
              </w:rPr>
            </w:pPr>
            <w:r w:rsidRPr="00C175EF">
              <w:t xml:space="preserve">        </w:t>
            </w:r>
            <w:r w:rsidRPr="00C175EF">
              <w:rPr>
                <w:b/>
              </w:rPr>
              <w:t>/ 5</w:t>
            </w:r>
          </w:p>
        </w:tc>
      </w:tr>
    </w:tbl>
    <w:p w14:paraId="371F36B4" w14:textId="77777777" w:rsidR="0046112F" w:rsidRPr="000322CD" w:rsidRDefault="0046112F" w:rsidP="00A61A5E">
      <w:pPr>
        <w:rPr>
          <w:highlight w:val="yellow"/>
        </w:rPr>
      </w:pPr>
    </w:p>
    <w:tbl>
      <w:tblPr>
        <w:tblW w:w="4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861"/>
      </w:tblGrid>
      <w:tr w:rsidR="0046112F" w:rsidRPr="00C175EF" w14:paraId="7E2EE3CD" w14:textId="77777777" w:rsidTr="00E40315">
        <w:trPr>
          <w:trHeight w:val="150"/>
          <w:jc w:val="right"/>
        </w:trPr>
        <w:tc>
          <w:tcPr>
            <w:tcW w:w="3958" w:type="dxa"/>
          </w:tcPr>
          <w:p w14:paraId="438269F6" w14:textId="77777777" w:rsidR="0046112F" w:rsidRPr="00C175EF" w:rsidRDefault="0046112F" w:rsidP="00E40315">
            <w:pPr>
              <w:jc w:val="right"/>
            </w:pPr>
            <w:r w:rsidRPr="00C175EF">
              <w:rPr>
                <w:b/>
              </w:rPr>
              <w:t>Total</w:t>
            </w:r>
          </w:p>
        </w:tc>
        <w:tc>
          <w:tcPr>
            <w:tcW w:w="861" w:type="dxa"/>
            <w:shd w:val="clear" w:color="auto" w:fill="D6D6D6"/>
          </w:tcPr>
          <w:p w14:paraId="7D27E2A6" w14:textId="77777777" w:rsidR="0046112F" w:rsidRPr="00C175EF" w:rsidRDefault="0046112F" w:rsidP="00BA7E15">
            <w:pPr>
              <w:jc w:val="right"/>
              <w:rPr>
                <w:b/>
              </w:rPr>
            </w:pPr>
            <w:r w:rsidRPr="00C175EF">
              <w:t xml:space="preserve">      </w:t>
            </w:r>
            <w:r w:rsidRPr="00C175EF">
              <w:rPr>
                <w:b/>
              </w:rPr>
              <w:t>/ 10</w:t>
            </w:r>
          </w:p>
        </w:tc>
      </w:tr>
    </w:tbl>
    <w:p w14:paraId="67E62615" w14:textId="77777777" w:rsidR="007D190A" w:rsidRDefault="007D190A" w:rsidP="00A61A5E"/>
    <w:p w14:paraId="347D9AC3" w14:textId="77777777" w:rsidR="001109E2" w:rsidRDefault="001109E2">
      <w:pPr>
        <w:spacing w:line="240" w:lineRule="auto"/>
        <w:sectPr w:rsidR="001109E2" w:rsidSect="001109E2">
          <w:type w:val="continuous"/>
          <w:pgSz w:w="11900" w:h="16840"/>
          <w:pgMar w:top="1985" w:right="709" w:bottom="851" w:left="709" w:header="1644" w:footer="737" w:gutter="0"/>
          <w:cols w:num="2" w:space="454"/>
          <w:docGrid w:linePitch="360"/>
        </w:sectPr>
      </w:pPr>
    </w:p>
    <w:p w14:paraId="1AEC5911" w14:textId="77777777" w:rsidR="00DE769B" w:rsidRDefault="00DE769B">
      <w:pPr>
        <w:spacing w:line="240" w:lineRule="auto"/>
        <w:rPr>
          <w:b/>
          <w:bCs/>
        </w:rPr>
        <w:sectPr w:rsidR="00DE769B" w:rsidSect="00EF497E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62A0A1EB" w14:textId="20F34275" w:rsidR="000531AE" w:rsidRPr="00D76861" w:rsidRDefault="000531AE" w:rsidP="0046112F">
      <w:pPr>
        <w:pStyle w:val="GWSectionHead"/>
        <w:spacing w:before="0"/>
      </w:pPr>
      <w:r>
        <w:lastRenderedPageBreak/>
        <w:t>Writing</w:t>
      </w:r>
    </w:p>
    <w:p w14:paraId="47708DE9" w14:textId="5B9A64B0" w:rsidR="000531AE" w:rsidRPr="000322CD" w:rsidRDefault="000531AE" w:rsidP="00BD3DEF">
      <w:pPr>
        <w:pStyle w:val="GWRubricBody"/>
        <w:spacing w:after="240"/>
        <w:rPr>
          <w:highlight w:val="yellow"/>
        </w:rPr>
      </w:pPr>
      <w:r>
        <w:rPr>
          <w:rStyle w:val="GWRubricNumber"/>
        </w:rPr>
        <w:t>1</w:t>
      </w:r>
      <w:r w:rsidR="0097187A">
        <w:rPr>
          <w:rStyle w:val="GWRubricNumber"/>
        </w:rPr>
        <w:t>1</w:t>
      </w:r>
      <w:r>
        <w:tab/>
      </w:r>
      <w:r w:rsidRPr="00D61826">
        <w:t xml:space="preserve">Read </w:t>
      </w:r>
      <w:r w:rsidR="00D61826" w:rsidRPr="00D61826">
        <w:t>the notice below and write an article for the website</w:t>
      </w:r>
      <w:r w:rsidRPr="00D61826">
        <w:t xml:space="preserve">. </w:t>
      </w:r>
    </w:p>
    <w:p w14:paraId="336ACE07" w14:textId="77777777" w:rsidR="00D61826" w:rsidRPr="00D61826" w:rsidRDefault="00D61826" w:rsidP="004B7758">
      <w:pPr>
        <w:pStyle w:val="GWfacscal"/>
        <w:shd w:val="clear" w:color="auto" w:fill="FFFFFF" w:themeFill="background1"/>
        <w:ind w:left="432" w:right="3642"/>
        <w:rPr>
          <w:sz w:val="18"/>
          <w:szCs w:val="18"/>
        </w:rPr>
      </w:pPr>
      <w:r w:rsidRPr="00D61826">
        <w:rPr>
          <w:sz w:val="18"/>
          <w:szCs w:val="18"/>
        </w:rPr>
        <w:t>We want to hear about holidays! Write a story called my ‘My best holiday’. Tell us:</w:t>
      </w:r>
    </w:p>
    <w:p w14:paraId="6A438D03" w14:textId="2CEA3DBA" w:rsidR="00D61826" w:rsidRPr="00D61826" w:rsidRDefault="00D61826" w:rsidP="00EE742F">
      <w:pPr>
        <w:pStyle w:val="GWfacscal"/>
        <w:numPr>
          <w:ilvl w:val="0"/>
          <w:numId w:val="23"/>
        </w:numPr>
        <w:shd w:val="clear" w:color="auto" w:fill="FFFFFF" w:themeFill="background1"/>
        <w:ind w:right="3642"/>
        <w:rPr>
          <w:sz w:val="18"/>
          <w:szCs w:val="18"/>
        </w:rPr>
      </w:pPr>
      <w:r w:rsidRPr="00D61826">
        <w:rPr>
          <w:sz w:val="18"/>
          <w:szCs w:val="18"/>
        </w:rPr>
        <w:t>where you went</w:t>
      </w:r>
    </w:p>
    <w:p w14:paraId="1152A1D9" w14:textId="2A17BA41" w:rsidR="00D61826" w:rsidRPr="00D61826" w:rsidRDefault="00D61826" w:rsidP="00EE742F">
      <w:pPr>
        <w:pStyle w:val="GWfacscal"/>
        <w:numPr>
          <w:ilvl w:val="0"/>
          <w:numId w:val="23"/>
        </w:numPr>
        <w:shd w:val="clear" w:color="auto" w:fill="FFFFFF" w:themeFill="background1"/>
        <w:ind w:right="3642"/>
        <w:rPr>
          <w:sz w:val="18"/>
          <w:szCs w:val="18"/>
        </w:rPr>
      </w:pPr>
      <w:r w:rsidRPr="00D61826">
        <w:rPr>
          <w:sz w:val="18"/>
          <w:szCs w:val="18"/>
        </w:rPr>
        <w:t xml:space="preserve">what you did </w:t>
      </w:r>
    </w:p>
    <w:p w14:paraId="314ED765" w14:textId="70D40863" w:rsidR="00D61826" w:rsidRPr="00D61826" w:rsidRDefault="00D61826" w:rsidP="004B7758">
      <w:pPr>
        <w:pStyle w:val="GWfacscal"/>
        <w:numPr>
          <w:ilvl w:val="0"/>
          <w:numId w:val="22"/>
        </w:numPr>
        <w:shd w:val="clear" w:color="auto" w:fill="FFFFFF" w:themeFill="background1"/>
        <w:ind w:right="3642"/>
        <w:rPr>
          <w:sz w:val="18"/>
          <w:szCs w:val="18"/>
        </w:rPr>
      </w:pPr>
      <w:r w:rsidRPr="00D61826">
        <w:rPr>
          <w:sz w:val="18"/>
          <w:szCs w:val="18"/>
        </w:rPr>
        <w:t>why it was a good holiday</w:t>
      </w:r>
    </w:p>
    <w:p w14:paraId="4400FFCE" w14:textId="236EBC89" w:rsidR="000531AE" w:rsidRPr="00D61826" w:rsidRDefault="00D61826" w:rsidP="004B7758">
      <w:pPr>
        <w:pStyle w:val="GWfacscal"/>
        <w:shd w:val="clear" w:color="auto" w:fill="FFFFFF" w:themeFill="background1"/>
        <w:ind w:left="432" w:right="3642"/>
        <w:rPr>
          <w:sz w:val="18"/>
          <w:szCs w:val="18"/>
        </w:rPr>
      </w:pPr>
      <w:r w:rsidRPr="00D61826">
        <w:rPr>
          <w:sz w:val="18"/>
          <w:szCs w:val="18"/>
        </w:rPr>
        <w:t>There is a prize for the best story.</w:t>
      </w:r>
    </w:p>
    <w:p w14:paraId="75626BB5" w14:textId="767C836A" w:rsidR="00F06FA2" w:rsidRDefault="00F06FA2" w:rsidP="007D190A">
      <w:pPr>
        <w:pStyle w:val="GWRubricBody"/>
        <w:spacing w:before="240"/>
        <w:ind w:left="0" w:firstLine="284"/>
        <w:outlineLvl w:val="0"/>
      </w:pPr>
      <w:r w:rsidRPr="00D61826">
        <w:t xml:space="preserve">Write </w:t>
      </w:r>
      <w:r w:rsidR="00D61826" w:rsidRPr="00D61826">
        <w:t>35–4</w:t>
      </w:r>
      <w:r w:rsidRPr="00D61826">
        <w:t>0 words</w:t>
      </w:r>
      <w:r w:rsidR="00D01368" w:rsidRPr="00D61826">
        <w:t>.</w:t>
      </w:r>
    </w:p>
    <w:p w14:paraId="5BCAF1D8" w14:textId="77777777" w:rsidR="00F06FA2" w:rsidRPr="00247A09" w:rsidRDefault="00F06FA2" w:rsidP="00F06FA2">
      <w:pPr>
        <w:pStyle w:val="GWUnit"/>
        <w:spacing w:line="400" w:lineRule="exact"/>
        <w:ind w:left="288"/>
      </w:pP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  <w:r w:rsidRPr="002B0B42">
        <w:rPr>
          <w:rStyle w:val="GWFill"/>
        </w:rPr>
        <w:t>………..……..………..……..………..……..………..……..………..……..………..……….…</w:t>
      </w:r>
      <w:r>
        <w:rPr>
          <w:rStyle w:val="GWFill"/>
        </w:rPr>
        <w:t>………..……..………..……..………..……..………..……..………..……..………..……….……</w:t>
      </w:r>
    </w:p>
    <w:p w14:paraId="13ACC550" w14:textId="77777777" w:rsidR="00F06FA2" w:rsidRDefault="00F06FA2" w:rsidP="00F06FA2">
      <w:pPr>
        <w:spacing w:line="360" w:lineRule="exact"/>
        <w:ind w:left="288"/>
        <w:jc w:val="right"/>
        <w:sectPr w:rsidR="00F06FA2" w:rsidSect="007866DE"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661A395E" w14:textId="77777777" w:rsidR="00F06FA2" w:rsidRDefault="00F06FA2" w:rsidP="00DE769B">
      <w:pPr>
        <w:pStyle w:val="GWbullet"/>
        <w:spacing w:line="14" w:lineRule="exact"/>
        <w:ind w:left="288" w:hanging="360"/>
        <w:sectPr w:rsidR="00F06FA2" w:rsidSect="00EF497E">
          <w:type w:val="continuous"/>
          <w:pgSz w:w="11900" w:h="16840"/>
          <w:pgMar w:top="1985" w:right="709" w:bottom="851" w:left="709" w:header="1644" w:footer="737" w:gutter="0"/>
          <w:cols w:space="454"/>
          <w:titlePg/>
          <w:docGrid w:linePitch="360"/>
        </w:sectPr>
      </w:pPr>
    </w:p>
    <w:p w14:paraId="1717CAE7" w14:textId="77777777" w:rsidR="00F06FA2" w:rsidRPr="00D76861" w:rsidRDefault="00F06FA2" w:rsidP="00DE769B">
      <w:pPr>
        <w:pStyle w:val="GWbullet"/>
        <w:numPr>
          <w:ilvl w:val="0"/>
          <w:numId w:val="0"/>
        </w:numPr>
        <w:spacing w:before="120"/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F06FA2" w14:paraId="1FE6A325" w14:textId="77777777" w:rsidTr="007209FE">
        <w:trPr>
          <w:trHeight w:val="283"/>
          <w:jc w:val="right"/>
        </w:trPr>
        <w:tc>
          <w:tcPr>
            <w:tcW w:w="9663" w:type="dxa"/>
          </w:tcPr>
          <w:p w14:paraId="06CFCE26" w14:textId="77777777" w:rsidR="00F06FA2" w:rsidRDefault="00F06FA2" w:rsidP="00E40315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6D242D31" w14:textId="72B770B6" w:rsidR="00F06FA2" w:rsidRPr="003B14C8" w:rsidRDefault="00F06FA2" w:rsidP="00F06FA2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>/ 1</w:t>
            </w:r>
            <w:r w:rsidR="00376A8F">
              <w:rPr>
                <w:b/>
              </w:rPr>
              <w:t>0</w:t>
            </w:r>
          </w:p>
        </w:tc>
      </w:tr>
    </w:tbl>
    <w:p w14:paraId="6E0D7D1C" w14:textId="77777777" w:rsidR="00F06FA2" w:rsidRDefault="00F06FA2" w:rsidP="00391413">
      <w:pPr>
        <w:pStyle w:val="GWUnit"/>
        <w:spacing w:line="14" w:lineRule="exact"/>
        <w:ind w:left="288"/>
        <w:rPr>
          <w:rStyle w:val="GWFill"/>
        </w:rPr>
        <w:sectPr w:rsidR="00F06FA2" w:rsidSect="00F06FA2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16857DA1" w14:textId="77777777" w:rsidR="0046112F" w:rsidRDefault="0046112F" w:rsidP="00391413">
      <w:pPr>
        <w:pStyle w:val="GWUnit"/>
        <w:spacing w:line="14" w:lineRule="exact"/>
        <w:ind w:left="288"/>
        <w:rPr>
          <w:rStyle w:val="GWFill"/>
        </w:rPr>
      </w:pPr>
    </w:p>
    <w:p w14:paraId="1A31570B" w14:textId="77777777" w:rsidR="000531AE" w:rsidRDefault="000531AE" w:rsidP="001F277A">
      <w:pPr>
        <w:pStyle w:val="GWSectionHead"/>
        <w:spacing w:before="720"/>
        <w:rPr>
          <w:rStyle w:val="GWRubricNumber"/>
          <w:b w:val="0"/>
          <w:bCs w:val="0"/>
          <w:sz w:val="18"/>
        </w:rPr>
      </w:pPr>
      <w:r>
        <w:rPr>
          <w:rStyle w:val="GWRubricNumber"/>
        </w:rPr>
        <w:t>Speaking</w:t>
      </w:r>
    </w:p>
    <w:p w14:paraId="71E4F465" w14:textId="1AD5687D" w:rsidR="000531AE" w:rsidRPr="00534DBD" w:rsidRDefault="000531AE" w:rsidP="007A40B0">
      <w:pPr>
        <w:pStyle w:val="GWRubricBody"/>
      </w:pPr>
      <w:r>
        <w:rPr>
          <w:rStyle w:val="GWRubricNumber"/>
        </w:rPr>
        <w:t>1</w:t>
      </w:r>
      <w:r w:rsidR="0097187A">
        <w:rPr>
          <w:rStyle w:val="GWRubricNumber"/>
        </w:rPr>
        <w:t>2</w:t>
      </w:r>
      <w:r w:rsidRPr="002933C4">
        <w:rPr>
          <w:rStyle w:val="GWRubricNumber"/>
        </w:rPr>
        <w:tab/>
      </w:r>
      <w:r w:rsidR="00734F64">
        <w:t xml:space="preserve">You want to go out with your friend </w:t>
      </w:r>
      <w:r w:rsidR="00E069DE">
        <w:t>after school</w:t>
      </w:r>
      <w:r w:rsidR="00734F64">
        <w:t xml:space="preserve">. </w:t>
      </w:r>
      <w:r w:rsidR="00E069DE">
        <w:t xml:space="preserve">Imagine a place you want to go. Invite your friend to go with you. </w:t>
      </w:r>
      <w:r w:rsidR="00734F64">
        <w:t xml:space="preserve">  </w:t>
      </w: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663"/>
        <w:gridCol w:w="819"/>
      </w:tblGrid>
      <w:tr w:rsidR="000531AE" w14:paraId="171619B6" w14:textId="77777777" w:rsidTr="007209FE">
        <w:trPr>
          <w:trHeight w:val="283"/>
          <w:jc w:val="right"/>
        </w:trPr>
        <w:tc>
          <w:tcPr>
            <w:tcW w:w="9663" w:type="dxa"/>
          </w:tcPr>
          <w:p w14:paraId="7780B7C1" w14:textId="77777777" w:rsidR="000531AE" w:rsidRDefault="000531AE" w:rsidP="00EF497E">
            <w:pPr>
              <w:jc w:val="right"/>
            </w:pPr>
          </w:p>
        </w:tc>
        <w:tc>
          <w:tcPr>
            <w:tcW w:w="819" w:type="dxa"/>
            <w:shd w:val="clear" w:color="auto" w:fill="D6D6D6"/>
          </w:tcPr>
          <w:p w14:paraId="20166B10" w14:textId="349981D7" w:rsidR="000531AE" w:rsidRPr="003B14C8" w:rsidRDefault="000531AE" w:rsidP="00EF497E">
            <w:pPr>
              <w:jc w:val="right"/>
              <w:rPr>
                <w:b/>
              </w:rPr>
            </w:pPr>
            <w:r>
              <w:t xml:space="preserve">   </w:t>
            </w:r>
            <w:r w:rsidRPr="003B14C8">
              <w:rPr>
                <w:b/>
              </w:rPr>
              <w:t xml:space="preserve">/ </w:t>
            </w:r>
            <w:r>
              <w:rPr>
                <w:b/>
              </w:rPr>
              <w:t>1</w:t>
            </w:r>
            <w:r w:rsidR="00330DD5">
              <w:rPr>
                <w:b/>
              </w:rPr>
              <w:t>0</w:t>
            </w:r>
          </w:p>
        </w:tc>
      </w:tr>
    </w:tbl>
    <w:p w14:paraId="45E506E0" w14:textId="77777777" w:rsidR="000531AE" w:rsidRPr="00D76861" w:rsidRDefault="000531AE" w:rsidP="000531AE">
      <w:pPr>
        <w:pStyle w:val="GWMultiChoice"/>
        <w:spacing w:after="120"/>
        <w:ind w:left="0" w:firstLine="0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2"/>
        <w:gridCol w:w="1085"/>
      </w:tblGrid>
      <w:tr w:rsidR="008D2CE8" w14:paraId="7AA0FFD5" w14:textId="77777777" w:rsidTr="00E40315">
        <w:trPr>
          <w:trHeight w:val="390"/>
          <w:jc w:val="right"/>
        </w:trPr>
        <w:tc>
          <w:tcPr>
            <w:tcW w:w="9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E459C35" w14:textId="77777777" w:rsidR="008D2CE8" w:rsidRPr="000356D4" w:rsidRDefault="008D2CE8" w:rsidP="00E40315">
            <w:pPr>
              <w:spacing w:line="300" w:lineRule="exact"/>
              <w:jc w:val="right"/>
              <w:rPr>
                <w:b/>
              </w:rPr>
            </w:pPr>
            <w:r w:rsidRPr="000356D4">
              <w:rPr>
                <w:b/>
              </w:rPr>
              <w:t>Total</w:t>
            </w:r>
          </w:p>
        </w:tc>
        <w:tc>
          <w:tcPr>
            <w:tcW w:w="1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D6D6"/>
          </w:tcPr>
          <w:p w14:paraId="4F869F7B" w14:textId="68D15675" w:rsidR="008D2CE8" w:rsidRPr="00C44DA6" w:rsidRDefault="008D2CE8" w:rsidP="00886C37">
            <w:pPr>
              <w:spacing w:line="300" w:lineRule="exact"/>
              <w:jc w:val="right"/>
              <w:rPr>
                <w:b/>
              </w:rPr>
            </w:pPr>
            <w:r w:rsidRPr="00C44DA6">
              <w:t xml:space="preserve">   </w:t>
            </w:r>
            <w:r w:rsidRPr="00C44DA6">
              <w:rPr>
                <w:b/>
              </w:rPr>
              <w:t xml:space="preserve">/ </w:t>
            </w:r>
            <w:r w:rsidR="00171523">
              <w:rPr>
                <w:b/>
              </w:rPr>
              <w:t>75</w:t>
            </w:r>
          </w:p>
        </w:tc>
      </w:tr>
    </w:tbl>
    <w:p w14:paraId="0D837988" w14:textId="77777777" w:rsidR="00F06FA2" w:rsidRDefault="00F06FA2" w:rsidP="000531AE">
      <w:pPr>
        <w:sectPr w:rsidR="00F06FA2" w:rsidSect="00F06FA2">
          <w:type w:val="continuous"/>
          <w:pgSz w:w="11900" w:h="16840"/>
          <w:pgMar w:top="1985" w:right="709" w:bottom="851" w:left="709" w:header="1644" w:footer="737" w:gutter="0"/>
          <w:cols w:space="454"/>
          <w:docGrid w:linePitch="360"/>
        </w:sectPr>
      </w:pPr>
    </w:p>
    <w:p w14:paraId="07DA004C" w14:textId="77777777" w:rsidR="000531AE" w:rsidRPr="00D76861" w:rsidRDefault="000531AE" w:rsidP="000531AE"/>
    <w:p w14:paraId="514A0554" w14:textId="77777777" w:rsidR="00234C85" w:rsidRDefault="00234C85" w:rsidP="00234C85">
      <w:pPr>
        <w:pStyle w:val="GWMultiChoice"/>
        <w:tabs>
          <w:tab w:val="clear" w:pos="2693"/>
          <w:tab w:val="left" w:pos="2430"/>
        </w:tabs>
        <w:spacing w:after="120"/>
      </w:pPr>
    </w:p>
    <w:p w14:paraId="1FBB3751" w14:textId="77777777" w:rsidR="00234C85" w:rsidRDefault="00234C85" w:rsidP="00234C85">
      <w:pPr>
        <w:spacing w:line="240" w:lineRule="auto"/>
        <w:rPr>
          <w:b/>
          <w:bCs/>
          <w:color w:val="767171" w:themeColor="background2" w:themeShade="80"/>
          <w:sz w:val="24"/>
        </w:rPr>
      </w:pPr>
    </w:p>
    <w:sectPr w:rsidR="00234C85" w:rsidSect="006A5B4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0" w:h="16840"/>
      <w:pgMar w:top="1987" w:right="706" w:bottom="850" w:left="706" w:header="1642" w:footer="734" w:gutter="0"/>
      <w:cols w:space="454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3018C" w14:textId="77777777" w:rsidR="009E046B" w:rsidRDefault="009E046B" w:rsidP="00DE402B">
      <w:pPr>
        <w:spacing w:line="240" w:lineRule="auto"/>
      </w:pPr>
      <w:r>
        <w:separator/>
      </w:r>
    </w:p>
  </w:endnote>
  <w:endnote w:type="continuationSeparator" w:id="0">
    <w:p w14:paraId="716E58C1" w14:textId="77777777" w:rsidR="009E046B" w:rsidRDefault="009E046B" w:rsidP="00DE4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7D154" w14:textId="77777777" w:rsidR="00EF497E" w:rsidRDefault="00EF497E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E164994" w14:textId="77777777" w:rsidR="00EF497E" w:rsidRDefault="00EF497E" w:rsidP="0085062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7D531" w14:textId="77777777" w:rsidR="00EF497E" w:rsidRPr="00442C65" w:rsidRDefault="00EF497E" w:rsidP="0008610C">
    <w:r>
      <w:rPr>
        <w:noProof/>
        <w:lang w:val="en-US"/>
      </w:rPr>
      <w:drawing>
        <wp:anchor distT="0" distB="0" distL="114300" distR="114300" simplePos="0" relativeHeight="251706368" behindDoc="0" locked="0" layoutInCell="1" allowOverlap="1" wp14:anchorId="6F78A0E3" wp14:editId="01C10919">
          <wp:simplePos x="0" y="0"/>
          <wp:positionH relativeFrom="margin">
            <wp:posOffset>-347345</wp:posOffset>
          </wp:positionH>
          <wp:positionV relativeFrom="margin">
            <wp:posOffset>8797925</wp:posOffset>
          </wp:positionV>
          <wp:extent cx="7338695" cy="535940"/>
          <wp:effectExtent l="0" t="0" r="1905" b="0"/>
          <wp:wrapSquare wrapText="bothSides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869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6586B575" wp14:editId="7BEC3E3E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AD4414" w14:textId="62B11221" w:rsidR="00EF497E" w:rsidRDefault="00EF497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C03D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E046B">
                            <w:fldChar w:fldCharType="begin"/>
                          </w:r>
                          <w:r w:rsidR="009E046B">
                            <w:instrText xml:space="preserve"> NUMPAGES  \* MERGEFORMAT </w:instrText>
                          </w:r>
                          <w:r w:rsidR="009E046B">
                            <w:fldChar w:fldCharType="separate"/>
                          </w:r>
                          <w:r w:rsidR="003C03D6">
                            <w:rPr>
                              <w:noProof/>
                            </w:rPr>
                            <w:t>4</w:t>
                          </w:r>
                          <w:r w:rsidR="009E046B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86B57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4" o:spid="_x0000_s1026" type="#_x0000_t202" style="position:absolute;margin-left:486pt;margin-top:7.85pt;width:45.1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rIqwoICAABzBQAADgAAAGRycy9lMm9Eb2MueG1srFRLTxsxEL5X6n+wfC+bRCnQFRuUgqgqRYAK&#10;FWfHa5MVtse1J9lNf33H3s2jtBeqXnbHM9+8HxeXnTVso0JswFV8fDLiTDkJdeOeK/798ebDOWcR&#10;hauFAacqvlWRX87ev7tofakmsAJTq8DIiItl6yu+QvRlUUS5UlbEE/DKkVBDsALpGZ6LOoiWrFtT&#10;TEaj06KFUPsAUsVI3OteyGfZvtZK4p3WUSEzFafYMH9D/i7Tt5hdiPI5CL9q5BCG+IcorGgcOd2b&#10;uhYo2Do0f5iyjQwQQeOJBFuA1o1UOQfKZjx6lc3DSniVc6HiRL8vU/x/ZuXt5j6wpq74ZMqZE5Z6&#10;9Kg6ZJ+hY8Si+rQ+lgR78ATEjvjU55xr9AuQL5EgxRGmV4iETvXodLDpT5kyUqQWbPdlT24kMT+e&#10;Tc7OSCJJNJmcn45yW4qDsg8RvyiwLBEVD9TVHIDYLCIm96LcQZIvBzeNMbmzxv3GIGDPUXk0Bu0U&#10;fB9vpnBrVNIy7pvSVJocdmLkoVRXJrCNoHESUiqH41SibJfQCaXJ91sUB3xS7aN6i/JeI3sGh3tl&#10;2zgIfZvSLh3Crl92IeseP7Qv9nmnEmC37CirRC6h3lLfA/SbE728aagJCxHxXgRaFeobrT/e0Ucb&#10;aCsOA8XZCsLPv/ETniaYpJy1tHoVjz/WIijOzFdHs/1pPJ2mXc2PKU0HPcKxZHkscWt7BdSOMR0a&#10;LzOZ8Gh2pA5gn+hKzJNXEgknyXfFcUdeYX8Q6MpINZ9nEG2nF7hwD17uxj2N2GP3JIIf5hBpgG9h&#10;t6SifDWOPTY1xsF8jaCbPKuHqg6Fp83OEzRcoXQ6jt8ZdbiVs18AAAD//wMAUEsDBBQABgAIAAAA&#10;IQCiijlT3gAAAAoBAAAPAAAAZHJzL2Rvd25yZXYueG1sTI9BS8QwFITvgv8hPMGbm25ht1qbLiIs&#10;inix7g/INs+mtHkJTdJWf73Zkx6HGWa+qQ6rGdmMk+8tCdhuMmBIrVU9dQJOn8e7e2A+SFJytIQC&#10;vtHDob6+qmSp7EIfODehY6mEfCkF6BBcyblvNRrpN9YhJe/LTkaGJKeOq0kuqdyMPM+yPTeyp7Sg&#10;pcNnje3QRCPgGF9ezfzDo3tr2oW0G+LpfRDi9mZ9egQWcA1/YbjgJ3SoE9PZRlKejQIeijx9CcnY&#10;FcAugWyf58DOAnbbAnhd8f8X6l8AAAD//wMAUEsBAi0AFAAGAAgAAAAhAOSZw8D7AAAA4QEAABMA&#10;AAAAAAAAAAAAAAAAAAAAAFtDb250ZW50X1R5cGVzXS54bWxQSwECLQAUAAYACAAAACEAI7Jq4dcA&#10;AACUAQAACwAAAAAAAAAAAAAAAAAsAQAAX3JlbHMvLnJlbHNQSwECLQAUAAYACAAAACEA2rIqwoIC&#10;AABzBQAADgAAAAAAAAAAAAAAAAAsAgAAZHJzL2Uyb0RvYy54bWxQSwECLQAUAAYACAAAACEAooo5&#10;U94AAAAKAQAADwAAAAAAAAAAAAAAAADaBAAAZHJzL2Rvd25yZXYueG1sUEsFBgAAAAAEAAQA8wAA&#10;AOUFAAAAAA==&#10;" filled="f" stroked="f">
              <v:path arrowok="t"/>
              <v:textbox>
                <w:txbxContent>
                  <w:p w14:paraId="27AD4414" w14:textId="62B11221" w:rsidR="00EF497E" w:rsidRDefault="00EF497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C03D6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r w:rsidR="009E046B">
                      <w:fldChar w:fldCharType="begin"/>
                    </w:r>
                    <w:r w:rsidR="009E046B">
                      <w:instrText xml:space="preserve"> NUMPAGES  \* MERGEFORMAT </w:instrText>
                    </w:r>
                    <w:r w:rsidR="009E046B">
                      <w:fldChar w:fldCharType="separate"/>
                    </w:r>
                    <w:r w:rsidR="003C03D6">
                      <w:rPr>
                        <w:noProof/>
                      </w:rPr>
                      <w:t>4</w:t>
                    </w:r>
                    <w:r w:rsidR="009E046B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CED5B" w14:textId="77777777" w:rsidR="00EF497E" w:rsidRDefault="00391413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8416" behindDoc="0" locked="0" layoutInCell="1" allowOverlap="1" wp14:anchorId="5907672B" wp14:editId="0C0DAF92">
              <wp:simplePos x="0" y="0"/>
              <wp:positionH relativeFrom="column">
                <wp:posOffset>6114532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6F585" w14:textId="6A06283B" w:rsidR="00EF497E" w:rsidRDefault="00EF497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866DE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E046B">
                            <w:fldChar w:fldCharType="begin"/>
                          </w:r>
                          <w:r w:rsidR="009E046B">
                            <w:instrText xml:space="preserve"> NUMPAGES  \* MERGEFORMAT </w:instrText>
                          </w:r>
                          <w:r w:rsidR="009E046B">
                            <w:fldChar w:fldCharType="separate"/>
                          </w:r>
                          <w:r w:rsidR="007866DE">
                            <w:rPr>
                              <w:noProof/>
                            </w:rPr>
                            <w:t>4</w:t>
                          </w:r>
                          <w:r w:rsidR="009E046B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07672B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2" o:spid="_x0000_s1028" type="#_x0000_t202" style="position:absolute;margin-left:481.45pt;margin-top:8.25pt;width:45.1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CvoocCAAB6BQAADgAAAGRycy9lMm9Eb2MueG1srFRNb9swDL0P2H8QdF+dGFnbGXWKrEWHAUFb&#10;rB16VmQpMSqJmqTEzn79KMlOs26XDrvYEvn4IT6SF5e9VmQnnG/B1HR6MqFEGA5Na9Y1/f548+Gc&#10;Eh+YaZgCI2q6F55ezt+/u+hsJUrYgGqEI+jE+KqzNd2EYKui8HwjNPMnYIVBpQSnWcCrWxeNYx16&#10;16ooJ5PTogPXWAdceI/S66yk8+RfSsHDnZReBKJqirmF9HXpu4rfYn7BqrVjdtPyIQ32D1lo1hoM&#10;enB1zQIjW9f+4Uq33IEHGU446AKkbLlIb8DXTCevXvOwYVakt2BxvD2Uyf8/t/x2d+9I29S0LCkx&#10;TCNHj6IP5DP0BEVYn876CmEPFoGhRznynN7q7RL4s0dIcYTJBh7RsR69dDr+8aUEDZGC/aHsMQxH&#10;4cez8uwMNRxVZXl+Okm0FC/G1vnwRYAm8VBTh6ymBNhu6UMMz6oREmMZuGmVSswq85sAgVkiUmsM&#10;1jH5nG86hb0S0UqZb0JiaVLaUZCaUlwpR3YM24lxLkyYxhIlv4iOKImx32I44KNpzuotxgeLFBlM&#10;OBjr1oDLNMVZekm7eR5Tlhk/0Ofzu2MJQr/qc0+M/K+g2SP9DvIAectvWuRiyXy4Zw4nBunDLRDu&#10;8CMVdDWF4UTJBtzPv8kjHhsZtZR0OIE19T+2zAlK1FeDLf5pOpvFkU2XGTYJXtyxZnWsMVt9BcjK&#10;FPeN5ekY8UGNR+lAP+GyWMSoqGKGY+yahvF4FfJewGXDxWKRQDikloWlebB87PrYaY/9E3N2aMeA&#10;fXwL46yy6lVXZmzkx8BiG0C2qWVjnXNVh/rjgKdGGpZR3CDH94R6WZnzXwAAAP//AwBQSwMEFAAG&#10;AAgAAAAhAL0gfd7eAAAACgEAAA8AAABkcnMvZG93bnJldi54bWxMj0FOwzAQRfdIvYM1ldhRp0GJ&#10;aIhTIaQKhNgQegA3HpIo8diK7SRwetwVLEf/6f835XHVI5txcr0hAftdAgypMaqnVsD583T3AMx5&#10;SUqOhlDANzo4VpubUhbKLPSBc+1bFkvIFVJA570tOHdNh1q6nbFIMfsyk5Y+nlPL1SSXWK5HniZJ&#10;zrXsKS500uJzh81QBy3gFF5e9fzDg32rm4U6O4Tz+yDE7XZ9egTmcfV/MFz1ozpU0eliAinHRgGH&#10;PD1ENAZ5BuwKJNn9HthFQJZmwKuS/3+h+gUAAP//AwBQSwECLQAUAAYACAAAACEA5JnDwPsAAADh&#10;AQAAEwAAAAAAAAAAAAAAAAAAAAAAW0NvbnRlbnRfVHlwZXNdLnhtbFBLAQItABQABgAIAAAAIQAj&#10;smrh1wAAAJQBAAALAAAAAAAAAAAAAAAAACwBAABfcmVscy8ucmVsc1BLAQItABQABgAIAAAAIQCv&#10;EK+ihwIAAHoFAAAOAAAAAAAAAAAAAAAAACwCAABkcnMvZTJvRG9jLnhtbFBLAQItABQABgAIAAAA&#10;IQC9IH3e3gAAAAoBAAAPAAAAAAAAAAAAAAAAAN8EAABkcnMvZG93bnJldi54bWxQSwUGAAAAAAQA&#10;BADzAAAA6gUAAAAA&#10;" filled="f" stroked="f">
              <v:path arrowok="t"/>
              <v:textbox>
                <w:txbxContent>
                  <w:p w14:paraId="1136F585" w14:textId="6A06283B" w:rsidR="00EF497E" w:rsidRDefault="00EF497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866DE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7866DE">
                        <w:rPr>
                          <w:noProof/>
                        </w:rPr>
                        <w:t>4</w:t>
                      </w:r>
                    </w:fldSimple>
                  </w:p>
                </w:txbxContent>
              </v:textbox>
            </v:shape>
          </w:pict>
        </mc:Fallback>
      </mc:AlternateContent>
    </w:r>
    <w:r w:rsidR="00EF497E">
      <w:rPr>
        <w:noProof/>
        <w:lang w:val="en-US"/>
      </w:rPr>
      <w:drawing>
        <wp:anchor distT="0" distB="0" distL="114300" distR="114300" simplePos="0" relativeHeight="251705344" behindDoc="0" locked="0" layoutInCell="1" allowOverlap="1" wp14:anchorId="04152A71" wp14:editId="3B09DF95">
          <wp:simplePos x="0" y="0"/>
          <wp:positionH relativeFrom="margin">
            <wp:posOffset>-347980</wp:posOffset>
          </wp:positionH>
          <wp:positionV relativeFrom="margin">
            <wp:posOffset>8834755</wp:posOffset>
          </wp:positionV>
          <wp:extent cx="7336790" cy="535940"/>
          <wp:effectExtent l="0" t="0" r="3810" b="0"/>
          <wp:wrapSquare wrapText="bothSides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790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12C8A" w14:textId="77777777" w:rsidR="00EF497E" w:rsidRDefault="00EF497E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2969DC0" w14:textId="77777777" w:rsidR="00EF497E" w:rsidRDefault="00EF497E" w:rsidP="00850629">
    <w:pPr>
      <w:ind w:right="360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92AA3" w14:textId="77777777" w:rsidR="00EF497E" w:rsidRPr="00442C65" w:rsidRDefault="00EF497E" w:rsidP="0008610C">
    <w:r>
      <w:rPr>
        <w:noProof/>
        <w:lang w:val="en-US"/>
      </w:rPr>
      <w:drawing>
        <wp:anchor distT="0" distB="0" distL="114300" distR="114300" simplePos="0" relativeHeight="251698176" behindDoc="0" locked="0" layoutInCell="1" allowOverlap="1" wp14:anchorId="0D807CDC" wp14:editId="1542AB90">
          <wp:simplePos x="0" y="0"/>
          <wp:positionH relativeFrom="margin">
            <wp:posOffset>-342900</wp:posOffset>
          </wp:positionH>
          <wp:positionV relativeFrom="margin">
            <wp:posOffset>8797925</wp:posOffset>
          </wp:positionV>
          <wp:extent cx="7338695" cy="535940"/>
          <wp:effectExtent l="0" t="0" r="190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869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39BC6A29" wp14:editId="0C417F3D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3B4B35" w14:textId="77777777" w:rsidR="00EF497E" w:rsidRDefault="00EF497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D2CE8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E046B">
                            <w:fldChar w:fldCharType="begin"/>
                          </w:r>
                          <w:r w:rsidR="009E046B">
                            <w:instrText xml:space="preserve"> NUMPAGES  \* MERGEFORMAT </w:instrText>
                          </w:r>
                          <w:r w:rsidR="009E046B">
                            <w:fldChar w:fldCharType="separate"/>
                          </w:r>
                          <w:r w:rsidR="00CA5303">
                            <w:rPr>
                              <w:noProof/>
                            </w:rPr>
                            <w:t>5</w:t>
                          </w:r>
                          <w:r w:rsidR="009E046B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BC6A2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6" o:spid="_x0000_s1029" type="#_x0000_t202" style="position:absolute;margin-left:486pt;margin-top:7.85pt;width:45.1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nemogCAAB6BQAADgAAAGRycy9lMm9Eb2MueG1srFRNb9swDL0P2H8QdF+dZFnbGXWKrEWHAUFb&#10;LB16VmQpMSqJmqTEzn59KclOs26XDrvYEvn4IT6SF5edVmQnnG/AVHR8MqJEGA51Y9YV/fFw8+Gc&#10;Eh+YqZkCIyq6F55ezt6/u2htKSawAVULR9CJ8WVrK7oJwZZF4flGaOZPwAqDSglOs4BXty5qx1r0&#10;rlUxGY1OixZcbR1w4T1Kr7OSzpJ/KQUPd1J6EYiqKOYW0tel7yp+i9kFK9eO2U3D+zTYP2ShWWMw&#10;6MHVNQuMbF3zhyvdcAceZDjhoAuQsuEivQFfMx69es1yw6xIb8HieHsok/9/bvnt7t6Rpq7ox1NK&#10;DNPI0YPoAvkCHUER1qe1vkTY0iIwdChHntNbvV0Af/IIKY4w2cAjOtajk07HP76UoCFSsD+UPYbh&#10;KPx0Njk7Qw1H1WRyfjpKtBQvxtb58FWAJvFQUYespgTYbuFDDM/KARJjGbhplErMKvObAIFZIlJr&#10;9NYx+ZxvOoW9EtFKme9CYmlS2lGQmlJcKUd2DNuJcS5MGMcSJb+IjiiJsd9i2OOjac7qLcYHixQZ&#10;TDgY68aAyzTFWXpJu34aUpYZ39Pn87tjCUK36nJPDPyvoN4j/Q7yAHnLbxrkYsF8uGcOJwbpwy0Q&#10;7vAjFbQVhf5EyQbcr7/JIx4bGbWUtDiBFfU/t8wJStQ3gy3+eTydxpFNlyk2CV7csWZ1rDFbfQXI&#10;yhj3jeXpGPFBDUfpQD/ispjHqKhihmPsiobheBXyXsBlw8V8nkA4pJaFhVlaPnR97LSH7pE527dj&#10;wD6+hWFWWfmqKzM28mNgvg0gm9Sysc65qn39ccBTI/XLKG6Q43tCvazM2TMAAAD//wMAUEsDBBQA&#10;BgAIAAAAIQCiijlT3gAAAAoBAAAPAAAAZHJzL2Rvd25yZXYueG1sTI9BS8QwFITvgv8hPMGbm25h&#10;t1qbLiIsinix7g/INs+mtHkJTdJWf73Zkx6HGWa+qQ6rGdmMk+8tCdhuMmBIrVU9dQJOn8e7e2A+&#10;SFJytIQCvtHDob6+qmSp7EIfODehY6mEfCkF6BBcyblvNRrpN9YhJe/LTkaGJKeOq0kuqdyMPM+y&#10;PTeyp7SgpcNnje3QRCPgGF9ezfzDo3tr2oW0G+LpfRDi9mZ9egQWcA1/YbjgJ3SoE9PZRlKejQIe&#10;ijx9CcnYFcAugWyf58DOAnbbAnhd8f8X6l8AAAD//wMAUEsBAi0AFAAGAAgAAAAhAOSZw8D7AAAA&#10;4QEAABMAAAAAAAAAAAAAAAAAAAAAAFtDb250ZW50X1R5cGVzXS54bWxQSwECLQAUAAYACAAAACEA&#10;I7Jq4dcAAACUAQAACwAAAAAAAAAAAAAAAAAsAQAAX3JlbHMvLnJlbHNQSwECLQAUAAYACAAAACEA&#10;jKnemogCAAB6BQAADgAAAAAAAAAAAAAAAAAsAgAAZHJzL2Uyb0RvYy54bWxQSwECLQAUAAYACAAA&#10;ACEAooo5U94AAAAKAQAADwAAAAAAAAAAAAAAAADgBAAAZHJzL2Rvd25yZXYueG1sUEsFBgAAAAAE&#10;AAQA8wAAAOsFAAAAAA==&#10;" filled="f" stroked="f">
              <v:path arrowok="t"/>
              <v:textbox>
                <w:txbxContent>
                  <w:p w14:paraId="2E3B4B35" w14:textId="77777777" w:rsidR="00EF497E" w:rsidRDefault="00EF497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D2CE8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CA5303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5B39B" w14:textId="77777777" w:rsidR="00EF497E" w:rsidRDefault="00EF497E">
    <w:r>
      <w:rPr>
        <w:noProof/>
        <w:lang w:val="en-US"/>
      </w:rPr>
      <w:drawing>
        <wp:anchor distT="0" distB="0" distL="114300" distR="114300" simplePos="0" relativeHeight="251697152" behindDoc="0" locked="0" layoutInCell="1" allowOverlap="1" wp14:anchorId="6454F8EC" wp14:editId="2ADE5784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2ED03E5E" wp14:editId="05F566B5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44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ACC241" w14:textId="77777777" w:rsidR="00EF497E" w:rsidRDefault="00EF497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E046B">
                            <w:fldChar w:fldCharType="begin"/>
                          </w:r>
                          <w:r w:rsidR="009E046B">
                            <w:instrText xml:space="preserve"> NUMPAGES  \* MERGEFORMAT </w:instrText>
                          </w:r>
                          <w:r w:rsidR="009E046B">
                            <w:fldChar w:fldCharType="separate"/>
                          </w:r>
                          <w:r w:rsidR="00CA5303">
                            <w:rPr>
                              <w:noProof/>
                            </w:rPr>
                            <w:t>5</w:t>
                          </w:r>
                          <w:r w:rsidR="009E046B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D03E5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4" o:spid="_x0000_s1031" type="#_x0000_t202" style="position:absolute;margin-left:494.85pt;margin-top:8.25pt;width:45.1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KFyIgCAAB6BQAADgAAAGRycy9lMm9Eb2MueG1srFRLb9swDL4P2H8QdF+dBOljRpwiS9FhQNAW&#10;TYaeFVlKjEqiJimxs18/SraTrNulwy62RH58iB/JyW2jFdkL5yswBR1eDCgRhkNZmU1Bv6/uP91Q&#10;4gMzJVNgREEPwtPb6ccPk9rmYgRbUKVwBJ0Yn9e2oNsQbJ5lnm+FZv4CrDColOA0C3h1m6x0rEbv&#10;WmWjweAqq8GV1gEX3qP0rlXSafIvpeDhUUovAlEFxdxC+rr0XcdvNp2wfOOY3Va8S4P9QxaaVQaD&#10;Hl3dscDIzlV/uNIVd+BBhgsOOgMpKy7SG/A1w8Gb1yy3zIr0FiyOt8cy+f/nlj/snxypyoKOx5QY&#10;ppGjlWgC+QINQRHWp7Y+R9jSIjA0KEee01u9XQB/9QjJzjCtgUd0rEcjnY5/fClBQ6TgcCx7DMNR&#10;eHk9ur5GDUfVaHRzNUi0ZCdj63z4KkCTeCioQ1ZTAmy/8CGGZ3kPibEM3FdKJWaV+U2AwFYiUmt0&#10;1jH5Nt90CgclopUyz0JiaVLaUZCaUsyVI3uG7cQ4FyYMY4mSX0RHlMTY7zHs8NG0zeo9xkeLFBlM&#10;OBrryoBraYqzdEq7fO1Tli2+o8+3744lCM26ST1x2fO/hvKA9DtoB8hbfl8hFwvmwxNzODFIH26B&#10;8IgfqaAuKHQnSrbgfv5NHvHYyKilpMYJLKj/sWNOUKK+GWzxz8PxOI5suoyxSfDizjXrc43Z6Tkg&#10;K0PcN5anY8QH1R+lA/2Cy2IWo6KKGY6xCxr64zy0ewGXDRezWQLhkFoWFmZped/1sdNWzQtztmvH&#10;gH38AP2ssvxNV7bYyI+B2S6ArFLLxjq3Ve3qjwOeGqlbRnGDnN8T6rQyp78AAAD//wMAUEsDBBQA&#10;BgAIAAAAIQA67P0u3wAAAAoBAAAPAAAAZHJzL2Rvd25yZXYueG1sTI/LasMwEEX3hf6DmEB3jZyA&#10;k9i1HEohtJRu6uQDFGtqGVsjYcmP9uurrNrlcA/3nimOi+nZhINvLQnYrBNgSLVVLTUCLufT4wGY&#10;D5KU7C2hgG/0cCzv7wqZKzvTJ05VaFgsIZ9LAToEl3Pua41G+rV1SDH7soORIZ5Dw9Ug51huer5N&#10;kh03sqW4oKXDF411V41GwGl8fTPTDx/de1XPpF03Xj46IR5Wy/MTsIBL+IPhph/VoYxOVzuS8qwX&#10;kB2yfURjsEuB3YBkn2XArgLSbQq8LPj/F8pfAAAA//8DAFBLAQItABQABgAIAAAAIQDkmcPA+wAA&#10;AOEBAAATAAAAAAAAAAAAAAAAAAAAAABbQ29udGVudF9UeXBlc10ueG1sUEsBAi0AFAAGAAgAAAAh&#10;ACOyauHXAAAAlAEAAAsAAAAAAAAAAAAAAAAALAEAAF9yZWxzLy5yZWxzUEsBAi0AFAAGAAgAAAAh&#10;ACXShciIAgAAegUAAA4AAAAAAAAAAAAAAAAALAIAAGRycy9lMm9Eb2MueG1sUEsBAi0AFAAGAAgA&#10;AAAhADrs/S7fAAAACgEAAA8AAAAAAAAAAAAAAAAA4AQAAGRycy9kb3ducmV2LnhtbFBLBQYAAAAA&#10;BAAEAPMAAADsBQAAAAA=&#10;" filled="f" stroked="f">
              <v:path arrowok="t"/>
              <v:textbox>
                <w:txbxContent>
                  <w:p w14:paraId="4DACC241" w14:textId="77777777" w:rsidR="00EF497E" w:rsidRDefault="00EF497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CA5303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11468" w14:textId="77777777" w:rsidR="00EF497E" w:rsidRDefault="00EF497E" w:rsidP="00C960E2">
    <w:pPr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28C886" w14:textId="77777777" w:rsidR="00EF497E" w:rsidRDefault="00EF497E" w:rsidP="00850629">
    <w:pPr>
      <w:ind w:right="360"/>
    </w:pPr>
  </w:p>
  <w:p w14:paraId="53A1A85A" w14:textId="77777777" w:rsidR="00EF497E" w:rsidRDefault="00EF497E"/>
  <w:p w14:paraId="7BC45F35" w14:textId="77777777" w:rsidR="00EF497E" w:rsidRDefault="00EF497E"/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EA489" w14:textId="77777777" w:rsidR="00EF497E" w:rsidRPr="00442C65" w:rsidRDefault="00EF497E" w:rsidP="0008610C"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32DD482E" wp14:editId="6E26CDF9">
          <wp:simplePos x="0" y="0"/>
          <wp:positionH relativeFrom="margin">
            <wp:posOffset>-340360</wp:posOffset>
          </wp:positionH>
          <wp:positionV relativeFrom="margin">
            <wp:posOffset>8797925</wp:posOffset>
          </wp:positionV>
          <wp:extent cx="7338695" cy="535940"/>
          <wp:effectExtent l="0" t="0" r="1905" b="0"/>
          <wp:wrapSquare wrapText="bothSides"/>
          <wp:docPr id="1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869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1B8AB50" wp14:editId="0490FE99">
              <wp:simplePos x="0" y="0"/>
              <wp:positionH relativeFrom="column">
                <wp:posOffset>6172200</wp:posOffset>
              </wp:positionH>
              <wp:positionV relativeFrom="paragraph">
                <wp:posOffset>99695</wp:posOffset>
              </wp:positionV>
              <wp:extent cx="572770" cy="22860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F4D3D4" w14:textId="77777777" w:rsidR="00EF497E" w:rsidRDefault="00EF497E" w:rsidP="0008610C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91413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E046B">
                            <w:fldChar w:fldCharType="begin"/>
                          </w:r>
                          <w:r w:rsidR="009E046B">
                            <w:instrText xml:space="preserve"> NUMPAGES  \* MERGEFORMAT </w:instrText>
                          </w:r>
                          <w:r w:rsidR="009E046B">
                            <w:fldChar w:fldCharType="separate"/>
                          </w:r>
                          <w:r w:rsidR="00CA5303">
                            <w:rPr>
                              <w:noProof/>
                            </w:rPr>
                            <w:t>5</w:t>
                          </w:r>
                          <w:r w:rsidR="009E046B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8AB50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0" o:spid="_x0000_s1032" type="#_x0000_t202" style="position:absolute;margin-left:486pt;margin-top:7.85pt;width:45.1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ix81IYCAAB6BQAADgAAAGRycy9lMm9Eb2MueG1srFTfT9swEH6ftP/B8vtIWzFgESnqQEyTKkCD&#10;iWfXsWlE4vNst0n31++zk5SO7YVpL4l9990P33135xddU7Otcr4iU/Dp0YQzZSSVlXkq+PeH6w9n&#10;nPkgTClqMqrgO+X5xfz9u/PW5mpGa6pL5RicGJ+3tuDrEGyeZV6uVSP8EVlloNTkGhFwdU9Z6UQL&#10;702dzSaTk6wlV1pHUnkP6VWv5PPkX2slw63WXgVWFxy5hfR16buK32x+LvInJ+y6kkMa4h+yaERl&#10;EHTv6koEwTau+sNVU0lHnnQ4ktRkpHUlVXoDXjOdvHrN/VpYld6C4ni7L5P/f27lzfbOsapE71Ae&#10;Ixr06EF1gX2mjkGE+rTW54DdWwBDBzmw6a3eLkk+e0CyA0xv4IGO9ei0a+IfL2UwRIzdvuwxjITw&#10;4+ns9BQaCdVsdnYySWGzF2PrfPiiqGHxUHCHrqYExHbpQwwv8hESYxm6ruo6dbY2vwkA7CUqUWOw&#10;jsn3+aZT2NUqWtXmm9IoTUo7ChIp1WXt2FaATkJKZcI0lij5BTqiNGK/xXDAR9M+q7cY7y1SZDJh&#10;b9xUhlzfpjhLL2mXz2PKuscP7fP9u2MJQrfqEidOxv6vqNyh/Y76AfJWXlfoxVL4cCccJgbtwxYI&#10;t/jomtqC03DibE3u59/kEQ8iQ8tZiwksuP+xEU5xVn81oPin6fEx3IZ0OQZJcHGHmtWhxmyaS0JX&#10;ptg3VqZjxId6PGpHzSOWxSJGhUoYidgFD+PxMvR7ActGqsUigTCkVoSlubdyZH1k2kP3KJwd6BjA&#10;4xsaZ1Xkr1jZY2N/DC02gXSVKBvr3Fd1qD8GPBFpWEZxgxzeE+plZc5/AQAA//8DAFBLAwQUAAYA&#10;CAAAACEAooo5U94AAAAKAQAADwAAAGRycy9kb3ducmV2LnhtbEyPQUvEMBSE74L/ITzBm5tuYbda&#10;my4iLIp4se4PyDbPprR5CU3SVn+92ZMehxlmvqkOqxnZjJPvLQnYbjJgSK1VPXUCTp/Hu3tgPkhS&#10;crSEAr7Rw6G+vqpkqexCHzg3oWOphHwpBegQXMm5bzUa6TfWISXvy05GhiSnjqtJLqncjDzPsj03&#10;sqe0oKXDZ43t0EQj4BhfXs38w6N7a9qFtBvi6X0Q4vZmfXoEFnANf2G44Cd0qBPT2UZSno0CHoo8&#10;fQnJ2BXALoFsn+fAzgJ22wJ4XfH/F+pfAAAA//8DAFBLAQItABQABgAIAAAAIQDkmcPA+wAAAOEB&#10;AAATAAAAAAAAAAAAAAAAAAAAAABbQ29udGVudF9UeXBlc10ueG1sUEsBAi0AFAAGAAgAAAAhACOy&#10;auHXAAAAlAEAAAsAAAAAAAAAAAAAAAAALAEAAF9yZWxzLy5yZWxzUEsBAi0AFAAGAAgAAAAhANYs&#10;fNSGAgAAegUAAA4AAAAAAAAAAAAAAAAALAIAAGRycy9lMm9Eb2MueG1sUEsBAi0AFAAGAAgAAAAh&#10;AKKKOVPeAAAACgEAAA8AAAAAAAAAAAAAAAAA3gQAAGRycy9kb3ducmV2LnhtbFBLBQYAAAAABAAE&#10;APMAAADpBQAAAAA=&#10;" filled="f" stroked="f">
              <v:path arrowok="t"/>
              <v:textbox>
                <w:txbxContent>
                  <w:p w14:paraId="10F4D3D4" w14:textId="77777777" w:rsidR="00EF497E" w:rsidRDefault="00EF497E" w:rsidP="0008610C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91413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CA5303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82C61" w14:textId="77777777" w:rsidR="00EF497E" w:rsidRDefault="00EF497E">
    <w:r>
      <w:rPr>
        <w:noProof/>
        <w:lang w:val="en-US"/>
      </w:rPr>
      <w:drawing>
        <wp:anchor distT="0" distB="0" distL="114300" distR="114300" simplePos="0" relativeHeight="251688960" behindDoc="0" locked="0" layoutInCell="1" allowOverlap="1" wp14:anchorId="247D9102" wp14:editId="0030CDBA">
          <wp:simplePos x="0" y="0"/>
          <wp:positionH relativeFrom="margin">
            <wp:posOffset>-349885</wp:posOffset>
          </wp:positionH>
          <wp:positionV relativeFrom="margin">
            <wp:posOffset>8834755</wp:posOffset>
          </wp:positionV>
          <wp:extent cx="7343775" cy="535940"/>
          <wp:effectExtent l="0" t="0" r="0" b="0"/>
          <wp:wrapSquare wrapText="bothSides"/>
          <wp:docPr id="2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B50FD6F" wp14:editId="1D177341">
              <wp:simplePos x="0" y="0"/>
              <wp:positionH relativeFrom="column">
                <wp:posOffset>6284595</wp:posOffset>
              </wp:positionH>
              <wp:positionV relativeFrom="paragraph">
                <wp:posOffset>104775</wp:posOffset>
              </wp:positionV>
              <wp:extent cx="572770" cy="228600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27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6A325B" w14:textId="77777777" w:rsidR="00EF497E" w:rsidRDefault="00EF497E" w:rsidP="00863CC8">
                          <w:pPr>
                            <w:pStyle w:val="GWPages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of </w:t>
                          </w:r>
                          <w:r w:rsidR="009E046B">
                            <w:fldChar w:fldCharType="begin"/>
                          </w:r>
                          <w:r w:rsidR="009E046B">
                            <w:instrText xml:space="preserve"> NUMPAGES  \* MERGEFORMAT </w:instrText>
                          </w:r>
                          <w:r w:rsidR="009E046B">
                            <w:fldChar w:fldCharType="separate"/>
                          </w:r>
                          <w:r w:rsidR="00CA5303">
                            <w:rPr>
                              <w:noProof/>
                            </w:rPr>
                            <w:t>5</w:t>
                          </w:r>
                          <w:r w:rsidR="009E046B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50FD6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7" o:spid="_x0000_s1034" type="#_x0000_t202" style="position:absolute;margin-left:494.85pt;margin-top:8.25pt;width:45.1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YYZocCAAB6BQAADgAAAGRycy9lMm9Eb2MueG1srFRNb9swDL0P2H8QdF+dBF3TGXGKrEWHAUFb&#10;LBl6VmQpNiqJmqTEzn79KNlOsm6XDrvYEvn4IT6Ss5tWK7IXztdgCjq+GFEiDIeyNtuCfl/ff7im&#10;xAdmSqbAiIIehKc38/fvZo3NxQQqUKVwBJ0Ynze2oFUINs8yzyuhmb8AKwwqJTjNAl7dNisda9C7&#10;VtlkNLrKGnCldcCF9yi965R0nvxLKXh4lNKLQFRBMbeQvi59N/GbzWcs3zpmq5r3abB/yEKz2mDQ&#10;o6s7FhjZufoPV7rmDjzIcMFBZyBlzUV6A75mPHr1mlXFrEhvweJ4eyyT/39u+cP+yZG6RO6mlBim&#10;kaO1aAP5DC1BEdansT5H2MoiMLQoR2x6q7dL4C8eIdkZpjPwiI71aKXT8Y8vJWiIFByOZY9hOAo/&#10;TifTKWo4qiaT66tRoiU7GVvnwxcBmsRDQR2ymhJg+6UPMTzLB0iMZeC+Vioxq8xvAgR2EpFao7eO&#10;yXf5plM4KBGtlPkmJJYmpR0FqSnFrXJkz7CdGOfChHEsUfKL6IiSGPsthj0+mnZZvcX4aJEigwlH&#10;Y10bcB1NcZZOaZcvQ8qyw/f0+e7dsQSh3bSpJ64H/jdQHpB+B90Aecvva+RiyXx4Yg4nBunDLRAe&#10;8SMVNAWF/kRJBe7n3+QRj42MWkoanMCC+h875gQl6qvBFv80vryMI5sul9gkeHHnms25xuz0LSAr&#10;Y9w3lqdjxAc1HKUD/YzLYhGjoooZjrELGobjbej2Ai4bLhaLBMIhtSwszcryoetjp63bZ+Zs344B&#10;+/gBhlll+auu7LCRHwOLXQBZp5aNde6q2tcfBzw1Ur+M4gY5vyfUaWXOfwEAAP//AwBQSwMEFAAG&#10;AAgAAAAhADrs/S7fAAAACgEAAA8AAABkcnMvZG93bnJldi54bWxMj8tqwzAQRfeF/oOYQHeNnICT&#10;2LUcSiG0lG7q5AMUa2oZWyNhyY/266us2uVwD/eeKY6L6dmEg28tCdisE2BItVUtNQIu59PjAZgP&#10;kpTsLaGAb/RwLO/vCpkrO9MnTlVoWCwhn0sBOgSXc+5rjUb6tXVIMfuyg5EhnkPD1SDnWG56vk2S&#10;HTeypbigpcMXjXVXjUbAaXx9M9MPH917Vc+kXTdePjohHlbL8xOwgEv4g+GmH9WhjE5XO5LyrBeQ&#10;HbJ9RGOwS4HdgGSfZcCuAtJtCrws+P8Xyl8AAAD//wMAUEsBAi0AFAAGAAgAAAAhAOSZw8D7AAAA&#10;4QEAABMAAAAAAAAAAAAAAAAAAAAAAFtDb250ZW50X1R5cGVzXS54bWxQSwECLQAUAAYACAAAACEA&#10;I7Jq4dcAAACUAQAACwAAAAAAAAAAAAAAAAAsAQAAX3JlbHMvLnJlbHNQSwECLQAUAAYACAAAACEA&#10;+3YYZocCAAB6BQAADgAAAAAAAAAAAAAAAAAsAgAAZHJzL2Uyb0RvYy54bWxQSwECLQAUAAYACAAA&#10;ACEAOuz9Lt8AAAAKAQAADwAAAAAAAAAAAAAAAADfBAAAZHJzL2Rvd25yZXYueG1sUEsFBgAAAAAE&#10;AAQA8wAAAOsFAAAAAA==&#10;" filled="f" stroked="f">
              <v:path arrowok="t"/>
              <v:textbox>
                <w:txbxContent>
                  <w:p w14:paraId="1B6A325B" w14:textId="77777777" w:rsidR="00EF497E" w:rsidRDefault="00EF497E" w:rsidP="00863CC8">
                    <w:pPr>
                      <w:pStyle w:val="GWPages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of </w:t>
                    </w:r>
                    <w:fldSimple w:instr=" NUMPAGES  \* MERGEFORMAT ">
                      <w:r w:rsidR="00CA5303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6A27C" w14:textId="77777777" w:rsidR="009E046B" w:rsidRDefault="009E046B" w:rsidP="00DE402B">
      <w:pPr>
        <w:spacing w:line="240" w:lineRule="auto"/>
      </w:pPr>
      <w:r>
        <w:separator/>
      </w:r>
    </w:p>
  </w:footnote>
  <w:footnote w:type="continuationSeparator" w:id="0">
    <w:p w14:paraId="16A17A68" w14:textId="77777777" w:rsidR="009E046B" w:rsidRDefault="009E046B" w:rsidP="00DE4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45CCC" w14:textId="77777777" w:rsidR="003C03D6" w:rsidRDefault="003C03D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B0F7B" w14:textId="77777777" w:rsidR="00EF497E" w:rsidRPr="00220F66" w:rsidRDefault="00EF497E" w:rsidP="0058266C">
    <w:pPr>
      <w:pStyle w:val="Header"/>
      <w:rPr>
        <w:lang w:val="en-US"/>
      </w:rPr>
    </w:pPr>
    <w:bookmarkStart w:id="0" w:name="_GoBack"/>
    <w:r>
      <w:rPr>
        <w:noProof/>
        <w:lang w:val="en-US"/>
      </w:rPr>
      <w:drawing>
        <wp:anchor distT="0" distB="0" distL="114300" distR="114300" simplePos="0" relativeHeight="251709440" behindDoc="0" locked="0" layoutInCell="1" allowOverlap="1" wp14:anchorId="3A947284" wp14:editId="01CDCBAA">
          <wp:simplePos x="0" y="0"/>
          <wp:positionH relativeFrom="page">
            <wp:posOffset>154305</wp:posOffset>
          </wp:positionH>
          <wp:positionV relativeFrom="page">
            <wp:posOffset>125095</wp:posOffset>
          </wp:positionV>
          <wp:extent cx="7223760" cy="936635"/>
          <wp:effectExtent l="0" t="0" r="0" b="3175"/>
          <wp:wrapSquare wrapText="bothSides"/>
          <wp:docPr id="29" name="Picture 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3760" cy="936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  <w:r>
      <w:rPr>
        <w:noProof/>
        <w:lang w:val="en-US" w:eastAsia="el-GR"/>
      </w:rP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80994" w14:textId="77777777" w:rsidR="00EF497E" w:rsidRDefault="00EF497E">
    <w:pPr>
      <w:pStyle w:val="Header"/>
    </w:pPr>
    <w:r>
      <w:rPr>
        <w:noProof/>
        <w:lang w:val="en-US"/>
      </w:rPr>
      <w:drawing>
        <wp:anchor distT="0" distB="0" distL="114300" distR="114300" simplePos="0" relativeHeight="251703296" behindDoc="0" locked="0" layoutInCell="1" allowOverlap="1" wp14:anchorId="311CC138" wp14:editId="372D3C03">
          <wp:simplePos x="0" y="0"/>
          <wp:positionH relativeFrom="page">
            <wp:posOffset>129013</wp:posOffset>
          </wp:positionH>
          <wp:positionV relativeFrom="page">
            <wp:posOffset>103902</wp:posOffset>
          </wp:positionV>
          <wp:extent cx="7298690" cy="936635"/>
          <wp:effectExtent l="0" t="0" r="0" b="3175"/>
          <wp:wrapSquare wrapText="bothSides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690" cy="936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5D64218B" wp14:editId="6567C542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69C071" w14:textId="77777777" w:rsidR="00EF497E" w:rsidRDefault="00EF497E" w:rsidP="00FD5BAA">
                          <w:pPr>
                            <w:pStyle w:val="GWUni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4218B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3" o:spid="_x0000_s1027" type="#_x0000_t202" style="position:absolute;margin-left:.25pt;margin-top:-18.8pt;width:89.7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FQOoYCAAB7BQAADgAAAGRycy9lMm9Eb2MueG1srFTJbtswEL0X6D8QvNeylaWOYDlwHbgoYCRB&#10;kyJnmiJjISSHJWlL7tdnSMlL015S9CINZ97sy+S61YpshfM1mJKOBkNKhOFQ1ea5pD8eF5/GlPjA&#10;TMUUGFHSnfD0evrxw6SxhchhDaoSjqAR44vGlnQdgi2yzPO10MwPwAqDQglOs4BP95xVjjVoXass&#10;Hw4vswZcZR1w4T1ybzohnSb7Ugoe7qT0IhBVUowtpK9L31X8ZtMJK54ds+ua92Gwf4hCs9qg04Op&#10;GxYY2bj6D1O65g48yDDgoDOQsuYi5YDZjIZvsnlYMytSLlgcbw9l8v/PLL/d3jtSVyXNzygxTGOP&#10;HkUbyBdoCbKwPo31BcIeLAJDi3zsc8rV2yXwF4+Q7ATTKXhEx3q00un4x0wJKmILdoeyRzc8Whud&#10;XY3zC0o4yvJ8fDlMfcmO2tb58FWAJpEoqcO2pgjYdulD9M+KPSQ6M7ColUqtVeY3BgI7jkiz0WvH&#10;6LuAExV2SkQtZb4LibVJcUdGmkoxV45sGc4T41yYMIo1SnYRHVESfb9HscdH1S6q9ygfNJJnMOGg&#10;rGsDrutTXKZj2NXLPmTZ4fv++S7vWILQrto0FAkZOSuodth/B90GecsXNfZiyXy4Zw5XBjuLZyDc&#10;4UcqaEoKPUXJGtyvv/EjHicZpZQ0uIIl9T83zAlK1DeDM341Oj+PO5se5xefc3y4U8nqVGI2eg7Y&#10;lREeHMsTGfFB7UnpQD/htZhFryhihqPvkoY9OQ/dYcBrw8VslkC4pZaFpXmwfD/2cdIe2yfmbD+O&#10;AQf5FvbLyoo3U9lhY38MzDYBZJ1G9ljVvv644WmQ+msUT8jpO6GON3P6CgAA//8DAFBLAwQUAAYA&#10;CAAAACEA9BEoLNwAAAAHAQAADwAAAGRycy9kb3ducmV2LnhtbEyPwU7DMBBE70j8g7WVuLVOQYQq&#10;xKkQUgVCXEj7AW68jaPEayu2k8DX457gODujmbflfjEDm3D0nSUB200GDKmxqqNWwOl4WO+A+SBJ&#10;ycESCvhGD/vq9qaUhbIzfeFUh5alEvKFFKBDcAXnvtFopN9Yh5S8ix2NDEmOLVejnFO5Gfh9luXc&#10;yI7SgpYOXzU2fR2NgEN8ezfTD4/uo25m0q6Pp89eiLvV8vIMLOAS/sJwxU/oUCWms42kPBsEPKac&#10;gPXDUw7sau+y9No5XbY58Krk//mrXwAAAP//AwBQSwECLQAUAAYACAAAACEA5JnDwPsAAADhAQAA&#10;EwAAAAAAAAAAAAAAAAAAAAAAW0NvbnRlbnRfVHlwZXNdLnhtbFBLAQItABQABgAIAAAAIQAjsmrh&#10;1wAAAJQBAAALAAAAAAAAAAAAAAAAACwBAABfcmVscy8ucmVsc1BLAQItABQABgAIAAAAIQB+oVA6&#10;hgIAAHsFAAAOAAAAAAAAAAAAAAAAACwCAABkcnMvZTJvRG9jLnhtbFBLAQItABQABgAIAAAAIQD0&#10;ESgs3AAAAAcBAAAPAAAAAAAAAAAAAAAAAN4EAABkcnMvZG93bnJldi54bWxQSwUGAAAAAAQABADz&#10;AAAA5wUAAAAA&#10;" filled="f" stroked="f">
              <v:path arrowok="t"/>
              <v:textbox>
                <w:txbxContent>
                  <w:p w14:paraId="1769C071" w14:textId="77777777" w:rsidR="00EF497E" w:rsidRDefault="00EF497E" w:rsidP="00FD5BAA">
                    <w:pPr>
                      <w:pStyle w:val="GWUnit"/>
                    </w:pP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64808" w14:textId="77777777" w:rsidR="00EF497E" w:rsidRPr="00220F66" w:rsidRDefault="00EF497E" w:rsidP="0058266C">
    <w:pPr>
      <w:pStyle w:val="Head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701248" behindDoc="0" locked="0" layoutInCell="1" allowOverlap="1" wp14:anchorId="04D32941" wp14:editId="33E25916">
          <wp:simplePos x="0" y="0"/>
          <wp:positionH relativeFrom="page">
            <wp:posOffset>151558</wp:posOffset>
          </wp:positionH>
          <wp:positionV relativeFrom="page">
            <wp:posOffset>114709</wp:posOffset>
          </wp:positionV>
          <wp:extent cx="7289864" cy="938445"/>
          <wp:effectExtent l="0" t="0" r="0" b="190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9864" cy="938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 w:eastAsia="el-GR"/>
      </w:rPr>
      <w:t xml:space="preserve"> </w: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CF31F" w14:textId="77777777" w:rsidR="00EF497E" w:rsidRDefault="00EF497E">
    <w:pPr>
      <w:pStyle w:val="Header"/>
    </w:pPr>
    <w:r>
      <w:rPr>
        <w:noProof/>
        <w:lang w:val="en-US"/>
      </w:rPr>
      <w:drawing>
        <wp:anchor distT="0" distB="0" distL="114300" distR="114300" simplePos="0" relativeHeight="251695104" behindDoc="0" locked="0" layoutInCell="1" allowOverlap="1" wp14:anchorId="47BB008E" wp14:editId="6C1126AB">
          <wp:simplePos x="0" y="0"/>
          <wp:positionH relativeFrom="page">
            <wp:posOffset>123825</wp:posOffset>
          </wp:positionH>
          <wp:positionV relativeFrom="page">
            <wp:posOffset>101600</wp:posOffset>
          </wp:positionV>
          <wp:extent cx="7298690" cy="939165"/>
          <wp:effectExtent l="2540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8690" cy="939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69055B37" wp14:editId="0D8938CE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5D128C" w14:textId="77777777" w:rsidR="00EF497E" w:rsidRDefault="00EF497E" w:rsidP="00FD5BAA">
                          <w:pPr>
                            <w:pStyle w:val="GWUnit"/>
                          </w:pPr>
                          <w:r>
                            <w:t>UNIT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55B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5" o:spid="_x0000_s1030" type="#_x0000_t202" style="position:absolute;margin-left:.25pt;margin-top:-18.8pt;width:89.7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lUx4cCAAB7BQAADgAAAGRycy9lMm9Eb2MueG1srFTfb9owEH6ftP/B8vsaYLSjUUPFqDpNQm01&#10;mPpsHBui2j7PNiTsr9/ZSYB1e+m0l8Q+f/f7u7u5bbQie+F8Baagw4sBJcJwKCuzKej31f2HCSU+&#10;MFMyBUYU9CA8vZ2+f3dT21yMYAuqFI6gEePz2hZ0G4LNs8zzrdDMX4AVBh8lOM0CXt0mKx2r0bpW&#10;2WgwuMpqcKV1wIX3KL1rH+k02ZdS8PAopReBqIJibCF9Xfqu4zeb3rB845jdVrwLg/1DFJpVBp0e&#10;Td2xwMjOVX+Y0hV34EGGCw46AykrLlIOmM1w8Cqb5ZZZkXLB4nh7LJP/f2b5w/7JkarE3l1SYpjG&#10;Hq1EE8hnaAiKsD619TnClhaBoUE5YlOu3i6Av3iEZGeYVsEjOtajkU7HP2ZKUBFbcDiWPbrh0drw&#10;4/VkhO45vo1Gk6tB6kt20rbOhy8CNImHgjpsa4qA7Rc+RP8s7yHRmYH7SqnUWmV+EyCwlYjEjU47&#10;Rt8GnE7hoETUUuabkFibFHcUJFaKuXJkz5BPjHNhwjDWKNlFdERJ9P0WxQ4fVduo3qJ81EiewYSj&#10;sq4MuLZPcZhOYZcvfciyxXf9823esQShWTeJFOOeAGsoD9h/B+0EecvvK+zFgvnwxByODHYW10B4&#10;xI9UUBcUuhMlW3A//yaPeGQyvlJS4wgW1P/YMScoUV8Ncvx6OB7HmU2X8eWnEV7c+cv6/MXs9Byw&#10;K0NcOJanY8QH1R+lA/2M22IWveITMxx9FzT0x3loFwNuGy5mswTCKbUsLMzS8p72kWmr5pk529Ex&#10;IJEfoB9Wlr9iZYuN/TEw2wWQVaJsrHNb1a7+OOGJSN02iivk/J5Qp505/QUAAP//AwBQSwMEFAAG&#10;AAgAAAAhAPQRKCzcAAAABwEAAA8AAABkcnMvZG93bnJldi54bWxMj8FOwzAQRO9I/IO1lbi1TkGE&#10;KsSpEFIFQlxI+wFuvI2jxGsrtpPA1+Oe4Dg7o5m35X4xA5tw9J0lAdtNBgypsaqjVsDpeFjvgPkg&#10;ScnBEgr4Rg/76vamlIWyM33hVIeWpRLyhRSgQ3AF577RaKTfWIeUvIsdjQxJji1Xo5xTuRn4fZbl&#10;3MiO0oKWDl81Nn0djYBDfHs30w+P7qNuZtKuj6fPXoi71fLyDCzgEv7CcMVP6FAlprONpDwbBDym&#10;nID1w1MO7GrvsvTaOV22OfCq5P/5q18AAAD//wMAUEsBAi0AFAAGAAgAAAAhAOSZw8D7AAAA4QEA&#10;ABMAAAAAAAAAAAAAAAAAAAAAAFtDb250ZW50X1R5cGVzXS54bWxQSwECLQAUAAYACAAAACEAI7Jq&#10;4dcAAACUAQAACwAAAAAAAAAAAAAAAAAsAQAAX3JlbHMvLnJlbHNQSwECLQAUAAYACAAAACEASmlU&#10;x4cCAAB7BQAADgAAAAAAAAAAAAAAAAAsAgAAZHJzL2Uyb0RvYy54bWxQSwECLQAUAAYACAAAACEA&#10;9BEoLNwAAAAHAQAADwAAAAAAAAAAAAAAAADfBAAAZHJzL2Rvd25yZXYueG1sUEsFBgAAAAAEAAQA&#10;8wAAAOgFAAAAAA==&#10;" filled="f" stroked="f">
              <v:path arrowok="t"/>
              <v:textbox>
                <w:txbxContent>
                  <w:p w14:paraId="0C5D128C" w14:textId="77777777" w:rsidR="00EF497E" w:rsidRDefault="00EF497E" w:rsidP="00FD5BAA">
                    <w:pPr>
                      <w:pStyle w:val="GWUnit"/>
                    </w:pPr>
                    <w:r>
                      <w:t>UNIT 1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91324" w14:textId="77777777" w:rsidR="00EF497E" w:rsidRDefault="00EF497E">
    <w:pPr>
      <w:pStyle w:val="Header"/>
    </w:pPr>
  </w:p>
  <w:p w14:paraId="7BB01A60" w14:textId="77777777" w:rsidR="00EF497E" w:rsidRDefault="00EF497E"/>
  <w:p w14:paraId="2DF0CDF6" w14:textId="77777777" w:rsidR="00EF497E" w:rsidRDefault="00EF497E"/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651F7" w14:textId="77777777" w:rsidR="00EF497E" w:rsidRPr="0058266C" w:rsidRDefault="00EF497E" w:rsidP="0058266C">
    <w:pPr>
      <w:pStyle w:val="Header"/>
    </w:pPr>
    <w:r>
      <w:rPr>
        <w:noProof/>
        <w:lang w:val="en-US"/>
      </w:rPr>
      <w:drawing>
        <wp:anchor distT="0" distB="0" distL="114300" distR="114300" simplePos="0" relativeHeight="251693056" behindDoc="0" locked="0" layoutInCell="1" allowOverlap="1" wp14:anchorId="3271D6F7" wp14:editId="545097D2">
          <wp:simplePos x="0" y="0"/>
          <wp:positionH relativeFrom="page">
            <wp:posOffset>174625</wp:posOffset>
          </wp:positionH>
          <wp:positionV relativeFrom="page">
            <wp:posOffset>123190</wp:posOffset>
          </wp:positionV>
          <wp:extent cx="7247255" cy="932815"/>
          <wp:effectExtent l="0" t="0" r="0" b="6985"/>
          <wp:wrapSquare wrapText="bothSides"/>
          <wp:docPr id="1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7255" cy="932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88341BB" w14:textId="77777777" w:rsidR="00EF497E" w:rsidRDefault="00EF497E"/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C97C2" w14:textId="77777777" w:rsidR="00EF497E" w:rsidRDefault="00EF497E">
    <w:pPr>
      <w:pStyle w:val="Header"/>
    </w:pPr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4983E196" wp14:editId="6372258F">
          <wp:simplePos x="0" y="0"/>
          <wp:positionH relativeFrom="page">
            <wp:posOffset>130810</wp:posOffset>
          </wp:positionH>
          <wp:positionV relativeFrom="page">
            <wp:posOffset>101600</wp:posOffset>
          </wp:positionV>
          <wp:extent cx="7289800" cy="937895"/>
          <wp:effectExtent l="25400" t="0" r="0" b="0"/>
          <wp:wrapSquare wrapText="bothSides"/>
          <wp:docPr id="2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 test standard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89800" cy="937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2D17D8A2" wp14:editId="06DE9818">
              <wp:simplePos x="0" y="0"/>
              <wp:positionH relativeFrom="column">
                <wp:posOffset>3175</wp:posOffset>
              </wp:positionH>
              <wp:positionV relativeFrom="paragraph">
                <wp:posOffset>-239395</wp:posOffset>
              </wp:positionV>
              <wp:extent cx="1139825" cy="228600"/>
              <wp:effectExtent l="0" t="0" r="0" b="0"/>
              <wp:wrapNone/>
              <wp:docPr id="1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3982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D604EF" w14:textId="77777777" w:rsidR="00EF497E" w:rsidRDefault="00EF497E" w:rsidP="00FD5BAA">
                          <w:pPr>
                            <w:pStyle w:val="GWUnit"/>
                          </w:pPr>
                          <w:r>
                            <w:t>TEST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17D8A2" id="_x0000_t202" coordsize="21600,21600" o:spt="202" path="m0,0l0,21600,21600,21600,21600,0xe">
              <v:stroke joinstyle="miter"/>
              <v:path gradientshapeok="t" o:connecttype="rect"/>
            </v:shapetype>
            <v:shape id="_x0000_s1033" type="#_x0000_t202" style="position:absolute;margin-left:.25pt;margin-top:-18.8pt;width:89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ZoQYcCAAB7BQAADgAAAGRycy9lMm9Eb2MueG1srFRbT9swFH6ftP9g+X1N00EpESnqijpNqgAN&#10;Jp5dx6YRto9nu026X8+xk17G9sK0l8Q+/s79O+fqutWKbIXzNZiS5oMhJcJwqGrzXNIfj4tPE0p8&#10;YKZiCowo6U54ej39+OGqsYUYwRpUJRxBI8YXjS3pOgRbZJnna6GZH4AVBh8lOM0CXt1zVjnWoHWt&#10;stFwOM4acJV1wIX3KL3pHuk02ZdS8HAnpReBqJJibCF9Xfqu4jebXrHi2TG7rnkfBvuHKDSrDTo9&#10;mLphgZGNq/8wpWvuwIMMAw46AylrLlIOmE0+fJPNw5pZkXLB4nh7KJP/f2b57fbekbrC3o0pMUxj&#10;jx5FG8gXaEme6tNYXyDswSIwtChHbMrV2yXwF48lzE4wsfS+8IiO9Wil0/GPmRJUxBbsDmWPbni0&#10;ln++nIzOKeH4NhpNxsPkNztqW+fDVwGaxENJHbY1RcC2Sx+if1bsIdGZgUWtVGqtMr8JENhJROJG&#10;r30MOJ3CTomopcx3IbE2Ke4oSKwUc+XIliGfGOfChDxyKNlFdERJ9P0exR4fVbuo3qN80EiewYSD&#10;sq4NuK5PcZiOYVcv+5Blh+/757u8YwlCu2oTKS5iclGygmqH/XfQTZC3fFFjL5bMh3vmcGSws7gG&#10;wh1+pIKmpNCfKFmD+/U3ecQjk/GVkgZHsKT+54Y5QYn6ZpDjl/nZWZzZdDk7vxjhxZ2+rE5fzEbP&#10;AbuS48KxPB0jPqj9UTrQT7gtZtErPjHD0XdJw/44D91iwG3DxWyWQDilloWlebB8T/vItMf2iTnb&#10;0zEgkW9hP6yseMPKDhv7Y2C2CSDrRNljVfv644QnIvXbKK6Q03tCHXfm9BUAAP//AwBQSwMEFAAG&#10;AAgAAAAhAPQRKCzcAAAABwEAAA8AAABkcnMvZG93bnJldi54bWxMj8FOwzAQRO9I/IO1lbi1TkGE&#10;KsSpEFIFQlxI+wFuvI2jxGsrtpPA1+Oe4Dg7o5m35X4xA5tw9J0lAdtNBgypsaqjVsDpeFjvgPkg&#10;ScnBEgr4Rg/76vamlIWyM33hVIeWpRLyhRSgQ3AF577RaKTfWIeUvIsdjQxJji1Xo5xTuRn4fZbl&#10;3MiO0oKWDl81Nn0djYBDfHs30w+P7qNuZtKuj6fPXoi71fLyDCzgEv7CcMVP6FAlprONpDwbBDym&#10;nID1w1MO7GrvsvTaOV22OfCq5P/5q18AAAD//wMAUEsBAi0AFAAGAAgAAAAhAOSZw8D7AAAA4QEA&#10;ABMAAAAAAAAAAAAAAAAAAAAAAFtDb250ZW50X1R5cGVzXS54bWxQSwECLQAUAAYACAAAACEAI7Jq&#10;4dcAAACUAQAACwAAAAAAAAAAAAAAAAAsAQAAX3JlbHMvLnJlbHNQSwECLQAUAAYACAAAACEABBZo&#10;QYcCAAB7BQAADgAAAAAAAAAAAAAAAAAsAgAAZHJzL2Uyb0RvYy54bWxQSwECLQAUAAYACAAAACEA&#10;9BEoLNwAAAAHAQAADwAAAAAAAAAAAAAAAADfBAAAZHJzL2Rvd25yZXYueG1sUEsFBgAAAAAEAAQA&#10;8wAAAOgFAAAAAA==&#10;" filled="f" stroked="f">
              <v:path arrowok="t"/>
              <v:textbox>
                <w:txbxContent>
                  <w:p w14:paraId="0FD604EF" w14:textId="77777777" w:rsidR="00EF497E" w:rsidRDefault="00EF497E" w:rsidP="00FD5BAA">
                    <w:pPr>
                      <w:pStyle w:val="GWUnit"/>
                    </w:pPr>
                    <w:r>
                      <w:t>TEST 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5A4BC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AE2BC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D1267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FF0AB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FC66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7F011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3AA5A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852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726D3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E76A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296E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8466D5"/>
    <w:multiLevelType w:val="hybridMultilevel"/>
    <w:tmpl w:val="40F8C7E2"/>
    <w:lvl w:ilvl="0" w:tplc="E19EE7B8">
      <w:start w:val="1"/>
      <w:numFmt w:val="decimal"/>
      <w:lvlText w:val="%1"/>
      <w:lvlJc w:val="left"/>
      <w:pPr>
        <w:ind w:left="644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54814CB"/>
    <w:multiLevelType w:val="hybridMultilevel"/>
    <w:tmpl w:val="C07AAF12"/>
    <w:lvl w:ilvl="0" w:tplc="534290F6">
      <w:start w:val="12"/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>
    <w:nsid w:val="176A672B"/>
    <w:multiLevelType w:val="hybridMultilevel"/>
    <w:tmpl w:val="4E56C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7C6FD6"/>
    <w:multiLevelType w:val="hybridMultilevel"/>
    <w:tmpl w:val="224E7D6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1D381CED"/>
    <w:multiLevelType w:val="hybridMultilevel"/>
    <w:tmpl w:val="CA1AD328"/>
    <w:lvl w:ilvl="0" w:tplc="077216BA">
      <w:start w:val="1"/>
      <w:numFmt w:val="bullet"/>
      <w:pStyle w:val="GW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3286AFF"/>
    <w:multiLevelType w:val="hybridMultilevel"/>
    <w:tmpl w:val="2A52E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EC4BC9"/>
    <w:multiLevelType w:val="hybridMultilevel"/>
    <w:tmpl w:val="2F56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82036C"/>
    <w:multiLevelType w:val="hybridMultilevel"/>
    <w:tmpl w:val="DC5E931C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3CF55589"/>
    <w:multiLevelType w:val="hybridMultilevel"/>
    <w:tmpl w:val="4262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2414D6"/>
    <w:multiLevelType w:val="hybridMultilevel"/>
    <w:tmpl w:val="28C0A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B60D84"/>
    <w:multiLevelType w:val="hybridMultilevel"/>
    <w:tmpl w:val="6FD4A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33309B"/>
    <w:multiLevelType w:val="hybridMultilevel"/>
    <w:tmpl w:val="D65C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9"/>
  </w:num>
  <w:num w:numId="15">
    <w:abstractNumId w:val="16"/>
  </w:num>
  <w:num w:numId="16">
    <w:abstractNumId w:val="13"/>
  </w:num>
  <w:num w:numId="17">
    <w:abstractNumId w:val="0"/>
  </w:num>
  <w:num w:numId="18">
    <w:abstractNumId w:val="10"/>
  </w:num>
  <w:num w:numId="19">
    <w:abstractNumId w:val="20"/>
  </w:num>
  <w:num w:numId="20">
    <w:abstractNumId w:val="22"/>
  </w:num>
  <w:num w:numId="21">
    <w:abstractNumId w:val="12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315"/>
    <w:rsid w:val="00006412"/>
    <w:rsid w:val="00023740"/>
    <w:rsid w:val="00024C69"/>
    <w:rsid w:val="000322CD"/>
    <w:rsid w:val="000356D4"/>
    <w:rsid w:val="00037A43"/>
    <w:rsid w:val="000445B9"/>
    <w:rsid w:val="000531AE"/>
    <w:rsid w:val="00053A35"/>
    <w:rsid w:val="0006489A"/>
    <w:rsid w:val="0007008C"/>
    <w:rsid w:val="00071385"/>
    <w:rsid w:val="00082ADE"/>
    <w:rsid w:val="0008610C"/>
    <w:rsid w:val="00086639"/>
    <w:rsid w:val="00090952"/>
    <w:rsid w:val="000A3E93"/>
    <w:rsid w:val="000A43A6"/>
    <w:rsid w:val="000A777B"/>
    <w:rsid w:val="000B5EF6"/>
    <w:rsid w:val="000B703B"/>
    <w:rsid w:val="000C4DA2"/>
    <w:rsid w:val="000C569A"/>
    <w:rsid w:val="000F4182"/>
    <w:rsid w:val="00107DB8"/>
    <w:rsid w:val="001109E2"/>
    <w:rsid w:val="00114DDC"/>
    <w:rsid w:val="001246AC"/>
    <w:rsid w:val="001307D3"/>
    <w:rsid w:val="00150987"/>
    <w:rsid w:val="00150A86"/>
    <w:rsid w:val="00150DDA"/>
    <w:rsid w:val="00157FF8"/>
    <w:rsid w:val="00160022"/>
    <w:rsid w:val="00165469"/>
    <w:rsid w:val="00171523"/>
    <w:rsid w:val="001734F2"/>
    <w:rsid w:val="00177ED3"/>
    <w:rsid w:val="001C0BF8"/>
    <w:rsid w:val="001C7EFE"/>
    <w:rsid w:val="001D6587"/>
    <w:rsid w:val="001F277A"/>
    <w:rsid w:val="001F7852"/>
    <w:rsid w:val="00203E5D"/>
    <w:rsid w:val="00205CE3"/>
    <w:rsid w:val="00215A03"/>
    <w:rsid w:val="00225E6E"/>
    <w:rsid w:val="00227879"/>
    <w:rsid w:val="00232000"/>
    <w:rsid w:val="00234C85"/>
    <w:rsid w:val="00247A09"/>
    <w:rsid w:val="00247A3F"/>
    <w:rsid w:val="0026031D"/>
    <w:rsid w:val="00262EA3"/>
    <w:rsid w:val="00265BBB"/>
    <w:rsid w:val="00271722"/>
    <w:rsid w:val="00281F07"/>
    <w:rsid w:val="00290469"/>
    <w:rsid w:val="002A4234"/>
    <w:rsid w:val="002B0B42"/>
    <w:rsid w:val="002C20D4"/>
    <w:rsid w:val="002C677A"/>
    <w:rsid w:val="002D1A48"/>
    <w:rsid w:val="002D26EA"/>
    <w:rsid w:val="002D5AB0"/>
    <w:rsid w:val="002E6AC3"/>
    <w:rsid w:val="002F747E"/>
    <w:rsid w:val="00303563"/>
    <w:rsid w:val="003164F0"/>
    <w:rsid w:val="00325216"/>
    <w:rsid w:val="00330DD5"/>
    <w:rsid w:val="003335DD"/>
    <w:rsid w:val="0033452A"/>
    <w:rsid w:val="0034074C"/>
    <w:rsid w:val="00340E6E"/>
    <w:rsid w:val="003456E1"/>
    <w:rsid w:val="003761AF"/>
    <w:rsid w:val="00376A8F"/>
    <w:rsid w:val="00381306"/>
    <w:rsid w:val="00391413"/>
    <w:rsid w:val="003A622E"/>
    <w:rsid w:val="003B14C8"/>
    <w:rsid w:val="003B1AAE"/>
    <w:rsid w:val="003B3DB6"/>
    <w:rsid w:val="003C03D6"/>
    <w:rsid w:val="003E0BEC"/>
    <w:rsid w:val="00406350"/>
    <w:rsid w:val="0043095A"/>
    <w:rsid w:val="0043303B"/>
    <w:rsid w:val="00437194"/>
    <w:rsid w:val="00442C65"/>
    <w:rsid w:val="004434B6"/>
    <w:rsid w:val="0046112F"/>
    <w:rsid w:val="00471B8F"/>
    <w:rsid w:val="00484F41"/>
    <w:rsid w:val="004A66C1"/>
    <w:rsid w:val="004B129A"/>
    <w:rsid w:val="004B3074"/>
    <w:rsid w:val="004B56F6"/>
    <w:rsid w:val="004B7758"/>
    <w:rsid w:val="004C2A3A"/>
    <w:rsid w:val="004D0C8C"/>
    <w:rsid w:val="004D5573"/>
    <w:rsid w:val="004E65BA"/>
    <w:rsid w:val="004E71F7"/>
    <w:rsid w:val="004F26E1"/>
    <w:rsid w:val="004F2CE5"/>
    <w:rsid w:val="005206AA"/>
    <w:rsid w:val="005219D8"/>
    <w:rsid w:val="005311E5"/>
    <w:rsid w:val="00544F00"/>
    <w:rsid w:val="00551137"/>
    <w:rsid w:val="005717F1"/>
    <w:rsid w:val="0058266C"/>
    <w:rsid w:val="005849CA"/>
    <w:rsid w:val="0058701E"/>
    <w:rsid w:val="00591EB6"/>
    <w:rsid w:val="005A6FD5"/>
    <w:rsid w:val="005B0B08"/>
    <w:rsid w:val="005C418D"/>
    <w:rsid w:val="005D1DC9"/>
    <w:rsid w:val="005D5DA4"/>
    <w:rsid w:val="005D6A10"/>
    <w:rsid w:val="005D7B9F"/>
    <w:rsid w:val="005E50D0"/>
    <w:rsid w:val="005F038E"/>
    <w:rsid w:val="006020A0"/>
    <w:rsid w:val="00611645"/>
    <w:rsid w:val="00617037"/>
    <w:rsid w:val="006204D3"/>
    <w:rsid w:val="006255C9"/>
    <w:rsid w:val="00625FDC"/>
    <w:rsid w:val="00631BB6"/>
    <w:rsid w:val="0063311A"/>
    <w:rsid w:val="006368F5"/>
    <w:rsid w:val="00644928"/>
    <w:rsid w:val="00662996"/>
    <w:rsid w:val="00681053"/>
    <w:rsid w:val="00685C9B"/>
    <w:rsid w:val="0068746D"/>
    <w:rsid w:val="00697A2C"/>
    <w:rsid w:val="006A03E2"/>
    <w:rsid w:val="006A1736"/>
    <w:rsid w:val="006A4644"/>
    <w:rsid w:val="006A5B4F"/>
    <w:rsid w:val="006A6253"/>
    <w:rsid w:val="006A6EDC"/>
    <w:rsid w:val="006B0CA9"/>
    <w:rsid w:val="006B1FBE"/>
    <w:rsid w:val="006B6840"/>
    <w:rsid w:val="006C06B5"/>
    <w:rsid w:val="006C0AB2"/>
    <w:rsid w:val="006C5576"/>
    <w:rsid w:val="006C6AAF"/>
    <w:rsid w:val="006C7C2A"/>
    <w:rsid w:val="006D4EE0"/>
    <w:rsid w:val="006E16EB"/>
    <w:rsid w:val="006E1B59"/>
    <w:rsid w:val="006E4996"/>
    <w:rsid w:val="006E4F96"/>
    <w:rsid w:val="006F0429"/>
    <w:rsid w:val="006F12F2"/>
    <w:rsid w:val="00705EAA"/>
    <w:rsid w:val="0071499C"/>
    <w:rsid w:val="007209FE"/>
    <w:rsid w:val="007216E5"/>
    <w:rsid w:val="00721CD4"/>
    <w:rsid w:val="00734F64"/>
    <w:rsid w:val="00742C04"/>
    <w:rsid w:val="00746A57"/>
    <w:rsid w:val="00774B7A"/>
    <w:rsid w:val="007866DE"/>
    <w:rsid w:val="00793662"/>
    <w:rsid w:val="007A076E"/>
    <w:rsid w:val="007A40B0"/>
    <w:rsid w:val="007B06D2"/>
    <w:rsid w:val="007B6B4C"/>
    <w:rsid w:val="007C606F"/>
    <w:rsid w:val="007C6EEA"/>
    <w:rsid w:val="007D066B"/>
    <w:rsid w:val="007D190A"/>
    <w:rsid w:val="007E02AE"/>
    <w:rsid w:val="007F2D97"/>
    <w:rsid w:val="0081029D"/>
    <w:rsid w:val="00815B13"/>
    <w:rsid w:val="00834134"/>
    <w:rsid w:val="00842737"/>
    <w:rsid w:val="00844195"/>
    <w:rsid w:val="00850629"/>
    <w:rsid w:val="00863CC8"/>
    <w:rsid w:val="00870D8D"/>
    <w:rsid w:val="008751A8"/>
    <w:rsid w:val="00875BB6"/>
    <w:rsid w:val="00886C37"/>
    <w:rsid w:val="008A0EE8"/>
    <w:rsid w:val="008B2976"/>
    <w:rsid w:val="008B5156"/>
    <w:rsid w:val="008D2CE8"/>
    <w:rsid w:val="008D38E7"/>
    <w:rsid w:val="008E06D3"/>
    <w:rsid w:val="008E08C6"/>
    <w:rsid w:val="008E62CE"/>
    <w:rsid w:val="008F0ADB"/>
    <w:rsid w:val="008F2241"/>
    <w:rsid w:val="009045C3"/>
    <w:rsid w:val="0091330D"/>
    <w:rsid w:val="0091423B"/>
    <w:rsid w:val="0091475E"/>
    <w:rsid w:val="009157FA"/>
    <w:rsid w:val="00922522"/>
    <w:rsid w:val="00923CFB"/>
    <w:rsid w:val="00930CF0"/>
    <w:rsid w:val="00945246"/>
    <w:rsid w:val="00947595"/>
    <w:rsid w:val="00956BF6"/>
    <w:rsid w:val="0097187A"/>
    <w:rsid w:val="009727A6"/>
    <w:rsid w:val="009813D8"/>
    <w:rsid w:val="00983C89"/>
    <w:rsid w:val="00987B34"/>
    <w:rsid w:val="00987B73"/>
    <w:rsid w:val="009A15B2"/>
    <w:rsid w:val="009A1EAF"/>
    <w:rsid w:val="009A40F7"/>
    <w:rsid w:val="009C3A31"/>
    <w:rsid w:val="009D3206"/>
    <w:rsid w:val="009D5B35"/>
    <w:rsid w:val="009E046B"/>
    <w:rsid w:val="009E38D6"/>
    <w:rsid w:val="009F3529"/>
    <w:rsid w:val="00A02E73"/>
    <w:rsid w:val="00A0313B"/>
    <w:rsid w:val="00A106AD"/>
    <w:rsid w:val="00A119E2"/>
    <w:rsid w:val="00A2273C"/>
    <w:rsid w:val="00A318AB"/>
    <w:rsid w:val="00A45340"/>
    <w:rsid w:val="00A61A5E"/>
    <w:rsid w:val="00A73B55"/>
    <w:rsid w:val="00A82350"/>
    <w:rsid w:val="00A82635"/>
    <w:rsid w:val="00A84B17"/>
    <w:rsid w:val="00A96B3E"/>
    <w:rsid w:val="00AA123E"/>
    <w:rsid w:val="00AA77C5"/>
    <w:rsid w:val="00AC009F"/>
    <w:rsid w:val="00AC04CC"/>
    <w:rsid w:val="00AC1394"/>
    <w:rsid w:val="00AC3069"/>
    <w:rsid w:val="00AC62A9"/>
    <w:rsid w:val="00AD48F6"/>
    <w:rsid w:val="00AE059E"/>
    <w:rsid w:val="00AF70A9"/>
    <w:rsid w:val="00B1239F"/>
    <w:rsid w:val="00B17858"/>
    <w:rsid w:val="00B215F2"/>
    <w:rsid w:val="00B40574"/>
    <w:rsid w:val="00B446E4"/>
    <w:rsid w:val="00B47ABA"/>
    <w:rsid w:val="00B500F8"/>
    <w:rsid w:val="00B514EA"/>
    <w:rsid w:val="00B5232A"/>
    <w:rsid w:val="00B53A2E"/>
    <w:rsid w:val="00B54113"/>
    <w:rsid w:val="00B54D76"/>
    <w:rsid w:val="00B713AD"/>
    <w:rsid w:val="00B7253A"/>
    <w:rsid w:val="00B813C5"/>
    <w:rsid w:val="00BA65AC"/>
    <w:rsid w:val="00BA7E15"/>
    <w:rsid w:val="00BB210F"/>
    <w:rsid w:val="00BB21FA"/>
    <w:rsid w:val="00BB2989"/>
    <w:rsid w:val="00BB4E17"/>
    <w:rsid w:val="00BB59B7"/>
    <w:rsid w:val="00BB7A5E"/>
    <w:rsid w:val="00BD3DEF"/>
    <w:rsid w:val="00BD5238"/>
    <w:rsid w:val="00BD5933"/>
    <w:rsid w:val="00BF3612"/>
    <w:rsid w:val="00C01BFC"/>
    <w:rsid w:val="00C01E32"/>
    <w:rsid w:val="00C148AB"/>
    <w:rsid w:val="00C175EF"/>
    <w:rsid w:val="00C20513"/>
    <w:rsid w:val="00C27188"/>
    <w:rsid w:val="00C3633A"/>
    <w:rsid w:val="00C42EF6"/>
    <w:rsid w:val="00C435B5"/>
    <w:rsid w:val="00C44DA6"/>
    <w:rsid w:val="00C51494"/>
    <w:rsid w:val="00C522E8"/>
    <w:rsid w:val="00C570FD"/>
    <w:rsid w:val="00C620CC"/>
    <w:rsid w:val="00C6223B"/>
    <w:rsid w:val="00C632D0"/>
    <w:rsid w:val="00C65C9D"/>
    <w:rsid w:val="00C847FB"/>
    <w:rsid w:val="00C91C07"/>
    <w:rsid w:val="00C960E2"/>
    <w:rsid w:val="00C962EA"/>
    <w:rsid w:val="00CA5303"/>
    <w:rsid w:val="00CB53BE"/>
    <w:rsid w:val="00CB7400"/>
    <w:rsid w:val="00CC540B"/>
    <w:rsid w:val="00CD4043"/>
    <w:rsid w:val="00CD7546"/>
    <w:rsid w:val="00CE1AFE"/>
    <w:rsid w:val="00CE572D"/>
    <w:rsid w:val="00CE5C9E"/>
    <w:rsid w:val="00CF720E"/>
    <w:rsid w:val="00D01368"/>
    <w:rsid w:val="00D023A7"/>
    <w:rsid w:val="00D05CE8"/>
    <w:rsid w:val="00D10564"/>
    <w:rsid w:val="00D108D1"/>
    <w:rsid w:val="00D216BC"/>
    <w:rsid w:val="00D25A1C"/>
    <w:rsid w:val="00D57763"/>
    <w:rsid w:val="00D608CA"/>
    <w:rsid w:val="00D61826"/>
    <w:rsid w:val="00D72CCE"/>
    <w:rsid w:val="00D75D3B"/>
    <w:rsid w:val="00D76861"/>
    <w:rsid w:val="00D93C94"/>
    <w:rsid w:val="00DA0BC3"/>
    <w:rsid w:val="00DB45B1"/>
    <w:rsid w:val="00DE26CA"/>
    <w:rsid w:val="00DE402B"/>
    <w:rsid w:val="00DE4BC5"/>
    <w:rsid w:val="00DE769B"/>
    <w:rsid w:val="00DF1C6D"/>
    <w:rsid w:val="00DF7C74"/>
    <w:rsid w:val="00E0496E"/>
    <w:rsid w:val="00E069DE"/>
    <w:rsid w:val="00E15EF6"/>
    <w:rsid w:val="00E37CF5"/>
    <w:rsid w:val="00E40315"/>
    <w:rsid w:val="00E5132B"/>
    <w:rsid w:val="00E55510"/>
    <w:rsid w:val="00E65D9A"/>
    <w:rsid w:val="00E66A2C"/>
    <w:rsid w:val="00E920FF"/>
    <w:rsid w:val="00E94DCB"/>
    <w:rsid w:val="00E97143"/>
    <w:rsid w:val="00EA462B"/>
    <w:rsid w:val="00EA7D65"/>
    <w:rsid w:val="00EB282B"/>
    <w:rsid w:val="00EC157B"/>
    <w:rsid w:val="00EE742F"/>
    <w:rsid w:val="00EF2347"/>
    <w:rsid w:val="00EF497E"/>
    <w:rsid w:val="00F020B0"/>
    <w:rsid w:val="00F06FA2"/>
    <w:rsid w:val="00F1470E"/>
    <w:rsid w:val="00F206B3"/>
    <w:rsid w:val="00F20A9B"/>
    <w:rsid w:val="00F27114"/>
    <w:rsid w:val="00F31923"/>
    <w:rsid w:val="00F31A9B"/>
    <w:rsid w:val="00F356AB"/>
    <w:rsid w:val="00F51884"/>
    <w:rsid w:val="00F55237"/>
    <w:rsid w:val="00F71754"/>
    <w:rsid w:val="00F71B07"/>
    <w:rsid w:val="00FA2937"/>
    <w:rsid w:val="00FB52EB"/>
    <w:rsid w:val="00FC73DF"/>
    <w:rsid w:val="00FD0320"/>
    <w:rsid w:val="00FD231B"/>
    <w:rsid w:val="00FD5BAA"/>
    <w:rsid w:val="00FF0BA6"/>
    <w:rsid w:val="00FF5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9FD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02B"/>
    <w:pPr>
      <w:spacing w:line="240" w:lineRule="exact"/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76861"/>
    <w:pPr>
      <w:keepNext/>
      <w:keepLines/>
      <w:spacing w:line="240" w:lineRule="auto"/>
      <w:outlineLvl w:val="0"/>
    </w:pPr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541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861"/>
    <w:rPr>
      <w:rFonts w:ascii="Arial Bold" w:eastAsia="Times New Roman" w:hAnsi="Arial Bold" w:cs="Times New Roman"/>
      <w:bCs/>
      <w:color w:val="FFFFFF"/>
      <w:sz w:val="7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54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E40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02B"/>
  </w:style>
  <w:style w:type="paragraph" w:customStyle="1" w:styleId="GWBodyTestFill1col">
    <w:name w:val="GW_Body_Test Fill 1 col"/>
    <w:basedOn w:val="GWBodyTextFill"/>
    <w:qFormat/>
    <w:rsid w:val="00234C85"/>
    <w:pPr>
      <w:ind w:left="288" w:right="432"/>
    </w:pPr>
  </w:style>
  <w:style w:type="paragraph" w:customStyle="1" w:styleId="GWBodyTextFill">
    <w:name w:val="GW_Body_TextFill"/>
    <w:basedOn w:val="Normal"/>
    <w:qFormat/>
    <w:rsid w:val="007E02AE"/>
    <w:pPr>
      <w:spacing w:after="120" w:line="280" w:lineRule="exact"/>
      <w:ind w:left="284"/>
      <w:contextualSpacing/>
    </w:pPr>
  </w:style>
  <w:style w:type="paragraph" w:customStyle="1" w:styleId="GWSectionHead">
    <w:name w:val="GW_Section_Head"/>
    <w:basedOn w:val="Normal"/>
    <w:qFormat/>
    <w:rsid w:val="00071385"/>
    <w:pPr>
      <w:pBdr>
        <w:top w:val="single" w:sz="4" w:space="2" w:color="D6D6D6"/>
        <w:bottom w:val="single" w:sz="4" w:space="2" w:color="D6D6D6"/>
      </w:pBdr>
      <w:shd w:val="clear" w:color="auto" w:fill="D6D6D6"/>
      <w:spacing w:before="480" w:after="120"/>
      <w:ind w:firstLine="113"/>
    </w:pPr>
    <w:rPr>
      <w:b/>
      <w:bCs/>
      <w:color w:val="808080" w:themeColor="background1" w:themeShade="80"/>
      <w:sz w:val="24"/>
    </w:rPr>
  </w:style>
  <w:style w:type="character" w:customStyle="1" w:styleId="GWRubricNumber">
    <w:name w:val="GW_Rubric_Number"/>
    <w:basedOn w:val="DefaultParagraphFont"/>
    <w:uiPriority w:val="1"/>
    <w:qFormat/>
    <w:rsid w:val="00E0496E"/>
    <w:rPr>
      <w:b w:val="0"/>
      <w:color w:val="797979"/>
    </w:rPr>
  </w:style>
  <w:style w:type="paragraph" w:customStyle="1" w:styleId="GWRubricBody">
    <w:name w:val="GW_Rubric_Body"/>
    <w:basedOn w:val="Normal"/>
    <w:qFormat/>
    <w:rsid w:val="003B14C8"/>
    <w:pPr>
      <w:spacing w:after="120"/>
      <w:ind w:left="284" w:hanging="284"/>
    </w:pPr>
    <w:rPr>
      <w:b/>
      <w:bCs/>
      <w:color w:val="404040" w:themeColor="text1" w:themeTint="BF"/>
      <w:sz w:val="20"/>
    </w:rPr>
  </w:style>
  <w:style w:type="paragraph" w:customStyle="1" w:styleId="GWWordsBox">
    <w:name w:val="GW_Words_Box"/>
    <w:basedOn w:val="GWBodyTextFill"/>
    <w:qFormat/>
    <w:rsid w:val="00B53A2E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/>
      <w:ind w:right="113"/>
      <w:jc w:val="center"/>
    </w:pPr>
    <w:rPr>
      <w:color w:val="000000" w:themeColor="text1"/>
    </w:rPr>
  </w:style>
  <w:style w:type="paragraph" w:customStyle="1" w:styleId="GWMultiChoice">
    <w:name w:val="GW_Multi_Choice"/>
    <w:basedOn w:val="Normal"/>
    <w:qFormat/>
    <w:rsid w:val="00265BBB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ind w:left="568" w:hanging="284"/>
      <w:contextualSpacing/>
    </w:pPr>
  </w:style>
  <w:style w:type="character" w:customStyle="1" w:styleId="GWMultiNumber">
    <w:name w:val="GW_Multi_Number"/>
    <w:basedOn w:val="DefaultParagraphFont"/>
    <w:uiPriority w:val="1"/>
    <w:qFormat/>
    <w:rsid w:val="004F2CE5"/>
    <w:rPr>
      <w:b/>
      <w:color w:val="797979"/>
    </w:rPr>
  </w:style>
  <w:style w:type="character" w:styleId="SubtleEmphasis">
    <w:name w:val="Subtle Emphasis"/>
    <w:basedOn w:val="DefaultParagraphFont"/>
    <w:uiPriority w:val="19"/>
    <w:qFormat/>
    <w:rsid w:val="00F1470E"/>
    <w:rPr>
      <w:i/>
      <w:iCs/>
      <w:color w:val="404040" w:themeColor="text1" w:themeTint="BF"/>
    </w:rPr>
  </w:style>
  <w:style w:type="paragraph" w:customStyle="1" w:styleId="GWScore">
    <w:name w:val="GW_Score"/>
    <w:basedOn w:val="Normal"/>
    <w:qFormat/>
    <w:rsid w:val="00C44DA6"/>
    <w:pPr>
      <w:shd w:val="clear" w:color="000000" w:themeColor="text1" w:fill="D6D6D6"/>
      <w:tabs>
        <w:tab w:val="right" w:pos="4961"/>
      </w:tabs>
      <w:ind w:left="2835"/>
    </w:pPr>
  </w:style>
  <w:style w:type="character" w:customStyle="1" w:styleId="GWScoreText">
    <w:name w:val="GW_Score_Text"/>
    <w:basedOn w:val="DefaultParagraphFont"/>
    <w:uiPriority w:val="1"/>
    <w:qFormat/>
    <w:rsid w:val="00A45340"/>
    <w:rPr>
      <w:bdr w:val="single" w:sz="4" w:space="0" w:color="D6D6D6" w:shadow="1"/>
    </w:rPr>
  </w:style>
  <w:style w:type="character" w:customStyle="1" w:styleId="GWFill">
    <w:name w:val="GW_Fill"/>
    <w:basedOn w:val="DefaultParagraphFont"/>
    <w:uiPriority w:val="1"/>
    <w:qFormat/>
    <w:rsid w:val="00D10564"/>
    <w:rPr>
      <w:color w:val="797979"/>
      <w:sz w:val="13"/>
    </w:rPr>
  </w:style>
  <w:style w:type="paragraph" w:customStyle="1" w:styleId="GWMulti14pt">
    <w:name w:val="GW Multi 14pt"/>
    <w:basedOn w:val="GWMultiChoiceOptionsfill"/>
    <w:qFormat/>
    <w:rsid w:val="00E97143"/>
    <w:pPr>
      <w:spacing w:line="280" w:lineRule="exact"/>
    </w:pPr>
  </w:style>
  <w:style w:type="paragraph" w:customStyle="1" w:styleId="GWMultiChoiceOptionsfill">
    <w:name w:val="GW_Multi_Choice_Options_fill"/>
    <w:basedOn w:val="GWMultiChoice"/>
    <w:qFormat/>
    <w:rsid w:val="00265BBB"/>
    <w:pPr>
      <w:contextualSpacing w:val="0"/>
    </w:pPr>
  </w:style>
  <w:style w:type="paragraph" w:customStyle="1" w:styleId="facsimile">
    <w:name w:val="facsimile"/>
    <w:basedOn w:val="Normal"/>
    <w:qFormat/>
    <w:rsid w:val="00875BB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after="60" w:line="240" w:lineRule="auto"/>
      <w:ind w:left="284" w:firstLine="284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customStyle="1" w:styleId="ColorfulShading-Accent11">
    <w:name w:val="Colorful Shading - Accent 11"/>
    <w:hidden/>
    <w:uiPriority w:val="99"/>
    <w:rsid w:val="00D76861"/>
    <w:rPr>
      <w:rFonts w:ascii="Calibri" w:eastAsia="Times New Roman" w:hAnsi="Calibri" w:cs="Times New Roman"/>
      <w:sz w:val="22"/>
      <w:szCs w:val="22"/>
      <w:lang w:eastAsia="en-GB"/>
    </w:rPr>
  </w:style>
  <w:style w:type="character" w:styleId="PageNumber">
    <w:name w:val="page number"/>
    <w:basedOn w:val="DefaultParagraphFont"/>
    <w:rsid w:val="00D76861"/>
  </w:style>
  <w:style w:type="paragraph" w:styleId="Revision">
    <w:name w:val="Revision"/>
    <w:hidden/>
    <w:rsid w:val="00D76861"/>
    <w:rPr>
      <w:rFonts w:ascii="Calibri" w:eastAsia="Cambria" w:hAnsi="Calibri" w:cs="Times New Roman"/>
      <w:lang w:val="en-US"/>
    </w:rPr>
  </w:style>
  <w:style w:type="paragraph" w:customStyle="1" w:styleId="GWbullet">
    <w:name w:val="GW bullet"/>
    <w:basedOn w:val="GWMultiChoice"/>
    <w:qFormat/>
    <w:rsid w:val="009045C3"/>
    <w:pPr>
      <w:numPr>
        <w:numId w:val="3"/>
      </w:numPr>
      <w:ind w:left="641" w:hanging="357"/>
    </w:pPr>
  </w:style>
  <w:style w:type="paragraph" w:customStyle="1" w:styleId="GWMultiChoicefill">
    <w:name w:val="GW_Multi_Choice_fill"/>
    <w:basedOn w:val="GWMultiChoice"/>
    <w:qFormat/>
    <w:rsid w:val="00265BBB"/>
    <w:pPr>
      <w:spacing w:after="120" w:line="280" w:lineRule="exact"/>
    </w:pPr>
  </w:style>
  <w:style w:type="paragraph" w:customStyle="1" w:styleId="GWmultiChoice0">
    <w:name w:val="GW_multi_Choice+"/>
    <w:basedOn w:val="GWMultiChoice"/>
    <w:qFormat/>
    <w:rsid w:val="008D38E7"/>
    <w:pPr>
      <w:ind w:left="851" w:hanging="567"/>
    </w:pPr>
  </w:style>
  <w:style w:type="character" w:customStyle="1" w:styleId="GWEmphasise">
    <w:name w:val="GW_Emphasise"/>
    <w:basedOn w:val="DefaultParagraphFont"/>
    <w:uiPriority w:val="1"/>
    <w:qFormat/>
    <w:rsid w:val="008D38E7"/>
    <w:rPr>
      <w:i/>
      <w:u w:val="single"/>
    </w:rPr>
  </w:style>
  <w:style w:type="paragraph" w:customStyle="1" w:styleId="GWUnit">
    <w:name w:val="GW_Unit"/>
    <w:basedOn w:val="Normal"/>
    <w:qFormat/>
    <w:rsid w:val="00FD5BAA"/>
    <w:rPr>
      <w:b/>
      <w:bCs/>
      <w:sz w:val="24"/>
    </w:rPr>
  </w:style>
  <w:style w:type="paragraph" w:customStyle="1" w:styleId="GWFooter">
    <w:name w:val="GW_Footer"/>
    <w:basedOn w:val="Normal"/>
    <w:qFormat/>
    <w:rsid w:val="007D066B"/>
    <w:pPr>
      <w:pBdr>
        <w:top w:val="single" w:sz="8" w:space="3" w:color="auto"/>
      </w:pBdr>
      <w:tabs>
        <w:tab w:val="center" w:pos="4513"/>
        <w:tab w:val="right" w:pos="9026"/>
      </w:tabs>
      <w:spacing w:line="200" w:lineRule="exact"/>
      <w:ind w:right="357"/>
      <w:jc w:val="center"/>
    </w:pPr>
    <w:rPr>
      <w:sz w:val="16"/>
      <w:szCs w:val="16"/>
    </w:rPr>
  </w:style>
  <w:style w:type="paragraph" w:customStyle="1" w:styleId="GWPages">
    <w:name w:val="GW_Pages"/>
    <w:basedOn w:val="Normal"/>
    <w:qFormat/>
    <w:rsid w:val="0008610C"/>
  </w:style>
  <w:style w:type="character" w:customStyle="1" w:styleId="GWTotalPages">
    <w:name w:val="GW_Total_Pages"/>
    <w:basedOn w:val="DefaultParagraphFont"/>
    <w:uiPriority w:val="1"/>
    <w:qFormat/>
    <w:rsid w:val="0008610C"/>
    <w:rPr>
      <w:color w:val="797979"/>
    </w:rPr>
  </w:style>
  <w:style w:type="paragraph" w:customStyle="1" w:styleId="GWwritinglines">
    <w:name w:val="GW_writing_lines"/>
    <w:basedOn w:val="Normal"/>
    <w:qFormat/>
    <w:rsid w:val="002B0B42"/>
    <w:pPr>
      <w:spacing w:line="567" w:lineRule="exact"/>
    </w:pPr>
  </w:style>
  <w:style w:type="paragraph" w:customStyle="1" w:styleId="GWfillinrules">
    <w:name w:val="GW fill in rules"/>
    <w:basedOn w:val="GWwritinglines"/>
    <w:qFormat/>
    <w:rsid w:val="000356D4"/>
  </w:style>
  <w:style w:type="paragraph" w:customStyle="1" w:styleId="GWMulieChoicebold">
    <w:name w:val="GW _Mulie_Choice_bold"/>
    <w:basedOn w:val="GWMultiChoice"/>
    <w:qFormat/>
    <w:rsid w:val="00834134"/>
    <w:pPr>
      <w:outlineLvl w:val="0"/>
    </w:pPr>
    <w:rPr>
      <w:b/>
    </w:rPr>
  </w:style>
  <w:style w:type="paragraph" w:styleId="NoSpacing">
    <w:name w:val="No Spacing"/>
    <w:uiPriority w:val="1"/>
    <w:qFormat/>
    <w:rsid w:val="0081029D"/>
    <w:pPr>
      <w:suppressAutoHyphens/>
      <w:autoSpaceDN w:val="0"/>
      <w:spacing w:line="276" w:lineRule="auto"/>
      <w:textAlignment w:val="baseline"/>
    </w:pPr>
    <w:rPr>
      <w:rFonts w:ascii="Calibri" w:eastAsia="Calibri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nhideWhenUsed/>
    <w:rsid w:val="00810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29D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29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029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029D"/>
    <w:pPr>
      <w:suppressAutoHyphens/>
      <w:autoSpaceDN w:val="0"/>
      <w:spacing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029D"/>
    <w:rPr>
      <w:rFonts w:ascii="Tahoma" w:eastAsia="Calibri" w:hAnsi="Tahoma" w:cs="Tahoma"/>
      <w:sz w:val="16"/>
      <w:szCs w:val="16"/>
    </w:rPr>
  </w:style>
  <w:style w:type="paragraph" w:styleId="List4">
    <w:name w:val="List 4"/>
    <w:basedOn w:val="Normal"/>
    <w:rsid w:val="00A119E2"/>
    <w:pPr>
      <w:ind w:left="1440" w:hanging="360"/>
      <w:contextualSpacing/>
    </w:pPr>
  </w:style>
  <w:style w:type="paragraph" w:styleId="ListParagraph">
    <w:name w:val="List Paragraph"/>
    <w:basedOn w:val="Normal"/>
    <w:rsid w:val="00A119E2"/>
    <w:pPr>
      <w:ind w:left="720"/>
      <w:contextualSpacing/>
    </w:pPr>
  </w:style>
  <w:style w:type="paragraph" w:customStyle="1" w:styleId="GW4ptspace">
    <w:name w:val="GW 4pt space"/>
    <w:basedOn w:val="Normal"/>
    <w:qFormat/>
    <w:rsid w:val="00A73B55"/>
    <w:pPr>
      <w:spacing w:before="60" w:line="80" w:lineRule="exact"/>
    </w:pPr>
  </w:style>
  <w:style w:type="paragraph" w:customStyle="1" w:styleId="Gjustifiedtext">
    <w:name w:val="G justified text"/>
    <w:basedOn w:val="GWBodyTestFill1col"/>
    <w:qFormat/>
    <w:rsid w:val="0063311A"/>
    <w:pPr>
      <w:ind w:right="0"/>
      <w:jc w:val="both"/>
    </w:pPr>
  </w:style>
  <w:style w:type="paragraph" w:customStyle="1" w:styleId="GW4pt">
    <w:name w:val="GW_4pt"/>
    <w:basedOn w:val="Normal"/>
    <w:qFormat/>
    <w:rsid w:val="00340E6E"/>
    <w:pPr>
      <w:tabs>
        <w:tab w:val="left" w:pos="284"/>
        <w:tab w:val="left" w:pos="567"/>
        <w:tab w:val="left" w:pos="851"/>
        <w:tab w:val="left" w:pos="2693"/>
        <w:tab w:val="left" w:pos="2977"/>
        <w:tab w:val="left" w:pos="3260"/>
      </w:tabs>
      <w:spacing w:line="80" w:lineRule="exact"/>
      <w:ind w:left="576" w:hanging="288"/>
      <w:contextualSpacing/>
    </w:pPr>
  </w:style>
  <w:style w:type="paragraph" w:customStyle="1" w:styleId="GWfacscal">
    <w:name w:val="GW facs cal"/>
    <w:basedOn w:val="Normal"/>
    <w:qFormat/>
    <w:rsid w:val="00AC1394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before="60" w:after="120" w:line="280" w:lineRule="exact"/>
      <w:ind w:left="288" w:right="115"/>
      <w:contextualSpacing/>
    </w:pPr>
    <w:rPr>
      <w:rFonts w:asciiTheme="minorHAnsi" w:hAnsiTheme="minorHAnsi"/>
      <w:color w:val="000000" w:themeColor="text1"/>
      <w:sz w:val="20"/>
    </w:rPr>
  </w:style>
  <w:style w:type="paragraph" w:customStyle="1" w:styleId="GWrealia">
    <w:name w:val="GW_realia"/>
    <w:basedOn w:val="GWWordsBox"/>
    <w:qFormat/>
    <w:rsid w:val="007D190A"/>
    <w:pPr>
      <w:spacing w:line="240" w:lineRule="exact"/>
      <w:ind w:left="432" w:right="1152"/>
      <w:jc w:val="left"/>
    </w:pPr>
    <w:rPr>
      <w:rFonts w:asciiTheme="minorHAnsi" w:hAnsiTheme="minorHAnsi"/>
      <w:szCs w:val="18"/>
    </w:rPr>
  </w:style>
  <w:style w:type="character" w:styleId="Emphasis">
    <w:name w:val="Emphasis"/>
    <w:basedOn w:val="DefaultParagraphFont"/>
    <w:uiPriority w:val="20"/>
    <w:qFormat/>
    <w:rsid w:val="00662996"/>
    <w:rPr>
      <w:i/>
      <w:iCs/>
    </w:rPr>
  </w:style>
  <w:style w:type="paragraph" w:styleId="BodyTextIndent">
    <w:name w:val="Body Text Indent"/>
    <w:basedOn w:val="Normal"/>
    <w:link w:val="BodyTextIndentChar"/>
    <w:unhideWhenUsed/>
    <w:rsid w:val="00F518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51884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20" Type="http://schemas.openxmlformats.org/officeDocument/2006/relationships/header" Target="header6.xml"/><Relationship Id="rId21" Type="http://schemas.openxmlformats.org/officeDocument/2006/relationships/header" Target="header7.xml"/><Relationship Id="rId22" Type="http://schemas.openxmlformats.org/officeDocument/2006/relationships/footer" Target="footer7.xml"/><Relationship Id="rId23" Type="http://schemas.openxmlformats.org/officeDocument/2006/relationships/footer" Target="footer8.xml"/><Relationship Id="rId24" Type="http://schemas.openxmlformats.org/officeDocument/2006/relationships/header" Target="header8.xml"/><Relationship Id="rId25" Type="http://schemas.openxmlformats.org/officeDocument/2006/relationships/footer" Target="footer9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4.jpeg"/><Relationship Id="rId15" Type="http://schemas.openxmlformats.org/officeDocument/2006/relationships/header" Target="header4.xml"/><Relationship Id="rId16" Type="http://schemas.openxmlformats.org/officeDocument/2006/relationships/footer" Target="footer4.xml"/><Relationship Id="rId17" Type="http://schemas.openxmlformats.org/officeDocument/2006/relationships/footer" Target="footer5.xml"/><Relationship Id="rId18" Type="http://schemas.openxmlformats.org/officeDocument/2006/relationships/header" Target="header5.xml"/><Relationship Id="rId19" Type="http://schemas.openxmlformats.org/officeDocument/2006/relationships/footer" Target="footer6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%20and%20Lou\Dropbox\Macmillan\Gateway%20A1+\Gateway%20A1+%20Diagnostic%20Test\Gateway%20Test%20HIGH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EBD04-8165-B349-8991-C2859195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C:\Users\Dave and Lou\Dropbox\Macmillan\Gateway A1+\Gateway A1+ Diagnostic Test\Gateway Test HIGHER Template.dotx</Template>
  <TotalTime>1</TotalTime>
  <Pages>4</Pages>
  <Words>1261</Words>
  <Characters>5726</Characters>
  <Application>Microsoft Macintosh Word</Application>
  <DocSecurity>0</DocSecurity>
  <Lines>301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Corp</dc:creator>
  <cp:lastModifiedBy>Phil Martin</cp:lastModifiedBy>
  <cp:revision>3</cp:revision>
  <cp:lastPrinted>2016-05-18T13:36:00Z</cp:lastPrinted>
  <dcterms:created xsi:type="dcterms:W3CDTF">2016-06-10T05:15:00Z</dcterms:created>
  <dcterms:modified xsi:type="dcterms:W3CDTF">2016-06-10T06:56:00Z</dcterms:modified>
</cp:coreProperties>
</file>